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BDF" w:rsidRDefault="003F4BDF">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3F4BDF" w:rsidRDefault="003F4BDF">
      <w:pPr>
        <w:spacing w:before="372" w:after="0"/>
        <w:jc w:val="right"/>
      </w:pPr>
      <w:r>
        <w:rPr>
          <w:rFonts w:ascii="Arial Unicode MS" w:eastAsia="Arial Unicode MS" w:hAnsi="Arial Unicode MS" w:cs="Arial Unicode MS"/>
          <w:color w:val="000000"/>
          <w:sz w:val="28"/>
        </w:rPr>
        <w:t>Marketing's Value to Consumers, Firms, and Society</w:t>
      </w:r>
    </w:p>
    <w:p w:rsidR="003F4BDF" w:rsidRDefault="003F4BDF">
      <w:pPr>
        <w:spacing w:before="266" w:after="0"/>
        <w:ind w:left="360" w:right="360"/>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3F4BDF" w:rsidRDefault="003F4BDF">
      <w:pPr>
        <w:spacing w:after="0"/>
      </w:pPr>
      <w:r>
        <w:rPr>
          <w:rFonts w:ascii="Arial Unicode MS" w:eastAsia="Arial Unicode MS" w:hAnsi="Arial Unicode MS" w:cs="Arial Unicode MS"/>
          <w:color w:val="000000"/>
          <w:sz w:val="18"/>
        </w:rPr>
        <w:t> </w:t>
      </w:r>
    </w:p>
    <w:p w:rsidR="003F4BDF" w:rsidRDefault="003F4BD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True / False Questions </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is basically selling and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in the literal sense, means "selling" or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means "promotion and selling."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Actually making goods or performing services is called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Estimating what price consumers are willing to pay for a product and if the firm can make a profit selling at that price, is an example of a production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can provide needed direction for production and help make sure that the right goods and services find their way to interested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plays an essential role in creating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Customer satisfaction is the extent to which a firm fulfills a consumer's needs, desires, and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If a firm produces the right goods or services, marketing has little role to play in creating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It is estimated that marketing costs about 50 percent of each consumer's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advanced economies, marketing costs only about 10 percent of each consumer's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encourages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"selling" or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discourages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is both a set of activities performed by organizations and a social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can be viewed as a set of activities performed by organizations, but not as a social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can be viewed as a social process, but not as a set of activities performed by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micro view of marketing sees it as the performance of activities that seek to accomplish an organization's objectives by anticipating customer or client needs and directing a flow of need-satisfying goods and services from producer to customer or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is the performance of activities that seek to accomplish an organization's objectives by anticipating customer or client needs and directing a flow of need-satisfying goods and services from producer to customer or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micro view of marketing is mainly concerned with the activities performed by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From a micro view, marketing activities are performed only by profit-oriented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only applies to 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only applies to for-profit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activities should be of no interest to a nonprofit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activities should begin with potential customer needs, not with the production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Production, not marketing, should determine what products are to be made.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should begin with the production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does not occur unless there are two or more parties who want to exchange something for something else.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does not occur unless two or more parties are willing to exchange something for something else.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doesn't occur unless two or more parties are willing to exchange one item for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pure subsistence economy—when each family unit produces everything it consumes—no marketing is involved.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marketing exchange is a single transaction between a firm and a customer, nothing more.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is concerned with individual transactions rather than with building ongoing relationships with customers because that is the job of people in the public relations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emphasizes how the whole marketing system 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Micro-marketing is a social process that directs an economy's flow of goods and services from producers to consumers in a way that effectively matches supply and demand and accomplishes society's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is a set of activities that direct an economy's flow of goods and services from producers to consumers in a way which effectively matches supply and demand and accomplishes the objectives of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emphasizes how the whole system works, rather than the activities of individual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emphasizes the activities of individual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is concerned with examining the relationship of the entire production and distribution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effective macro-marketing system matches heterogeneous supply with heterogeneous demand.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Effective marketing in an advanced economy is difficult because producers and consumers are often separated in several levels.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Achieving effective marketing in an advanced economy is simplified by the fact that producers are separated from consumers in only two ways: time and 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"Economies of scale" means that as a company produces larger numbers of a particular product, the cost for each unit of the product goes down.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"Economies of scale" prevent a company from taking advantage of mass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"Economies of scale" means that as a company produces more of a product, the total cost of production goes up.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"Economies of scale" means that as a company produces more of a product, the cost of each unit produced goes down.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advanced societies, all goods and services can be produced with mass production and its economies of scale.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Both mass production and effective marketing are needed to satisfy the economic needs of an advanced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49.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effective macro-marketing system overcomes discrepancies of quantity and discrepancies of assortment by using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include buying, selling, transporting, storing, standardization and grading, financing, risk taking, and market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consist only of buying, selling, transporting, and storing.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Buying, selling, transporting and storing are all universal marketing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are performed in the same way in all nations and economic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functions are performed by producers, consumers, and a variety of marketing specialists.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Intermediaries specialize in trade and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advantages of working with intermediaries increase as the number of producers and customers, their distance apart, and the number and variety of competing products increase.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While intermediaries facilitate exchange, their cost makes the whole macro-marketing system less efficient.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collaborators are any firms that provide the marketing functions of buying and selling.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59.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specialists such as intermediaries and collaborators hinder the exchange process between producers and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individuals and organizations—and the activities that facilitate those exchanges—based on applications of information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organizations (not individuals) and the activities that facilitate those exchanges.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organizations, but not exchanges between individuals.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individuals, but not exchanges between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Compared to other innovations, firms have been relatively slow to adopt e-commerce.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costs go down and customer satisfaction goes up in all exchanges handled by e-commerce.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Responsibility for performing the marketing functions can be shifted and shared in a variety of ways, but no function can be completely eliminated.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Not all societies need an economic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economic system is the way an economy organizes to use scarce resources to produce goods and services and distribute them for consumption among various people and groups in the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69.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Only industrial nations need an economic system to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command economy, producers generally have little choice about what goods and services to produce.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command economy, the individual decisions of many producers and consumers make the macro-level decisions for the whole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market-directed economy is one in which government officials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market-directed economy, government officials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market-directed economy, price is a rough measure of how society values particular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Market-directed economies tend to provide consumers with greater freedom of choice than command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market-directed economy, consumers enjoy complete freedom of choice.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market-directed economy, profit is guaranteed.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Most Western economies are completely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79.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American economy is entirely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American economy and most other Western economies are completely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Whether a particular macro-marketing system is judged fair and effective depends on the objectives of the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simple trade era was a time when families traded or sold their "surplus" output to local distributors who resold these goods to other consumers or distant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applies to nonprofit organizations as well as to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Because they don't try to earn a profit, the marketing concept is not very useful for nonprofit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cannot be applied to nonprofit organizations because they are not profit-oriented.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nonprofit organizations, support may not come directly from satisfied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As with any business, a nonprofit organization must take in as much money as it spends or it won't survive.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nonprofit organization does not measure profit in the same way as a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89.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During the "production era" a company focuses on production—because few products are available in the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From the Industrial Revolution until the 1920s, most companies were in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During the "sales era," the firm tries to improve short-run marketing policy planning to tie together its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departments are usually formed when firms go from the "production era" to the "sales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department era" is a time when all marketing activities are brought under the control of one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During the "marketing company era," the total company effort is guided by the idea that customers exist to buy the firm's output.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company has moved into the "marketing company era" when, in addition to short-run marketing planning, the total company effort is guided by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means that an organization aims all its efforts at satisfying its customers—at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a firm should aim all its efforts at satisfying customers, even if this proves to be unprofitable.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means that a firm emphasizes attracting new customers above all other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99.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firm that adopts the "marketing concept" will aim all its efforts at satisfying customers, while trying to make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firm that makes products which are easy to produce and then tries to sell them has a production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term "marketing orientation" means making products that are easy to produce and then trying to sell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marketing-oriented firm would try to produce what customers want, while a production-oriented firm would try to get customers to buy what the firm has produced.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three basic ideas in the marketing concept are 1) putting the marketing manager in charge of the whole firm, 2) a competitive orientation, and 3) an emphasis on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a firm makes a total company effort to satisfy its customers, and profit—not just sales—is an objective of the firm, the company is practicing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three basic ideas included in the definition of the marketing concept are: customer satisfaction, a total company effort, and sales as an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three basic ideas in the marketing concept are: 1) customer satisfaction; 2) confining marketing activities to marketing professionals; and 3) having profit as an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Adopting the marketing concept rarely requires any change in a firm's attitudes, organization structure, or management methods and procedures.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Adopting the marketing concept requires that a business firm eliminate all functional departments.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109.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Companies that consider the triple bottom line measure economic, social, and political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Organizations guided by a triple bottom line consider economic, social, and environmental outcomes as measures of long-term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was very quickly accepted, especially among producers of industrial commodities like steel and glass.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Producers who operate in a competitive environment are more likely to adopt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Adoption of the marketing concept is now universal.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manager who follows a production concept views customer satisfaction as the path to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Customer value is the difference that a customer sees between the benefits of a firm's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Customer value is just another term for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good or service that doesn't meet a consumer's needs results in low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119.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Setting a low price for a firm's offering is a sure way of creating high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Low price and high customer value is one and the same 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it comes to customer value, it is the customer's view that matters, not the view of the marketing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marketing, it is the manager's viewpoint that matters, not the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Offering superior customer value is especially important when competition is intense.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Often the best way for a firm to beat the competition is to be first to satisfy a need that others have not even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Firms that embrace the marketing concept seek ways to build a profitable long-term relationship with each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It is more costly for firms to try and attract new customers than it is to build a strong relationship with existing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To develop lasting relationships with customers, marketing-oriented firms need to focus on customer satisfaction both before and after each sale.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trying to build relationships with customers, salespeople must be particularly well-trained because they are usually the only employees whose actions influence customers directly.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129.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credits L.L. Bean's success to its focus on customer satisfaction and good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credits L.L. Bean's marketing success to its great location.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L.L. Bean has achieved success because its customers typically view the benefits of buying its products as greater than the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credits Chipotle's marketing success to its great price.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Chipotle has achieved success because its customers typically view the benefits of buying its products as greater than the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credits Chipotle's success to its offering good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Sometimes micro-macro dilemmas arise because what is "good" for some producers and consumers may not be "good" for society as a whole.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Gun control is an example of a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micro-macro dilemma occurs when a firm focuses its efforts on satisfying some consumers to achieve its objectives, possibly causing negative societal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firm's obligation to improve its positive effects on society and reduce its negative effects is called fiscal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139.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it is a firm's obligation to improve its positive effects on society and reduce its negative effects.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Organizations that adopt the marketing concept should be concerned about marketing ethics as well as broader issues of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ethics are the moral standards that guide marketing decisions and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moral standards that guide marketing decisions and actions are called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Moral standards often vary from one person to another, from one society to another, and among different groups within a society, so there is likely to be disagreement about what opinion is correct when it comes to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manager shouldn't be criticized for making an unethical marketing decision unless the ethical breach was intentional.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American Marketing Association has adopted a statement of ethics that sets specific ethical standards for many aspects of the management job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American Marketing Association's statement of ethics sets specific ethical standards for many aspects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3F4BDF" w:rsidRDefault="003F4BDF">
      <w:pPr>
        <w:keepLines/>
        <w:spacing w:after="0"/>
      </w:pPr>
      <w:r>
        <w:rPr>
          <w:rFonts w:ascii="Arial Unicode MS" w:eastAsia="Arial Unicode MS" w:hAnsi="Arial Unicode MS" w:cs="Arial Unicode MS"/>
          <w:color w:val="000000"/>
          <w:sz w:val="18"/>
        </w:rPr>
        <w:t> </w:t>
      </w:r>
    </w:p>
    <w:p w:rsidR="003F4BDF" w:rsidRDefault="003F4BDF">
      <w:pPr>
        <w:spacing w:after="0"/>
      </w:pPr>
      <w:r>
        <w:rPr>
          <w:rFonts w:ascii="Arial Unicode MS" w:eastAsia="Arial Unicode MS" w:hAnsi="Arial Unicode MS" w:cs="Arial Unicode MS"/>
          <w:color w:val="000000"/>
          <w:sz w:val="18"/>
        </w:rPr>
        <w:t> </w:t>
      </w:r>
    </w:p>
    <w:p w:rsidR="003F4BDF" w:rsidRDefault="003F4BD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Multiple Choice Questions </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more than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and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and advertising.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following activities are rightly considered marketing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the grand opening of a new furniture store.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researching which furniture designs are popular with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determining how many pieces of furniture can be sold at different price points.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building a facility to make furniture.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furniture to customers in a furniture showroom.</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149.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marketing manager planning to launch a successful new product should begin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obtaining financing for the venture.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designing products that interest him or 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identifying a product or service that customers need.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choosing a business partner.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establishing a legal corporation.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would not engage in the process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United Way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United States Postal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Outback Steakhouse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JFK International Airport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0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Sam's Club members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good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than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Performing services.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more than just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a product that fills a need.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a good product that sells itself.</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a good product that sells itself.</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more than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goods and/or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doing whatever it takes to be able to offer consumers a "better mousetrap."</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production of a new mountain bike model includes which of the following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Determining how to get the new model to likely bike purchasers.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Actually making the new mountain bikes.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Estimating how many competing companies will be making bikes.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Predicting what types of bikes different types of bike riders will want.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Predicting what types of bicycles different customers will want and deciding which of these customers the business will try to satisfy are activities a firm should do as part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goods or performing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For Tesla, a new firm that makes an electric sports car, estimating how many competitors will make electric vehicles and what kinds they will make,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one of the universal functions of 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activity.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example of 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best left to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part of marketing.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1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means "selling" or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provides direction for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involves actually making goods or performing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0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does not impact consumers' standard of living.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the development and spread new ideas, goods, and services.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____________________ is the extent to which a firm fulfills a customer's needs, desires, and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forecast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support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159.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Customer satisfaction is the extent to which a firm fulfills a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desires.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expectations.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needs and desires.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an advanced economy, marketing costs account for about ___ cents of every consumer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10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20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30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40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50</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concepts and techniques apply for nonprofit organizations—as well as for profit-seeking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offers many rewarding career opportunities.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0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cost of marketing is about 15 percent of the consumer's dollar.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almost every part of your daily life.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vital for economic growth and development.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affects almost every aspect of our daily lives.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offers few exciting or rewarding career opportunities.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limits our choices of goods and services every day.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an organization on being the first to market a new product.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NOT a reason for you to study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almost every aspect of daily life.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will be important to your job.</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involves actually making the goods that people need.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7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innovation and consumers' standard of living.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plays a big part in economic growth and development.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encourages research and ______________,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analysis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assessment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evaluation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introspection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development and spread of new ideas, goods, and services for the marketplace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can be viewed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set of activities performed by individual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relevant to for-profit organizations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just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beginning with the production process.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examines all the following challenging scenarios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prefer to manufacture goods in large quantities, but consumers buy in small quantities.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require a wide assortment of food items, but individual producers can offer only a narrow assortment of food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set prices to cover costs and make a profit, but consumers choose goods based on their ability to pay.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Cedar Point Amusement Park would like to attract customers all year long, but its marketing strategy is currently limited to discount season pass offers during winter months while the park is closed.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tend to locate where it is economical to produce, but consumers are located in many scattered places.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stresses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and selling are not really part of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nothing more than a set of business activities performed by individual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techniques have no application for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a social process and a set of activities performed by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good product usually sells itself.</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169.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Looking at marketing as a set of activities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for-profit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personalized marketing.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Micro-marketing: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accomplish a company's objectives by anticipating customers' needs and trying to satisfy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begins with the production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involves persuading customers to buy your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 involving all producers, intermediaries,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make the whole economic system fair and effective.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Micro-marketing: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concerned with whether the whole economic system is fair and effective.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only to 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consists only of personal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1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anticipate and satisfy customer needs and accomplish an organization's objectives.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_______ is defined as the performance of activities that seek to accomplish an organization's objectives by anticipating customer needs and directing a flow of need-satisfying goods and services from producer to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(from a micro view)</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promotion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From a micro view,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6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large corporations but not to a new venture started by one person.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an important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how the whole marketing system works.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set of activities performed by an individual organization to satisfy its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9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directs an economy's flow of goods and services from producers to consumers.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best describes the modern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job of marketing is to get rid of whatever the company is producing.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should take over production, accounting, and financial services within a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0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concerned with generating a single exchange between a firm and a customer.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begins with anticipating potential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6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not marketing, should determine what goods and services are to be developed.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best describes the modern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only necessary for profit-oriented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consists mainly of advertising and personal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anticipates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begins as soon as products are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6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Firms that don't rely on e-commerce should put more emphasis on marketing.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From a micro view, which of the following is the best example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North Korea unveils a new five-year production plan.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China and the U.S. agree on a new trade agreement.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American Red Cross seeks more blood donors.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Internet makes it possible for firms to reach customers in other countries.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good example.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by a U.S. president best reflects a MICRO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0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tax cut will give consumers more spending money."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"With interest rates low, many young people can now afford to buy a new home."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United States we have a better choice of products than in any other country."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"My administration will spend 75 percent more on purchases related to domestic security during the next year."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0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"Tourism firms should advertise more to attract more international visitors."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both profit and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9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says that marketing should take over all production, accounting, and financial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should begin as soon as goods are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does away with the need for advertising.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179.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mass selling over personal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allows production, rather than marketing, to determine what products to make.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both profit and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concentrates on production, rather than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true statement about marketing.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both profit and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another name for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should pick up where the production process ends.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should expect that the production department will determine what goods and services are to be developed.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organizations would be least likely to need marketing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accountant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electronics retailer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toy manufacturer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financial advisor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would be likely to need marketing skills.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aim of marketing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help create a pure subsistence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eliminate the need for exchanges.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5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persuade customers to buy the firm's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6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identify customers' needs and meet those needs so well that the product almost "sells itself."</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facilitate a single transaction.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Effective marketing should begin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8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effort to persuade unwilling customers to buy the firm's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potential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decision about what the firm can produce efficiently.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8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evaluation of the effect of the firm's decisions on the MACRO-marketing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manager making important production, accounting, and financial decisions for the firm.</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 with the production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make decisions about product design and packaging, prices or fees.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8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need to coordinate with production, accounting, and financial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7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 input, but let production determine what goods and services are to be developed.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 on getting customers to make a final purchase.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All of the following should be determined by the marketing department of a firm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storing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actually making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designing the packaging for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setting the price of the product.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could NOT take place without: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 or more parties who are willing to exchange something for something else.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high standard of living.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will not happen unless: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e-commerce is flourishing.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 are present to simplify exchange.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 are present to facilitate exchange.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 or more parties each have something they want to exchange for something else.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economy is market-directed rather than command.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must occur for marketing to happen?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 or more parties exchange something of value for something else of value.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189.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is NOT needed in a ______________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pure subsistence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market-directed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pure subsistence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each family unit is self-sufficient.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exchanges are very important.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standard of living must be relatively high.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a great need for intermediaries.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If the family units on a South Pacific-island nation made all the products they consume, it would be a good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pure subsistence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micro-marketing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correct answer.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most important in a pure subsistence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1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should provide direction for production, accounting, and financial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builds long-lasting relationships that benefit the selling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doesn't occur unless two or more parties are willing to exchange something for something else.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anticipates customer needs.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the products you buy.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applies to nonprofit organizations too.</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the advertising you see and hear.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offers many good job opportunities.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37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can help with individual transactions but not in building relationships with customers.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Viewing marketing as a social process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by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Looking at marketing as a social process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for-profit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personalized marketing.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Societies need a macro-marketing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help match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create a gap between producers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0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accomplish an organization's objectives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identify 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reduce the need for intermediaries.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how the whole marketing system works.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0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Considers how marketing affects society, but not how society affects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Matches homogeneous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mainly concerned with the activities of individual organizations.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produce discrepancies of quantity and 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on the activities of individual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effectively match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set of activities performed by individual firms.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199.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concerned with the activities performed by individual business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match heterogeneous supply capabilities with heterogeneous demands for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concerned with how effectively and fairly an individual business organization performs.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assumes that the effectiveness and fairness of all macro-marketing systems must be evaluated in terms of the same social objectives.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concerns the activities of individual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what people have in mind when they talk about marketing in everyday use.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helps consumers that need a narrow assortment of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only to nonprofit organizations.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_________ directs an economy's flow of goods and services from producers to consumers in a way that effectively matches supply and demand and accomplishes the society's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transporting function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2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building a long-term relationship that benefits both the firm and the customer.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considers the marketing activities of corporations rather than individuals.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how the whole marketing system works.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systems are only relevant to advanced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8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addresses discrepancies that emerge from homogeneous consumer demand.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3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encourage "discrepancies of quantity" and "discrepancies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disrupt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foster the many separations between producers and consumers.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following headlines are from Business Week magazine. Which article is most likely to be reporting on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"Two-Person Engineering Firm Offers Unique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3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"Russia Increases Output of Consumer Goods."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9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"Pepsi Sells in Japan."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"Bank of America Offers New Internet Banking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0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"Donations to Tsunami Victims Fund Increase after TV Broadcast."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following headlines are for articles from the WALL STREET JOURNAL. Which article is most likely to be reporting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7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"Mercedes Goes after Luxury Sport Utility Buyers."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2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"Adidas Jumps as Footwear Competition Heats Up."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1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"Drugstore Chain Aims at Seniors."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"Hardee's Fried Chicken Takes on KFC."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2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"DVD Popularity Leads to More DVD Retailers."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Of the following headlines from the WALL STREET JOURNAL, which is most likely to be about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9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"Tupperware Has a New Strategy."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"Thailand Has Unusually Large Number of Wholesalers."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7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"Military Supplier Shifts to Selling Gas Masks to Private Citizens."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0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"Coke Plans Beverage Line to Compete with Lipton's."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1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"Dow Chemical Adds Shipping Safeguards."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Of the following headlines from a business magazine, which is most likely to be about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0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"Chinese Women Demand More Luxury Goods."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2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"Girl Scouts Organize Nationwide Cookie Sale."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1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"L'eggs Sells Direct in Brazil and Argentina."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6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"Frito-Lay Offers New Low-Fat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"Coke Losing Beverage Sales in India to local brands."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advanced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both supply and demand tend to be homogeneous.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and consumers are often separated in several ways.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firms specialize in producing and selling small amounts of a huge assortment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 is aided by discrepancies of quantity and assortment.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209.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advanced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mass production with its economies of scale makes the cost of each product higher.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 is simplified by discrepancies of quantity and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little need for marketing specialists.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both supply and demand tend to be homogeneous in nature.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and consumers experience a separation of values.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Exchanges between producers and consumers are more difficult in an advanced economy because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primary purpose of the transporting and storing functions of marketing is to overcome: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need for marketing specialists.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values.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American supermarket chain, FoodMart, purchases cheese from five different manufacturers from around the world to assure its customers can choose among different types of cheeses at different prices. FoodMart facilitates the macro-marketing system by helping to address: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fact that US car companies are located in the upper Midwest while their customers are located throughout the U.S.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consumers do not know where to buy a product or what it costs and the product's producer does not know where its target market is located,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ownership.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an individual producer sets a price for its product to earn a certain profit while consumers search for the product at the lowest price available from any producer,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fact that producers usually prefer to produce products in large quantities, while most consumers prefer to buy in small quantities, results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ownership.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temporal separation.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simple economy, one family may produce only cooking pots, but many of them. Others may specialize in farming, making clothing, and building shelters. This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6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shows why "discrepancies of assortment" occur.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6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so simple that the universal functions of marketing don't have to be done.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cannot work without an intermediary.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an example of "separation in values" since the different families choose to produce different things.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Discrepancies of assortment happen when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prefer to produce and sell in large numbers, but consumers prefer to buy and consume in smaller numbers.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may not want to consume goods and services at the time producers would prefer to produce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value goods and services in terms of costs and competitive prices whereas producers value them in terms of satisfying needs and ability to pay.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specialize in producing a narrow range of goods and services but consumers need a wide variety.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1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hold title to goods and services that they themselves do not want to consume.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219.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_______ refers to producers holding title to goods and services that they themselves do not want to consume and consumers wanting goods and services that they do not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ownership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"Economies of scale"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 a company produces larger numbers of a particular product, the cost of each unit of the product goes down.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6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producers there are in an economy the greater the need for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larger countries enjoy more economic growth than smaller countries.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 a company produces larger numbers of a particular product, the total cost of producing these products goes down.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a firm produces a large quantity of a product, the cost of producing each individual unit usually goes down. This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term "economies of scale"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largest producers are always the most efficient.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cost of a product goes down as a company produces larger numbers of 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one produces, the greater the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more efficient for an economy to have a large number of transactions.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include buying, selling, transporting, storing, _________________________________________.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weighing, financing, risk taking, and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9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 facilitating, risk taking, and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1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 financing, risk taking, and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 financing, risk taking, and merchandising information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From the macro-marketing perspective, the spatial separation that exists between military equipment manufacturers and the people who use the equipment overseas is directly addressed through this marketing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storing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Since individual firms cannot perform all marketing functions, _____ often play a role in the exchange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regulators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From the perspective of macro-marketing, e-commerce specialists CarFax (which provides vehicle history reports) and Cars.com (a website offering auto comparison shopping) have emerged within the auto industry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auto manufacturers need to sell direct to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 needs competitive rivals to auto dealerships.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information they provide makes the exchange process between producers and consumers more efficient and effective.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the automotive sales person is becoming obsolete.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live far distances from most automotive plants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do NOT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 and 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 and storing.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 and selling.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the "universal functions of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do not have to be performed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How the functions are performed may differ among nations and economic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Who performs the functions may differ among nations and economic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help to overcome discrepancies of quantity and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False.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229.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be performed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the same way in all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by the same parties in all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needed to help foster various separations and discrepancies.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NOT one of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 eliminated in advanced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differently and by different parties in different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never performed by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create various separations and discrepancies between producers and consumers.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After seeing a "sale" ad in a local newspaper, Ben Griffith went to a local pet supply store and bought a year's supply of high protein dog food. Which marketing functions—if any—did he perform?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 and 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 and storing.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Ben performed all of these marketing functions.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large advertising agency is planning a national promotion to introduce a new type of MP3 player. Which of the universal functions of marketing is it performing?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8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performing none of the universal functions of marketing listed here.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universal functions of marketing deals most directly with advertising a product in magazines?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 research firm BestOne sells reports about competitors, products, and other areas to various clients in the software industry. BestOne performs which universal marketing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standardization and grading function of marketing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Looking for and evaluating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Providing necessary cash and credit.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Sorting products according to size and quality.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answers is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______________ involve(s) sorting products according to size and quality.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 and storing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standardization and grading function of marketing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collection, analysis, and distribution of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sorting products according to size and quality.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looking for and evaluating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movement of goods from one place to another.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239.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buying function of marketing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looking for and evaluating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use of personal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sorting products according to size and quality.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not all needed in market-directed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not all needed in 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 performed by producers, consumers, and a variety of marketing specialists.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in the same way in all economic systems.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can be performed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usually performed in the same way and by the same types of institutions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5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sometimes be eliminated—in very efficient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be performed in both market-directed and 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all be performed by every firm from a MICRO view.</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wholesaler—not a retailer.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usually increases the number of transactions required.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tends to make the exchange process more difficult and costly.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someone who specializes in trade rather than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answers is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NOT true about intermediaries?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save time for other participants in a transaction.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always increase total expenses for a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play an important role in the exchange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1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specialize in trade rather than production.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advantages of working with an intermediary usually increase when there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excellent communication with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greater number of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little distance between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smaller number of competing products.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MOST likely to be classified as a marketing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Apex Manufacturing, Inc.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0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Lillian's Mini-Market.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McGraw Hill/Irwin.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Kellogg.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Golden Arbor Farms.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Firms that specialize in providing marketing functions other than buying or selling are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suppliers.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consultants.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agents.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Collaborators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specialize in trade rather than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usually have a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emerged in the 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only used in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facilitate or provide one or more of the marketing functions other than buying or selling.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249.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types of firms are collaborators?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research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Overnight delivery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agencies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Product-testing labs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collaborators.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classified as a marketing collaborator?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Mayflower Transport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 Advertising, Inc.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Wachovia Bank.</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Survey Research, Inc.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Quality Coatings and Paint Company.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classified as a marketing collaborator?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United Parcel Service (UPS).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Public Warehouse Corporation.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Broadband Communications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MeadowView Aluminum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Safety Testing Laboratories, Inc.</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Marketing intermediaries and collaborators can often perform marketing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worse than producers or consumers can perform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which leaves producers with more time for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which leaves consumers with less time for consumption.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at a high cost—because of specialization, economies of scale, or e-commerce.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Amazon.com and eBay.com are both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service providers.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manufacturers.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Concerning the "universal functions of marketing," 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can be performed by producers, intermediaries, collaborators, or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 for performing these functions can be shared and shifted.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From a micro viewpoint, not every company must perform every function.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From a macro viewpoint, all these functions must be performed by someone.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false.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Considering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may not be required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every firm must perform all of the marketing functions.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 for performing them cannot be shifted or shared.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0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goods and services require all the functions at every level of their production.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 universal marketing function can be completely eliminated.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objectives of the individual firm, rather than society, are most important.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functions should not be shifted or shared.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 are unnecessary.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emphasis is on the activities of individual organizations.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Concerning the "universal functions of marketing," it is true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must be performed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can be performed by producers or intermediaries—but not by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from a micro viewpoint, every firm must perform all of the functions.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 for performing these functions can be shifted and shared—and some functions can be completely eliminated to reduce costs.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 refers to the way an economy organizes to use scarce resources to produce goods and services and distribute them for consumption by various people and groups in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utilization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Socio-economic policy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way a firm measures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system</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259.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macro-marketing system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 everyone with the same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 part of a market-directed economy, not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6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accomplish a particular society's objectives, whatever they are.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7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depend solely on a society's political institutions.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economic system in which government planners determine production levels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micro-marketing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macro-marketing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pure subsistence economic system.</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economic system in which government officials determine production levels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pure subsistence.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market-directed.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8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generally have a lot of choice about what and how much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usually fluctuate according to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1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activities such as advertising, branding, and market research are encouraged.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usually have some freedom of choice—but it is quite limited.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command economy, government officials decide: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who is to produce and distribute what to whom.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how much is to be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how much is to be distributed to whom.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what is to be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officials decide on all of these.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6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generally have little choice about what goods and services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individual decisions of the many producers and consumers come together to make the macro-level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4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make a society's production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decide what is to be produced and by whom through their dollar "votes."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 adjusts itself.</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managers make all the important economic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planners make all the important economic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the important economic decisions are made by voters in political elections.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make all the important economic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individual decisions of the many producers and consumers make the macro-level decisions for the whole economy.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____ the individual decisions of the many producers and consumers make the macro-level decisions for the whole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mixed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production-oriented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controlled economy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survival, and growth are all guaranteed for 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have little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decide what is to be produced and by whom through their dollar votes.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usually do not change according to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only the needs of the majority are served.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economic decision making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a market-directed economy, the micro-level decisions of individual producers and consumers determine the macro-level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planning usually works best when economies become more complex and the variety of goods and services produced is fairly large.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United States may be considered a pure 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economies usually rely on market forces to determine prices.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269.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 in the marketplace are a rough measure of how society values particular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Inventories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Cost of labor and materials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number of 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Price is a rough measure of 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company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supply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company costs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inflation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role of price in a market-directed economy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allocate resources and distribute income according to consumer preferences.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48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serve as a rough measure of the social importance of consumer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coordinate the economic activity of many people and institutions.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89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serve as a rough measure of the value of resources used to produce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economic systems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usually have more freedom of choice in a 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economies are most effective for countries with large and complicated varieties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6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Branding is less common in a market-directed economy than in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United States is a good example of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NOT true about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enjoy maximum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0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enjoy maximum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interaction between consumers and producers is great.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is responsible for setting up all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price of a consumer product serves as a measure of its value.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Consumers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enjoy limited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taxed to provide for goods and services that benefit society, such as public health, national defense, highways, police and fire protection.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decide what is to be produced and by whom.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have to buy what is being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have to buy any goods or services.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a government role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set rules to protect individual rights and freedom.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supervise the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provide things such as mass transportation and highways, national defense, police and fire protection, and public health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control interest rates and the supply of money.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7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determine prices—and thereby allocate resources and distribute income.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 NOT the government's job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Protecting property and enforcing contracts are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Regulating radio and television broadcasting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9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Setting import and export rules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Determining what and how much is to be produced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Controlling interest rates and the supply of money are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a market-directed economic system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enjoy substantial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growth and survival are guaranteed.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has no role.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very little interaction between producers and consumers.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Identify the incorrect statement about market-directed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economy adjusts itself.</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American economy is completely market-directed.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in a market-directed economy decide what is to be produced and by whom—through their dollar "votes."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in a market-directed economy enjoy great freedom of choice.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279.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economic systems is NOT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has less of a role in market-directed economies than in 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economy self-adjusts through producer and consumer choices.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always make a profit in a market-directed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 is more likely to work if the variety of goods and services is small.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1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Both market-directed and command economies need a macro-marketing system.</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Whether a macro-marketing system is fair or effective depends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goods and services being evenly distributed across the population.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emphasis given to military spending.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orientation of individual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objectives of the society.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BEST describes what is necessary for a country's MACRO-marketing system to be "fair and effective"?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 low quality or dangerous products are sold.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shortages never exist.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a big choice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consumers get the same opportunity to enjoy a high standard of living.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not enough information to select an answer.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various economic systems around the world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equally effective at providing for the needs of citizens.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always shaped by the free decisions of producers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0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known collectively as the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1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heavily influenced by a society's political institutions.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5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based on the ideal of a pure subsistence economy.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does not describe a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bureaucrats decide what and how much is to be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 is sometimes called a "planned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are set by the law of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offer a highly limited assortment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economy is found in countries like Iran and North Korea.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economic freedom provided within a market-directed economy produces the greatest number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planners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regulations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entrepreneurs and innovators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military-oriented purchases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trade restrictions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era of marketing is characterized by families who sold their surpluses to local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company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item famously originated in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Laptop computers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Home movie rentals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Chariots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Automobiles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Compact fluorescent light bulbs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considers five "eras" of marketing evolution. These five eras in their logical order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company, 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Subsistence, production, sales, entrepreneurial, 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department, international trading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entrepreneurial, 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department, marketing company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considers five "eras" of marketing evolution. Which of the following shows the logical order in which these eras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production, sales, simple trade, 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production, marketing department, marketing company, 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simple trade, marketing company, production, 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company, 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department, marketing company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289.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discusses the evolution of business through five "eras." Which of the following is NOT one of these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Facilitator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text discusses the evolution of business through five "eras." Which of the following is NOT one of these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Diversification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the ____ era, families traded or sold their "surplus" output to local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pure subsistence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From the Industrial Revolution until the 1920s, most companies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is MOST characteristic of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7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"If we sell harder, we will sell more."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cater to the diverse needs of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no limit on what we can sell if we produce efficiently."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51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options we offer consumers, the better."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3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is the key to our success."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management thinking during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make whatever products are easy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0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find out what the customer wants."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salespeople we have, the more we can sell."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work hard to sell the product to our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"If we produce a good product, customers will find us and buy it."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management thinking during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we advertise a product, the more we can sell."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increase our sales effort—to sell what we can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3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"If we can produce it, customers will buy 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be selective and produce what customers want."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1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lower we price a product, the more we can sell."</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Until recently, good PC software for producing digital videos was not available, but was much in demand by businesses. The first companies to produce a specific type of program had good sales even though they did little promotion and their programs were not "user-friendly." It seems that many of these "innovators" operated as if they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Because of increased competition during the ___________ era, firms put new effort into winning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During the ______________ era, concern about increased competition lead firms to focus on selling to attract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299.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firm that focuses its attention primarily on "selling" its present products in order to meet or beat competition is operating in which of the following "management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_________________ era is a time when a company emphasizes selling because of the increased competition in the external environment.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supply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president of a company that produces cardboard boxes is concerned about the large number of competitors with extra capacity. As he put it, "our best shot is in the hands of our sales manager—she makes all of our marketing decisions and is creative enough to figure out how to sell more boxes." It seems that this company is run as if it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owner of a company that produces electronic circuit boards sees many competitors with extra capacity and says, "the only hope is that our sales manager, who makes all of our marketing decisions, will find a way to sell more boards." It seems that this company is run as if it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excess capacity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Administrators at a university noted that they were 200 students short of their enrollment projection as the start of the school year approached. The president of the university, fearing a revenue shortage, told the director of admissions, "You need to use whatever means necessary to get enough students to meet the projection before classes start. Run ads in the newspaper, call high school guidance counselors, recruit from our pool of rejected applicants—whatever it takes." The university president is operating as though he was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regarding the "sales era"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emphasis was on producing.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9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business problem was to decide where to put the company's effort.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production capability was available than ever before.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followed the marketing department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During the sales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families traded or sold their surplus output to local distributors.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7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characteristic management thinking said, "If we can make it, it will sell."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4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marketing activities were brought under the control of one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increased competition made firms focus on winning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1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people did both short-run and long-run marketing planning.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Asa Meyer was just named FireFly Products sales manager, with responsibilities for all marketing planning. FireFly's president told him that his job is to "outsell the competition." Apparently, FireFly is operating in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As a firm moves from the sales era to the marketing department era it is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2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have marketing people who develop long range plans—sometimes 5 or more years ahead.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7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 to integrate all the firm's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8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less emphasis on earning a profit and more emphasis on what customers will buy.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adopt a more narrow view of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 more concerned with its ability to produce enough to meet demand.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Myra Martinez was just named Treasure Island, Inc.'s "marketing manager"—with responsibilities for short-run policy planning of the firm's advertising, sales, marketing research, purchasing, and distribution efforts. Apparently, Treasure Island is operating in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309.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main difference between the "marketing department era" and the "marketing company era"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emphasis on selling and advertising in the 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7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whether the president of the firm has a background in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emphasis on short-run planning in the 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whether the whole company is customer-oriented.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no difference.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marketing people do long-range planning and the whole company is guided by the "marketing concept," the company has entered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consumerism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company where the marketing people do both short-run and long-range planning is operating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would be relevant in the marketing company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2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Bringing all marketing activities together under the control of one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Planning for five or more years ahead.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4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Reselling goods to consumers and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Focusing on production.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president of a financial services company says that her new marketing manager has changed things a lot—making long-range plans about where the firm should focus its effort, and coordinating the decisions about what services to offer and how they should be promoted and priced. It seems that this company is just moving into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SouthFace Corporation just named Chloe Perry to a marketing management position. One of the reasons she accepted a position with this company was its reputation for market-oriented long-range planning. SouthFace Corp. is probably operating in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planning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research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correct answer.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Regarding the five stages in marketing evolution,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department era, firms do both short-run and long-run planning.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first era to evolve was the 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company era, firms do short-run planning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firms operate in the 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responses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Regarding the five stages in marketing evolution: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Few firms have graduated to the 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For most firms, the sales era continued until at least 1950.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6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department era, firms began to do long-run planning.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production era was the first era to evolve.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is a strategic way of approaching business that contrasts sharply with 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profit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triple bottom line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Compared with other approaches to business, the marketing concept is distinct in that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on profits.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3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produces new products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creates a broad assortment of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produces quality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2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on satisfying customers' needs.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319.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triple bottom line is a measure of a firm's success based on multiple criteria commonly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price, and promotion.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planet, and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partnership, planning, and positioning.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segmentation, targeting, and positioning.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brands, buyers, and bucks.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When a firm considers a triple bottom line as a measure of long-term success, this means that it measures outcomes in which of the following three different areas: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success, social impact, and political 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 profitability, customer satisfaction, and behavioral 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success, social impact, and environmental impact.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company effort, customer satisfaction, and relative market share.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environmental impact, and production efficiency.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organization practicing ______ aims all its efforts at satisfying its customers—at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sales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maximization economics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concept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All of the following are the basic ideas included in the definition of the marketing concept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total company effort.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7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or another measure of long-term success, as an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whatever products are easy to produce and then trying to sell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giving customers what they need.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"production-oriented" firm typically: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views customer credit as a customer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sets inventory requirements with customer needs in mind.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sell the products it can make easily.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advertising on need-satisfying product benefits.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operates as an integrated unit.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Managers who think of customers existing to buy the firm's output rather than of firms existing to serve customers and—more broadly—the needs of society, have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dynamic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orientation.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manager with a "production orientation" is likely to think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1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customers exist to buy the firm's output.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3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customers' needs should guide decisions about what the firm produces.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should find out what product customers want to buy, and then produce that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managers should handle all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in the production department should work closely with people from all the firm's other departments.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MOST LIKELY to be found in a production-oriented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8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Agreements among departments about how to improve 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products that are easy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7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goods that exactly meet the customer's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focus on profit rather than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likely to be found in a production-oriented firm.</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found in a production-oriented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6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Disagreements among departments about how to improve the company's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products that are easy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7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goods that exactly meet the customer's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mass marketing approach.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likely to be found in a production-oriented firm.</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MetroTech Corporation has been experiencing declining profits. MetroTech's salespeople blame the production people for making inferior products, and the production people complain that the salesmen are just not getting enough orders. MetroTech seems to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implemented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customer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sales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329.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MetroTech Corporation has been experiencing declining profits. The accounting department blames the MetroTech marketing staff for "out of control" sales costs. The salespeople blame the warehouse for being slow to fill orders. And the warehouse manager says that the production department can't meet its schedule. MetroTech seems to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implemented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customer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sales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Accepting the "marketing concept" means that a firm should have a ______________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research</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firm with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little need for salespeople.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sells what it can make easily.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4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determine customers' needs before developing its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5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advertising on product features.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three basic ideas in the "marketing concept"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resource efficiency, sales maximization.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total company effort, sales growth.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 sales growth, profit maximization.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marketing manager as chief executive,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total company effort, profit.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Total company effort.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 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Maximize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president has a marketing background.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 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as an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Maximize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president has a marketing background.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 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Maximize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president has a marketing background.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An important step in applying the marketing concept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6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changing the firm's organizational structure.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1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changing the firm's management methods and procedures.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93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appointing someone with a marketing management background to be the firm's president.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hiring a marketing consultant.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committing to customer satisfaction.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a business firm should aim all of its efforts 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doing more advertising and selling than competitors.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what the company produces.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satisfying customers—regardless of profitability.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satisfying its customers—at a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those products which it can make at lowest cost.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a business firm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9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Aim all its efforts at meeting society's needs—regardless of profitability.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Aim all its efforts at satisfying its customers—at a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 those products which it can make at lowest cost.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heavy emphasis on developing new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Treat advertising and selling as its priority.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339.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producer with a marketing orientation is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4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Distribute the product according to the needs customers have for product availability.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Distribute the product in as many retail outlets as possible.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 overnight express shipping.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e-commerce as a key element in distribution.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Distribute directly from the producer to the consumer.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Complete acceptance of the "marketing concept" would require: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sure that all departments focus their efforts on satisfying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having all production, finance, accounting, and personnel managers report directly to the marketing manager.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placing less emphasis on profit as the objective of the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trying to satisfy the needs of each and every customer.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"Production orientation" refers to the attitudes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accountants.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financial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0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anyone who doesn't practice the marketing concept.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firm operating as a total "system" to implement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whole company is customer-oriented.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are no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3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planning is under the control of the production or engineering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manager directs and controls all company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total system view of the marketing concept builds on the idea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6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should be the firm's high-level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company should not have specialized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6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each department in an organization should do what it does best.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departments—not just marketing—should be guided by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responses is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firm that has a total company effort in implementing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are "fences" around individual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3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all departments impact 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firm lacks a central focus.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Departments—even very specialized ones—are guided by what customers want.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firm is more production-oriented than marketing-oriented.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One basic idea of the marketing concept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 must guide the whole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organization should build "fences" around its own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survival and success require a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8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 should "give customers what it produces best."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1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firm's obligation to have a positive effect on society.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Adoption of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easy for most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occurred first in the service industry.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been universal.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been slow for producers of industrial commodities.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happened last among consumer product companies.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can be applied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nurses association.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cosmetic manufacturers.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hospitals.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national parks.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can apply the marketing concept.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marketing concept can be applied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hospitals.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symphony orchestras.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private universities.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manufacturers of consumer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2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can apply the marketing concept.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349.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 manager tells her sales force "the inventory in the warehouse must be sold if we are to make a profit, so redouble your sales efforts."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manufacturer of industrial chemicals adapts its formulas and goes after the big consumer cleaning market.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cleaning supplies firm learns that many consumers are having trouble hiring maids—so it develops a plan to offer customers complete house cleaning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Internet retailer finds that shoppers are abandoning their shopping carts before checking out, so it promotes its $10 discount on each customer's first purchase.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student group wants to hold an awards banquet, so it buys Krispy Kreme donuts and sells them to friends who want to help the club achieve its objectives.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public utility that has adopted the marketing concept would be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6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 up a special service to help consumers reduce expensive peak-hours energy consumption.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lower prices until almost all consumers felt that prices were fair.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08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advertise its "public service role" to improve its image with the public.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email to send customers a personal apology if a blackout were to occur.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answers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local symphony group that has adopted the marketing concept would be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lower ticket prices until all its concerts sell out.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8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advertise so consumers know about the quality of the musicians who play in its concerts.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find out what kind of music local residents want to hear.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only its best musicians to handle solo performances.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illustrates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Three pediatricians set up a group practice—so that at least one is always available for emergencies.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Bank ATMs that dispense cash are placed in fast-food restaurants.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Nevada auto registration office mails license tags to people, to reduce inconvenient waiting in line.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veterinarian has office hours in the evening to see pets whose owners must work during the day.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illustrate the marketing concept in action.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illustrates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young lawyer gives free legal advice to poor people.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local police department organizes a "community crime watch" program in a neighborhood that has had many burglaries.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Several lawyers set up a group practice—so that the costs of the office and equipment can be shared.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illustrate the marketing concept in action.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local theater group that has adopted the marketing concept would be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Promote the sale of subscriptions so that patrons can buy tickets at a reduced price for several plays at one time.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publicity to announce upcoming plays.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a survey to find out what new shows patrons would like to see.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 tickets via the Internet.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FlyFar Airlines uses marketing research to determine customer needs and assess how well the company meets them. This suggests that FlyFar managers exhibit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0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innovation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practices would suggest that Acme Tools practices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sets inventory levels with customer requirements and costs in mind.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sells products that it can make easily for its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its advertising efforts on product features and how products are made.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9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views customer service as an activity required to reduce consumer complaints.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ends its relationship with customers when a sale is made.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firm with a marketing orientation is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view advertising as an unnecessary expense.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recognize that effective advertising is the key to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9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advertise how a product meets customers'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 advertising on product features.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use any advertising.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NOT likely to be found in a company with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sells whatever it can make.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2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sees customer credit as a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6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designs its packaging as a selling tool.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7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uses marketing research to see if it is satisfying its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focuses on locating new opportunities.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359.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All of the following are examples of a marketing orientation, as opposed to a production orientation,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marketing research is to determine customer needs and how well the company is satisfying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relationship with the customer is based on customer satisfaction before and after a sale leading to a profitable long-run relationship.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7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firm's focus is on reducing its costs.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14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customer service is to satisfy customers after the sale so they'll come back again.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costs that do not add value to customers should be eliminated.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All of the following are examples of a production orientation, as opposed to a marketing orientation,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sells what it can make easily.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focuses on the benefits of the product to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40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relationship with the customer ends with the sale of the product to the customer.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8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purpose of customer service is to reduce customer complaints.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focuses on the features of the product.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a firm with a production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needs determine company plans.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relationship with customer extends beyond a single sale.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costs that do not give value to customers are eliminated.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research, if used at all, is for determining customer reaction.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6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is focused at need-satisfying benefits of goods and services.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_____ refers to the difference between the benefits a customer sees from a market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Operating cost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margin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Net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0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Satisfaction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greater the competition, the less important customer value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sure way to achieve high customer value is to offer a lower 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the manager's view of customer value that matters, not the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9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can't be applied in competitive situations.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considers price but not other elements of the marketing mix.</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applies to goods but not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Its emphasis on what the customer sees as the positive things about a marketing mix means that the negatives are likely to be ignored.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Customer value typically would NOT be impacted by a marketing manager's decisions concerning: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4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Any of these might impact customer value.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Building relationships with customers means providing customer value before, but not after the purchase of a product or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Retaining current customers is usually less costly than taking customers away from a competitor.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firm's advertising department cannot be expected to develop ads to convince a customer to buy from the firm more than once.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in the organization who are not in the sales or customer service areas should never be called upon to help resolve a customer's problem.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order to build relationships with customer value, firms must do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ensure that everyone in a firm works together to provide customer value before and after each purchase.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79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brief their advertising people to develop ads that try to convince a customer to buy once.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6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attract customers in the first place—and keep them satisfied after they buy.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try to adopt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try to eliminate costs that do not give value to customers.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greater if costs exceed benefits.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2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becomes less important as competition increases.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the same thing as low 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93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affects a customer's relationship with a firm before and after a sale.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responses is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369.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item would likely possess the highest customer value for a person who makes scrapbooks?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lowest price glue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highest price glue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glue that does the best job</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glue that does the best job at the most affordable 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5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glues have the same customer value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are NOT true about a firm practicing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Everyone in the organization focuses on satisfying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Offering superior customer value attracts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Satisfying customers leads to customers defecting to the competition.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9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Firms build profitable customer relationships.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Nonprofit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1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have a profit objective, so the marketing concept does not apply.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1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benefit by adopting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fundamentally different than business firms—so they should embrace a production orientation rather than a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need to be concerned with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true.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Unlike a business firm, a nonprofit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needs resources and support to survive and achieve its objectives.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1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take in as much money as it spends or it won't survive.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80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does not measure "profit" in the same way.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8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faces competition for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gets support directly from those who receive the benefits.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nonprofit organizations,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not relevant.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different measures of success.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57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usually easy to adopt because of how nonprofits organize for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3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 implemented by ignoring customer needs.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Given the nature of their work, which of the following should have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Girl Scouts of America.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Dallas-Fort Worth Symphony.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1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American Cancer Society.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University of Wisconsin.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51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should have a marketing orientation.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organizations should apply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National Park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National Federation of the Blind.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29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Christian Children's Fund.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United States Postal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4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should apply the marketing concept.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TRUE about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What is good for some producers and consumers may not be good for society as a whole.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people cannot agree on whether marketing should be viewed as individual activities or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1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a multiproduct company, one product should not be emphasized over another.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9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people don't want much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 facilitate exchange but they add to the cost of goods.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According to the concept of social responsibility, a firm has a duty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9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communicate regularly with the public.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8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 consumer needs at any cost.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profit above all other considerations.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1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customer satisfaction above all other considerations.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96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conduct business in a way that is good for society as a whole, both now and for the future.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not a challenge related to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little agreement on who gets to determine what is "good" for society.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6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Actions that may seem good for society may be costly to a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Some consumers make purchases based on the perceived societal benefits of a product or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8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impossible to know what impact a firm's actions will have on future generations.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5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Acting to satisfy one group of stakeholders may anger another group of stakeholders.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379.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Firms develop _____ to promote fair and honest dealings with all stakeholders inside and outside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plans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codes of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term "micro-macro dilemma"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0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people are both producers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people cannot agree on whether marketing should be viewed as activities or as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 is just a small part of a larger micro-marketing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 view of marketing is concerned with the flow of goods and services from producers to consumers—while the macro view is not.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04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what is "good" for some producers and consumers may not be good for society as a whole.</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Trying to balance the interests of people who want to drink beer and the dangers of drunk driving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a central market.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subsistence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political 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macro-micro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5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exchange process in marketing.</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fact that many Americans want the convenience of driving gas-guzzling trucks and sport utility vehicles—which also contribute disproportionately to pollution and global warming—is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in 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responsibilities of the marketer.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2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concept.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 city of St. Louis is encouraging its residents to drink tap water instead of filling its landfills with plastic water bottles, even though some consumers prefer the convenience of plastic water bottles.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storing function.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6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6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Disposable packages are convenient, but contribute to environmental problems.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9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Children like to ride bicycles, but accidents are common.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Sulfites help to keep restaurant salads looking fresh, but some people have a dangerous allergic reaction to sulfites.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3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Jet skis can be fun but can also be dangerous to the driver and others.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examples of the micro-macro dilemma.</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Many consumers buy imported cars, even though they say they like American cars better.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High performance cars are fun to drive but may be dangerous to others.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 an imported car may cost buyers more to buy now but may have better resale value later.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fuel efficient car may cost more to buy but less to operate.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0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economy may be growing, but many people still are not able to buy a new car.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Pepsi Blue sales went up, but total sales of all soft drinks went down.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small group of loyal consumers really like RC Cola best, but most consumers don't like it at all.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2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deposit on returnable soft drink bottles is about equal to the cost of the bottle.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6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Paper cups for soft-drinks are convenient, but they often end up as litter along the highway.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4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Snapple beverages are more popular in Texas than in the rest of the U.S.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387.</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homeowner purchases a ladder but falls off it because he didn't set up the ladder according to the safety instructions posted on 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person gets a speeding ticket because she was talking on her cell phone while driving and didn't notice a speed limit sign.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person drives without fastening his seat belt even though a warning light and chime remind him to "buckle up."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person is injured while using a power lawn mower because of a small stone that is hurled from the discharge chute.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43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restaurant owner uses plastic containers to keep "take-out" food warm for customers, but the containers cannot be reused or recycled.</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388.</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is NOT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9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Many people like beer and wine, but drunk driving is a big social problem.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34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Some people like to eat a lot, but later feel guilty about eating too much.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"good" lawn mower can be produced cheaply, but its price must be higher if its design must be safe for "ignorant" users.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25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smoker may enjoy a cigar, but the smell can make other people sick.</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Downhill snow skiing is fun, but really quite dangerous.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389.</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____ refers to a firm's obligation to improve its positive effects on society and reduce its negative effects.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6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nonprofit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2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Legal obligations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390.</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is True regarding social responsibility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8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Being socially responsible usually leads to a negative response from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63"/>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Being socially responsible can conflict with a firm's profit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4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Companies tend to avoid developing written codes of ethics because standards for professional behavior are ambiguous by nature.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48"/>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Firms tend to advance their own short-term interests at the expense of customers.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391.</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A marketing manager made a speech in which he described his organization as having "really embraced the marketing concept over ten years ago." A critic in the audience argued that the manager didn't understand the "socially conscious" view of the marketing concept. Given the critic's argument, the marketing manager may work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9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fruit processor.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public library.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1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 that recycles aluminum cans.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soap producer.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motorcycle producer.</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392.</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These are the moral standards that guide marketing decisions and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Civil laws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 dilemmas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0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 dilemmas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Laws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393.</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Concerning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2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Individuals develop moral standards based on their own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270"/>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Opinions about what is right or wrong vary from one society to another.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0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prevailing practice of most businesspeople is to be fair and honest.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 has its critics.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5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394.</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the American Marketing Association's Statement of Ethics, which ethical value stresses a firm's attempts to balance the needs of its buyers with the interests of sellers?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Honesty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67"/>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Fairness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Citizenship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Openness</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395.</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In the American Marketing Association's Statement of Ethics, which ethical value stresses a firm's attempts to recognize the basic human dignity of its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Citizenship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7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Respect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Honesty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912"/>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Openness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23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82"/>
      </w:tblGrid>
      <w:tr w:rsidR="003F4BDF">
        <w:tc>
          <w:tcPr>
            <w:tcW w:w="200" w:type="pct"/>
          </w:tcPr>
          <w:p w:rsidR="003F4BDF" w:rsidRDefault="003F4BDF">
            <w:pPr>
              <w:keepNext/>
              <w:keepLines/>
              <w:spacing w:after="0"/>
            </w:pPr>
            <w:r>
              <w:rPr>
                <w:rFonts w:ascii="Arial Unicode MS" w:eastAsia="Arial Unicode MS" w:hAnsi="Arial Unicode MS" w:cs="Arial Unicode MS"/>
                <w:color w:val="000000"/>
                <w:sz w:val="20"/>
              </w:rPr>
              <w:t>396.</w:t>
            </w:r>
          </w:p>
        </w:tc>
        <w:tc>
          <w:tcPr>
            <w:tcW w:w="4800" w:type="pct"/>
          </w:tcPr>
          <w:p w:rsidR="003F4BDF" w:rsidRDefault="003F4BDF">
            <w:pPr>
              <w:keepNext/>
              <w:keepLines/>
              <w:spacing w:after="0"/>
            </w:pPr>
            <w:r>
              <w:rPr>
                <w:rFonts w:ascii="Arial Unicode MS" w:eastAsia="Arial Unicode MS" w:hAnsi="Arial Unicode MS" w:cs="Arial Unicode MS"/>
                <w:color w:val="000000"/>
                <w:sz w:val="20"/>
              </w:rPr>
              <w:t>Which of the following criticisms focuses most directly on a macro view of marketing, rather than a micro view?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3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A.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Products often wear our right after the warranty expires.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46"/>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B.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TV advertising is annoying.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281"/>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C.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exploits the poor and the uneducated.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35"/>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D.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for very similar products vary a lot from store to store.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14"/>
            </w:tblGrid>
            <w:tr w:rsidR="003F4BDF">
              <w:tc>
                <w:tcPr>
                  <w:tcW w:w="0" w:type="auto"/>
                </w:tcPr>
                <w:p w:rsidR="003F4BDF" w:rsidRDefault="003F4BDF">
                  <w:pPr>
                    <w:keepNext/>
                    <w:keepLines/>
                    <w:spacing w:after="0"/>
                  </w:pPr>
                  <w:r>
                    <w:rPr>
                      <w:rFonts w:ascii="Arial Unicode MS" w:eastAsia="Arial Unicode MS" w:hAnsi="Arial Unicode MS" w:cs="Arial Unicode MS"/>
                      <w:color w:val="000000"/>
                      <w:sz w:val="20"/>
                    </w:rPr>
                    <w:t>E.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Door-to-door salespeople are trained to be pushy.</w:t>
                  </w:r>
                </w:p>
              </w:tc>
            </w:tr>
          </w:tbl>
          <w:p w:rsidR="003F4BDF" w:rsidRDefault="003F4BDF"/>
        </w:tc>
      </w:tr>
    </w:tbl>
    <w:p w:rsidR="003F4BDF" w:rsidRDefault="003F4BDF">
      <w:pPr>
        <w:keepLines/>
        <w:spacing w:after="0"/>
      </w:pPr>
      <w:r>
        <w:rPr>
          <w:rFonts w:ascii="Arial Unicode MS" w:eastAsia="Arial Unicode MS" w:hAnsi="Arial Unicode MS" w:cs="Arial Unicode MS"/>
          <w:color w:val="000000"/>
          <w:sz w:val="18"/>
        </w:rPr>
        <w:t> </w:t>
      </w:r>
    </w:p>
    <w:p w:rsidR="003F4BDF" w:rsidRDefault="003F4BDF">
      <w:pPr>
        <w:spacing w:before="239" w:after="239"/>
        <w:rPr>
          <w:rFonts w:ascii="Arial Unicode MS" w:eastAsia="Arial Unicode MS" w:hAnsi="Arial Unicode MS" w:cs="Arial Unicode MS"/>
          <w:color w:val="000000"/>
          <w:sz w:val="28"/>
        </w:rPr>
      </w:pP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rsidR="003F4BDF" w:rsidRDefault="003F4BDF">
      <w:pPr>
        <w:spacing w:before="372" w:after="0"/>
        <w:jc w:val="center"/>
      </w:pPr>
      <w:r>
        <w:rPr>
          <w:rFonts w:ascii="Arial Unicode MS" w:eastAsia="Arial Unicode MS" w:hAnsi="Arial Unicode MS" w:cs="Arial Unicode MS"/>
          <w:color w:val="000000"/>
          <w:sz w:val="28"/>
        </w:rPr>
        <w:t xml:space="preserve">Chapter 01 Marketing's Value to Consumers, Firms, and Society </w:t>
      </w:r>
      <w:r>
        <w:rPr>
          <w:rFonts w:ascii="Arial Unicode MS" w:eastAsia="Arial Unicode MS" w:hAnsi="Arial Unicode MS" w:cs="Arial Unicode MS"/>
          <w:color w:val="FF0000"/>
          <w:sz w:val="28"/>
        </w:rPr>
        <w:t>Answer Key</w:t>
      </w:r>
    </w:p>
    <w:p w:rsidR="003F4BDF" w:rsidRDefault="003F4BDF">
      <w:pPr>
        <w:spacing w:before="266" w:after="0"/>
        <w:ind w:left="360" w:right="360"/>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p>
    <w:p w:rsidR="003F4BDF" w:rsidRDefault="003F4BDF">
      <w:pPr>
        <w:spacing w:after="0"/>
      </w:pPr>
      <w:r>
        <w:rPr>
          <w:rFonts w:ascii="Arial Unicode MS" w:eastAsia="Arial Unicode MS" w:hAnsi="Arial Unicode MS" w:cs="Arial Unicode MS"/>
          <w:color w:val="000000"/>
          <w:sz w:val="18"/>
        </w:rPr>
        <w:t> </w:t>
      </w:r>
    </w:p>
    <w:p w:rsidR="003F4BDF" w:rsidRDefault="003F4BD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True / False Questions </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is basically selling and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in the literal sense, means "selling" or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means "promotion and selling."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Actually making goods or performing services is called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Actually making goods or performing services is called production.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Estimating what price consumers are willing to pay for a product and if the firm can make a profit selling at that price, is an example of a production activity.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Estimating what price consumers are willing to pay for a product and if the firm can make a profit selling at that price, is an example of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can provide needed direction for production and help make sure that the right goods and services find their way to interested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provides needed direction for production and helps make sure that the right goods and services are produced and find their way to consumers.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plays an essential role in creating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plays an essential role in providing consumers with need-satisfying goods and services and, more generally, in creating customer satisfaction.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Customer satisfaction is the extent to which a firm fulfills a consumer's needs, desires, and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Customer satisfaction is the extent to which a firm fulfills a consumer's needs, desires, and expectations.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If a firm produces the right goods or services, marketing has little role to play in creating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helps make sure that the right goods and services are produced and find their way to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It is estimated that marketing costs about 50 percent of each consumer's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In advanced economies, marketing costs about 50 cents of every consumer dollar.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advanced economies, marketing costs only about 10 percent of each consumer's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In advanced economies, marketing costs about 50 cents of every consumer dollar.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encourages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encourages innovation which is the development and spread of new ideas, goods, and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"selling" or "advertising."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discourages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encourages innovation which is the development and spread of new ideas, goods, and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is both a set of activities performed by organizations and a social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We can view marketing in two ways: from a micro view as a set of activities performed by organizations and also from a macro view as a social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can be viewed as a set of activities performed by organizations, but not as a social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We can view marketing in two ways: from a micro view as a set of activities performed by organizations and also from a macro view as a social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can be viewed as a social process, but not as a set of activities performed by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We can view marketing in two ways: from a micro view as a set of activities performed by organizations and also from a macro view as a social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micro view of marketing sees it as the performance of activities that seek to accomplish an organization's objectives by anticipating customer or client needs and directing a flow of need-satisfying goods and services from producer to customer or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in micro view is defined as the performance of activities that seek to accomplish an organization's objectives by anticipating customer or client needs and directing a flow of need-satisfying goods and services from producer to customer or client.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is the performance of activities that seek to accomplish an organization's objectives by anticipating customer or client needs and directing a flow of need-satisfying goods and services from producer to customer or client.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in micro view is defined as the performance of activities that seek to accomplish an organization's objectives by anticipating customer or client needs and directing a flow of need-satisfying goods and services from producer to customer or client.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micro view of marketing is mainly concerned with the activities performed by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in micro view is defined as the performance of activities that seek to accomplish an organization's objectives.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From a micro view, marketing activities are performed only by profit-oriented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applies to both profit and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only applies to 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applies to both profit and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only applies to for-profit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applies to both profit and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activities should be of no interest to a nonprofit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applies to both profit and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activities should begin with potential customer needs, not with the production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rather than production, should begin with determining what goods and services are to be developed to satisfy customer needs.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Production, not marketing, should determine what products are to be made.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rather than production, should determine what goods and services are to be developed.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should begin with the production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should begin with potential customer needs and not with the production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does not occur unless there are two or more parties who want to exchange something for something else.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involves a flow of need-satisfying offerings from a producer to a customer which implies that there is an exchange of the offering for something else, such as the customer's money.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does not occur unless two or more parties are willing to exchange something for something else.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involves a flow of need-satisfying offerings from a producer to a customer which implies that there is an exchange of the offering for something else, such as the customer's money.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doesn't occur unless two or more parties are willing to exchange one item for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involves a flow of need-satisfying offerings from a producer to a customer which implies that there is an exchange of the offering for something else, such as the customer's money.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pure subsistence economy—when each family unit produces everything it consumes—no marketing is involved.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In a pure subsistence economy, when each family unit produces everything it consumes, there is no need to exchange goods and services and no marketing is involved.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marketing exchange is a single transaction between a firm and a customer, nothing more.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exchange is often part of an ongoing relationship, not just a single transaction.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is concerned with individual transactions rather than with building ongoing relationships with customers because that is the job of people in the public relations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marketing flow of need-satisfying goods and services is not just for a single transaction but rather is part of building a long-lasting relationship that benefits both the firm and the customer.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emphasizes how the whole marketing system 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emphasis with macro-marketing is on how the whole marketing system works which includes looking at how marketing affects society and vice versa.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Micro-marketing is a social process that directs an economy's flow of goods and services from producers to consumers in a way that effectively matches supply and demand and accomplishes society's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is a set of activities that direct an economy's flow of goods and services from producers to consumers in a way which effectively matches supply and demand and accomplishes the objectives of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emphasizes how the whole system works, rather than the activities of individual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emphasis with macro-marketing is not on the activities of individual organizations. Instead, the emphasis is on how the whole marketing system works.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emphasizes the activities of individual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emphasis with macro-marketing is not on the activities of individual organizations. Instead, the emphasis is on how the whole marketing system works.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is concerned with examining the relationship of the entire production and distribution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Macro-marketing is concerned with the flow of need-satisfying goods and services from producers to consumers.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effective macro-marketing system matches heterogeneous supply with heterogeneous demand.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role of a macro-marketing system is to effectively match the heterogeneous supply and demand and at the same time accomplish society's objectives.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Effective marketing in an advanced economy is difficult because producers and consumers are often separated in several levels.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Effective marketing in an advanced economy is difficult because producers and consumers are often separated in several ways.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Achieving effective marketing in an advanced economy is simplified by the fact that producers are separated from consumers in only two ways: time and 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Effective marketing in an advanced economy is difficult because producers and consumers are often separated in several ways such as space, time, information and values, and ownership.</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"Economies of scale" means that as a company produces larger numbers of a particular product, the cost for each unit of the product goes down.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Economies of scale means that as a company produces larger numbers of a particular product, the cost of each unit of the product goes down.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"Economies of scale" prevent a company from taking advantage of mass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Most firms specialize in producing and selling large amounts of a narrow assortment of goods and services which allows them to take advantage of mass production with its economies of scale.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"Economies of scale" means that as a company produces more of a product, the total cost of production goes up.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Economies of scale means that as a company produces larger numbers of a particular product, the cost of each unit of the product goes down.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"Economies of scale" means that as a company produces more of a product, the cost of each unit produced goes down.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Economies of scale means that as a company produces larger numbers of a particular product, the cost of each unit of the product goes down.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advanced societies, all goods and services can be produced with mass production and its economies of scale.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In advanced societies, narrow assortment of goods and services can be produced with mass production and its economies of scale.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Both mass production and effective marketing are needed to satisfy the economic needs of an advanced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This is a statement that requires an understanding of the material in Exhibit 1-1 and the material in text on p. 09.</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49.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effective macro-marketing system overcomes discrepancies of quantity and discrepancies of assortment by using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purpose of a macro-marketing system is to overcome the discrepancies and separations which are done by using the universal functions of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include buying, selling, transporting, storing, standardization and grading, financing, risk taking, and market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are buying, selling, transporting, storing, standardization and grading, financing, risk taking, and market information.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consist only of buying, selling, transporting, and storing.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are buying, selling, transporting, storing, standardization and grading, financing, risk taking, and market information.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Buying, selling, transporting and storing are all universal marketing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are buying, selling, transporting, storing, standardization and grading, financing, risk taking, and market information.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are performed in the same way in all nations and economic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must be performed in all macro-marketing systems and may differ among nations and economic systems.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functions are performed by producers, consumers, and a variety of marketing specialists.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Producers and consumers sometimes handle some of the marketing functions. However, exchanges are often easier or less expensive when a marketing specialist performs some of the marketing functions.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Intermediaries specialize in trade and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Intermediaries specialize in trade rather than production.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advantages of working with intermediaries increase as the number of producers and customers, their distance apart, and the number and variety of competing products increase.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Intermediaries can help to make the whole macro-marketing system more efficient and effective by the savings of time, effort, and expense that would be involved without them.</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While intermediaries facilitate exchange, their cost makes the whole macro-marketing system less efficient.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Intermediaries charge for services they provide, this charge is usually offset by the savings of time, effort, and expense that would be involved without them thus making the whole macro-marketing system more efficient and effective.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collaborators are any firms that provide the marketing functions of buying and selling.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Collaborators are firms that facilitate or provide one or more of the marketing functions other than buying or selling.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59.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specialists such as intermediaries and collaborators hinder the exchange process between producers and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Exchanges are often easier or less expensive when a marketing specialist performs some of the marketing functions.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individuals and organizations—and the activities that facilitate those exchanges—based on applications of information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E-commerce refers to exchanges between individuals or organizations—and activities that facilitate these exchanges—based on applications of information technology.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organizations (not individuals) and the activities that facilitate those exchanges.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E-commerce refers to exchanges between individuals or organizations—and activities that facilitate these exchanges—based on applications of information technology.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organizations, but not exchanges between individuals.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E-commerce refers to exchanges between individuals or organizations—and activities that facilitate these exchanges—based on applications of information technology.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E-commerce refers to exchanges between individuals, but not exchanges between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E-commerce refers to exchanges between individuals or organizations—and activities that facilitate these exchanges—based on applications of information technology.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Compared to other innovations, firms have been relatively slow to adopt e-commerce.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growth of the Internet provided opportunities that resulted in the rapid growth of e-commerce.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costs go down and customer satisfaction goes up in all exchanges handled by e-commerce.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Many individual firms take advantage of innovations that help cut the costs of many marketing functions to improve profitability and customer satisfaction.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Responsibility for performing the marketing functions can be shifted and shared in a variety of ways, but no function can be completely eliminated.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All of the marketing functions must be performed by someone, either by shifting or sharing but no function can be completely eliminated.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Not all societies need an economic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All societies must provide for the needs of their members and hence every society needs some sort of economic system.</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economic system is the way an economy organizes to use scarce resources to produce goods and services and distribute them for consumption among various people and groups in the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An economic system is the way an economy organizes to use scarce resources to produce goods and services and distribute them for consumption by various people and groups in the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69.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Only industrial nations need an economic system to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Every society needs some sort of economic system that must develop some method to decide what and how much is to be produced and distributed by whom, when, to whom, and why.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command economy, producers generally have little choice about what goods and services to produce.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Producers in a command economy generally have little choice about what goods and services to produce.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command economy, the individual decisions of many producers and consumers make the macro-level decisions for the whole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In a market-directed economy, the individual decisions of the many producers and consumers make the macro-level decisions for the whole economy.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market-directed economy is one in which government officials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In a command economy, government officials decide what and how much is to be produced and distributed by whom, when, to whom, and why.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market-directed economy, government officials decide what and how much is to be produced and distributed by whom, when, to whom,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In a command economy, government officials decide what and how much is to be produced and distributed by whom, when, to whom, and why.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market-directed economy, price is a rough measure of how society values particular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In a market-directed economy, prices in the marketplace are a rough measure of how society values particular goods and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Market-directed economies tend to provide consumers with greater freedom of choice than command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Consumers in a market-directed economy enjoy great freedom of choice in contrast with command economies.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market-directed economy, consumers enjoy complete freedom of choice.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Consumers in a market-directed economy enjoy great freedom of choice, but it is not complete freedom of choice. They are still required to buy goods and services that must be provided for the good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market-directed economy, profit is guaranteed.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New consumer needs that can be served profitably—not just the needs of the majority—will probably be met by some profit-minded businesses. But profit, survival, and growth are not guaranteed.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Most Western economies are completely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American economy and most other Western economies are mainly market-directed, but not completely.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79.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American economy is entirely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American economy and most other Western economies are mainly market-directed, but not completely.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American economy and most other Western economies are completely market-directed.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American economy and most other Western economies are mainly market-directed, but not completely.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Whether a particular macro-marketing system is judged fair and effective depends on the objectives of the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effectiveness and fairness of a particular macro-marketing system must be evaluated in terms of that society's objectives.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simple trade era was a time when families traded or sold their "surplus" output to local distributors who resold these goods to other consumers or distant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simple trade era was a time when families traded or sold their "surplus" output to local distributors. These specialists resold the goods to other consumers or other distributors. This was the early role of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applies to nonprofit organizations as well as to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marketing concept is as important for nonprofit organizations as it is for business firms.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Because they don't try to earn a profit, the marketing concept is not very useful for nonprofit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marketing concept is as important for nonprofit organizations as it is for business firms. In fact, marketing applies to all sorts of public and private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cannot be applied to nonprofit organizations because they are not profit-oriented.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applies to all sorts of public and private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nonprofit organizations, support may not come directly from satisfied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Support for nonprofit organizations often do not come directly from those who receive the benefits the organization produces.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As with any business, a nonprofit organization must take in as much money as it spends or it won't survive.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As with a business, a nonprofit organization must take in as much money as it spends or it won't survive.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nonprofit organization does not measure profit in the same way as a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 nonprofit organization does not measure "profit" in the same way as a firm.</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89.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During the "production era" a company focuses on production—because few products are available in the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"If we can make it, it will sell" is management thinking characteristic of the production era.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From the Industrial Revolution until the 1920s, most companies were in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From the Industrial Revolution until the 1920s, most companies were in the production era.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During the "sales era," the firm tries to improve short-run marketing policy planning to tie together its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departments are usually formed when firms go from the "production era" to the "sales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Marketing departments are not formed until someone is needed to tie together the efforts of research, purchasing, production, shipping, and sales. This does not occur until firms have already gone through both the production era and the sales era.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department era" is a time when all marketing activities are brought under the control of one department.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marketing department era is a time when all marketing activities are brought under the control of one department to improve short-run policy planning and to try to integrate the firm's activities.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During the "marketing company era," the total company effort is guided by the idea that customers exist to buy the firm's output.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marketing company era is a time when, in addition to short-run marketing planning, marketing people develop long-range plans and the whole company effort is guided by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company has moved into the "marketing company era" when, in addition to short-run marketing planning, the total company effort is guided by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marketing company era is a time when, in addition to short-run marketing planning, marketing people develop long-range plans and the whole company effort is guided by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means that an organization aims all its efforts at satisfying its customers—at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a firm should aim all its efforts at satisfying customers, even if this proves to be unprofitable.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but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means that a firm emphasizes attracting new customers above all other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but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99.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firm that adopts the "marketing concept" will aim all its efforts at satisfying customers, while trying to make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but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firm that makes products which are easy to produce and then tries to sell them has a production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 production orientation means making whatever products which are easy to produce and then trying to sell them and think of customers existing to buy the firm's output rather than of firms existing to serve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term "marketing orientation" means making products that are easy to produce and then trying to sell them.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 production orientation means making whatever products which are easy to produce and then trying to sell them and think of customers existing to buy the firm's output rather than of firms existing to serve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marketing-oriented firm would try to produce what customers want, while a production-oriented firm would try to get customers to buy what the firm has produced.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Marketing-oriented firm tries to offer customers what they need and a production oriented firm makes whatever products which are easy to produce and then try to sell them.</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three basic ideas in the marketing concept are 1) putting the marketing manager in charge of the whole firm, 2) a competitive orientation, and 3) an emphasis on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Three basic ideas of the marketing concept are: (1) customer satisfaction, (2) a total company effort, and (3) profit and 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a firm makes a total company effort to satisfy its customers, and profit—not just sales—is an objective of the firm, the company is practicing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Three basic ideas of the marketing concept are: (1) customer satisfaction, (2) a total company effort, and (3) profit and 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three basic ideas included in the definition of the marketing concept are: customer satisfaction, a total company effort, and sales as an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Three basic ideas are included in the definition of the marketing concept: (1) customer satisfaction, (2) a total company effort, and (3) profit and 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three basic ideas in the marketing concept are: 1) customer satisfaction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2) confining marketing activities to marketing professionals; and 3) having profit as an objective.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Three basic ideas are included in the definition of the marketing concept: (1) customer satisfaction, (2) a total company effort, and (3) profit and 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Adopting the marketing concept rarely requires any change in a firm's attitudes, organization structure, or management methods and procedures.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Adoption of the marketing concept is not universal. The marketing concept provides a guiding focus that all departments adopt.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Adopting the marketing concept requires that a business firm eliminate all functional departments.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Departments may still exist because specialization often makes sense while marketing concept provides a guiding focus that all departments adopt.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109.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Companies that consider the triple bottom line measure economic, social, and political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Some organizations explicitly consider a triple bottom line—which measures an organization's economic, social, and environmental outcomes—as a measure of long-term success.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Organizations guided by a triple bottom line consider economic, social, and environmental outcomes as measures of long-term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Some organizations explicitly consider a triple bottom line—which measures an organization's economic, social, and environmental outcomes—as a measure of long-term success.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was very quickly accepted, especially among producers of industrial commodities like steel and glass.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Adoption of the marketing concept is not universal because producers of industrial commodities like steel, coal, and chemicals have tended to remain production oriented.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Producers who operate in a competitive environment are more likely to adopt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When an industry gets competitive, consumers have choices and flock to those that deliver customer satisfaction. This provides an incentive for more firms to practice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Adoption of the marketing concept is now universal.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Adoption of the marketing concept is not universal.</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manager who follows a production concept views customer satisfaction as the path to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 manager who adopts the marketing concept sees customer satisfaction as the path to profits.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Customer value is the difference that a customer sees between the benefits of a firm's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Customer value is just another term for customer satisfaction.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 Satisfaction occurs when you give the customers what they need.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good or service that doesn't meet a consumer's needs results in low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 good or service that doesn't meet a customer's needs results in low customer value, even if the price is very low.</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119.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Setting a low price for a firm's offering is a sure way of creating high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Some people think that higher customer value comes from a low price. A high price may be more than acceptable when it obtains the desired benefits.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Low price and high customer value is one and the same 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Some people think that higher customer value comes from a low price. A high price may be more than acceptable when it obtains the desired benefits.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it comes to customer value, it is the customer's view that matters, not the view of the marketing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Manager's objective and thorough analysis may not accurately reflect the customer's impressions. Yet it is the customer's view that matters.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marketing, it is the manager's viewpoint that matters, not the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Manager's objective and thorough analysis may not accurately reflect the customer's impressions. Yet it is the customer's view that matters.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Offering superior customer value is especially important when competition is intense.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 firm that offers superior customer value is likely to win the competition and keep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Often the best way for a firm to beat the competition is to be first to satisfy a need that others have not even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Often the best way to improve customer value, and beat the competition, is to be first to satisfy a need that others have not even considered.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Firms that embrace the marketing concept seek ways to build a profitable long-term relationship with each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Firms that embrace the marketing concept seek ways to build a profitable long-term relationship with each customer.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It is more costly for firms to try and attract new customers than it is to build a strong relationship with existing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Trying to get new customers by taking them away from a competitor is usually more costly than retaining current customer relationships by really satisfying their needs.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To develop lasting relationships with customers, marketing-oriented firms need to focus on customer satisfaction both before and after each sale.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Building lasting relationships with customers requires that everyone in a firm work together to provide customer value before and after each purchase.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trying to build relationships with customers, salespeople must be particularly well-trained because they are usually the only employees whose actions influence customers directly.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The long-term relationship with the customer is threatened unless everyone works together to make things right for the customer.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129.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credits L.L. Bean's success to its focus on customer satisfaction and good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L.L. Bean has always focused on customer satisfaction and customer value as a way to build long-term relationships and succeed with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credits L.L. Bean's marketing success to its great location.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L.L. Bean has always focused on customer satisfaction and customer value as a way to build long-term relationships with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L.L. Bean has achieved success because its customers typically view the benefits of buying its products as greater than the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L.L. Bean offers consumers a lot more than clothing and equipment. It has always focused on customer satisfaction and customer value as a way to build long-term relationships with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credits Chipotle's marketing success to its great price.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Curves looked for ways to offer superior customer value leading to its marketing success.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Chipotle has achieved success because its customers typically view the benefits of buying its products as greater than the costs.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Curves looked for ways to offer superior customer value leading to its marketing success.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credits Chipotle's success to its offering good 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Curves looked for ways to offer superior customer value leading to its marketing success.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Sometimes micro-macro dilemmas arise because what is "good" for some producers and consumers may not be "good" for society as a whole.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Micro-macro dilemma means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Gun control is an example of a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Micro-macro dilemma means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micro-macro dilemma occurs when a firm focuses its efforts on satisfying some consumers to achieve its objectives, possibly causing negative societal outcomes.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The micro macro dilemma occurs when a firm focuses its efforts on satisfying some consumers to achieve its objectives which may result in negative effects on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firm's obligation to improve its positive effects on society and reduce its negative effects is called fiscal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 firm's obligation to improve its positive effects on society and reduce its negative effects is called social responsibility.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139.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it is a firm's obligation to improve its positive effects on society and reduce its negative effects.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 firm's obligation to improve its positive effects on society and reduce its negative effects is called social responsibility.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Organizations that adopt the marketing concept should be concerned about marketing ethics as well as broader issues of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 manager cannot be truly consumer-oriented and at the same time intentionally unethical.</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ethics are the moral standards that guide marketing decisions and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ethics are the moral standards that guide marketing decisions and actions.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moral standards that guide marketing decisions and actions are called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Marketing ethics are the moral standards that guide marketing decisions and actions.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Moral standards often vary from one person to another, from one society to another, and among different groups within a society, so there is likely to be disagreement about what opinion is correct when it comes to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Each individual develops moral standards based on his or her own values that helps explain why opinions about what is right or wrong often vary from one person to another, from one society to another, and among different groups within a society and sometimes difficult to say whose opinions are "correct."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manager shouldn't be criticized for making an unethical marketing decision unless the ethical breach was intentional.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3F4BDF" w:rsidRDefault="003F4BDF">
            <w:pPr>
              <w:keepNext/>
              <w:keepLines/>
              <w:spacing w:before="266" w:after="266"/>
            </w:pPr>
            <w:r>
              <w:rPr>
                <w:rFonts w:ascii="Arial Unicode MS" w:eastAsia="Arial Unicode MS" w:hAnsi="Arial Unicode MS" w:cs="Arial Unicode MS"/>
                <w:color w:val="000000"/>
                <w:sz w:val="20"/>
              </w:rPr>
              <w:t>A manager cannot be truly consumer-oriented and at the same time intentionally unethical.</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American Marketing Association has adopted a statement of ethics that sets specific ethical standards for many aspects of the management job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As stated in Exhibit 1-7, the American Marketing Association's code of ethics sets specific ethical standards for many aspects of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American Marketing Association's statement of ethics sets specific ethical standards for many aspects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3F4BDF" w:rsidRDefault="003F4BDF">
            <w:pPr>
              <w:keepNext/>
              <w:keepLines/>
              <w:spacing w:before="266" w:after="266"/>
            </w:pPr>
            <w:r>
              <w:rPr>
                <w:rFonts w:ascii="Arial Unicode MS" w:eastAsia="Arial Unicode MS" w:hAnsi="Arial Unicode MS" w:cs="Arial Unicode MS"/>
                <w:color w:val="000000"/>
                <w:sz w:val="20"/>
              </w:rPr>
              <w:t>As stated in Exhibit 1-7, the American Marketing Association's code of ethics sets specific ethical standards for many aspects of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spacing w:after="0"/>
      </w:pPr>
      <w:r>
        <w:rPr>
          <w:rFonts w:ascii="Arial Unicode MS" w:eastAsia="Arial Unicode MS" w:hAnsi="Arial Unicode MS" w:cs="Arial Unicode MS"/>
          <w:color w:val="000000"/>
          <w:sz w:val="18"/>
        </w:rPr>
        <w:t> </w:t>
      </w:r>
    </w:p>
    <w:p w:rsidR="003F4BDF" w:rsidRDefault="003F4BD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 xml:space="preserve">Multiple Choice Questions </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3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more than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and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and advertising.</w:t>
                  </w:r>
                </w:p>
              </w:tc>
            </w:tr>
          </w:tbl>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following activities are rightly considered marketing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the grand opening of a new furniture store.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researching which furniture designs are popular with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determining how many pieces of furniture can be sold at different price points.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8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building a facility to make furniture.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furniture to customers in a furniture showroom.</w:t>
                  </w:r>
                </w:p>
              </w:tc>
            </w:tr>
          </w:tbl>
          <w:p w:rsidR="003F4BDF" w:rsidRDefault="003F4BDF">
            <w:pPr>
              <w:keepNext/>
              <w:keepLines/>
              <w:spacing w:before="266" w:after="266"/>
            </w:pPr>
            <w:r>
              <w:rPr>
                <w:rFonts w:ascii="Arial Unicode MS" w:eastAsia="Arial Unicode MS" w:hAnsi="Arial Unicode MS" w:cs="Arial Unicode MS"/>
                <w:color w:val="000000"/>
                <w:sz w:val="20"/>
              </w:rPr>
              <w:t>Building a facility to manufacture furniture is part of production, not marketing. In contrast with production, marketing helps make sure that the right goods and services are produced and find their way to consumers.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149.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marketing manager planning to launch a successful new product should begin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obtaining financing for the venture.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designing products that interest him or 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3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identifying a product or service that customers need.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choosing a business partner.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establishing a legal corporation.</w:t>
                  </w:r>
                </w:p>
              </w:tc>
            </w:tr>
          </w:tbl>
          <w:p w:rsidR="003F4BDF" w:rsidRDefault="003F4BDF">
            <w:pPr>
              <w:keepNext/>
              <w:keepLines/>
              <w:spacing w:before="266" w:after="266"/>
            </w:pPr>
            <w:r>
              <w:rPr>
                <w:rFonts w:ascii="Arial Unicode MS" w:eastAsia="Arial Unicode MS" w:hAnsi="Arial Unicode MS" w:cs="Arial Unicode MS"/>
                <w:color w:val="000000"/>
                <w:sz w:val="20"/>
              </w:rPr>
              <w:t>Marketing should begin with potential customer needs. Marketing should try to anticipate needs and then determine what goods and services are to be developed to meet those needs.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would not engage in the process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United Way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United States Postal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Outback Steakhouse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JFK International Airport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Sam's Club members</w:t>
                  </w:r>
                </w:p>
              </w:tc>
            </w:tr>
          </w:tbl>
          <w:p w:rsidR="003F4BDF" w:rsidRDefault="003F4BDF">
            <w:pPr>
              <w:keepNext/>
              <w:keepLines/>
              <w:spacing w:before="266" w:after="266"/>
            </w:pPr>
            <w:r>
              <w:rPr>
                <w:rFonts w:ascii="Arial Unicode MS" w:eastAsia="Arial Unicode MS" w:hAnsi="Arial Unicode MS" w:cs="Arial Unicode MS"/>
                <w:color w:val="000000"/>
                <w:sz w:val="20"/>
              </w:rPr>
              <w:t>Marketing is a set of activities done by an organization to satisfy customers. While marketing applies to profit and nonprofit organizations, customers such as Sam's Club members do not engage in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good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than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Performing services.</w:t>
                  </w:r>
                </w:p>
              </w:tc>
            </w:tr>
          </w:tbl>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0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more than just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a product that fills a need.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a good product that sells itself.</w:t>
                  </w:r>
                </w:p>
              </w:tc>
            </w:tr>
          </w:tbl>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According to the text, marketing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a good product that sells itself.</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more than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goods and/or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doing whatever it takes to be able to offer consumers a "better mousetrap."</w:t>
                  </w:r>
                </w:p>
              </w:tc>
            </w:tr>
          </w:tbl>
          <w:p w:rsidR="003F4BDF" w:rsidRDefault="003F4BDF">
            <w:pPr>
              <w:keepNext/>
              <w:keepLines/>
              <w:spacing w:before="266" w:after="266"/>
            </w:pPr>
            <w:r>
              <w:rPr>
                <w:rFonts w:ascii="Arial Unicode MS" w:eastAsia="Arial Unicode MS" w:hAnsi="Arial Unicode MS" w:cs="Arial Unicode MS"/>
                <w:color w:val="000000"/>
                <w:sz w:val="20"/>
              </w:rPr>
              <w:t>Although it's true that selling and advertising are parts of marketing, marketing is much more than that.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production of a new mountain bike model includes which of the following activities?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Determining how to get the new model to likely bike purchasers.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Actually making the new mountain bikes.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Estimating how many competing companies will be making bikes.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Predicting what types of bikes different types of bike riders will want.</w:t>
                  </w:r>
                </w:p>
              </w:tc>
            </w:tr>
          </w:tbl>
          <w:p w:rsidR="003F4BDF" w:rsidRDefault="003F4BDF">
            <w:pPr>
              <w:keepNext/>
              <w:keepLines/>
              <w:spacing w:before="266" w:after="266"/>
            </w:pPr>
            <w:r>
              <w:rPr>
                <w:rFonts w:ascii="Arial Unicode MS" w:eastAsia="Arial Unicode MS" w:hAnsi="Arial Unicode MS" w:cs="Arial Unicode MS"/>
                <w:color w:val="000000"/>
                <w:sz w:val="20"/>
              </w:rPr>
              <w:t>Production is actually making goods or performing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Predicting what types of bicycles different customers will want and deciding which of these customers the business will try to satisfy are activities a firm should do as part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goods or performing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pPr>
              <w:keepNext/>
              <w:keepLines/>
              <w:spacing w:before="266" w:after="266"/>
            </w:pPr>
            <w:r>
              <w:rPr>
                <w:rFonts w:ascii="Arial Unicode MS" w:eastAsia="Arial Unicode MS" w:hAnsi="Arial Unicode MS" w:cs="Arial Unicode MS"/>
                <w:color w:val="000000"/>
                <w:sz w:val="20"/>
              </w:rPr>
              <w:t>Marketing provides needed direction for production and helps make sure that the right goods and services are produced and find their way to consumers.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For Tesla, a new firm that makes an electric sports car, estimating how many competitors will make electric vehicles and what kinds they will make,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one of the universal functions of 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activity.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example of 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best left to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part of marketing.</w:t>
                  </w:r>
                </w:p>
              </w:tc>
            </w:tr>
          </w:tbl>
          <w:p w:rsidR="003F4BDF" w:rsidRDefault="003F4BDF">
            <w:pPr>
              <w:keepNext/>
              <w:keepLines/>
              <w:spacing w:before="266" w:after="266"/>
            </w:pPr>
            <w:r>
              <w:rPr>
                <w:rFonts w:ascii="Arial Unicode MS" w:eastAsia="Arial Unicode MS" w:hAnsi="Arial Unicode MS" w:cs="Arial Unicode MS"/>
                <w:color w:val="000000"/>
                <w:sz w:val="20"/>
              </w:rPr>
              <w:t>Marketing provides needed direction for production and helps make sure that the right goods and services are produced and find their way to consumers.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1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means "selling" or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provides direction for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involves actually making goods or performing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0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does not impact consumers' standard of living.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the development and spread new ideas, goods, and services.</w:t>
                  </w:r>
                </w:p>
              </w:tc>
            </w:tr>
          </w:tbl>
          <w:p w:rsidR="003F4BDF" w:rsidRDefault="003F4BDF">
            <w:pPr>
              <w:keepNext/>
              <w:keepLines/>
              <w:spacing w:before="266" w:after="266"/>
            </w:pPr>
            <w:r>
              <w:rPr>
                <w:rFonts w:ascii="Arial Unicode MS" w:eastAsia="Arial Unicode MS" w:hAnsi="Arial Unicode MS" w:cs="Arial Unicode MS"/>
                <w:color w:val="000000"/>
                <w:sz w:val="20"/>
              </w:rPr>
              <w:t>Marketing provides needed direction for production and helps make sure that the right goods and services are produced and find their way to consumers.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____________________ is the extent to which a firm fulfills a customer's needs, desires, and expectations.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forecast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support</w:t>
                  </w:r>
                </w:p>
              </w:tc>
            </w:tr>
          </w:tbl>
          <w:p w:rsidR="003F4BDF" w:rsidRDefault="003F4BDF">
            <w:pPr>
              <w:keepNext/>
              <w:keepLines/>
              <w:spacing w:before="266" w:after="266"/>
            </w:pPr>
            <w:r>
              <w:rPr>
                <w:rFonts w:ascii="Arial Unicode MS" w:eastAsia="Arial Unicode MS" w:hAnsi="Arial Unicode MS" w:cs="Arial Unicode MS"/>
                <w:color w:val="000000"/>
                <w:sz w:val="20"/>
              </w:rPr>
              <w:t>Customer satisfaction is the extent to which a firm fulfills a customer's needs, desires, and expectations.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159.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Customer satisfaction is the extent to which a firm fulfills a consumer's: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desires.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expectations.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needs and desires.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pPr>
              <w:keepNext/>
              <w:keepLines/>
              <w:spacing w:before="266" w:after="266"/>
            </w:pPr>
            <w:r>
              <w:rPr>
                <w:rFonts w:ascii="Arial Unicode MS" w:eastAsia="Arial Unicode MS" w:hAnsi="Arial Unicode MS" w:cs="Arial Unicode MS"/>
                <w:color w:val="000000"/>
                <w:sz w:val="20"/>
              </w:rPr>
              <w:t>Customer satisfaction is the extent to which a firm fulfills a customer's needs, desires, and expectations.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an advanced economy, marketing costs account for about ___ cents of every consumer dollar.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10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20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30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40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50</w:t>
                  </w:r>
                </w:p>
              </w:tc>
            </w:tr>
          </w:tbl>
          <w:p w:rsidR="003F4BDF" w:rsidRDefault="003F4BDF">
            <w:pPr>
              <w:keepNext/>
              <w:keepLines/>
              <w:spacing w:before="266" w:after="266"/>
            </w:pPr>
            <w:r>
              <w:rPr>
                <w:rFonts w:ascii="Arial Unicode MS" w:eastAsia="Arial Unicode MS" w:hAnsi="Arial Unicode MS" w:cs="Arial Unicode MS"/>
                <w:color w:val="000000"/>
                <w:sz w:val="20"/>
              </w:rPr>
              <w:t>In advanced economies, marketing costs about 50 cents of every consumer dollar. For some goods and services, the percentage is much higher.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concepts and techniques apply for nonprofit organizations—as well as for profit-seeking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offers many rewarding career opportunities.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cost of marketing is about 15 percent of the consumer's dollar.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almost every part of your daily life.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vital for economic growth and development.</w:t>
                  </w:r>
                </w:p>
              </w:tc>
            </w:tr>
          </w:tbl>
          <w:p w:rsidR="003F4BDF" w:rsidRDefault="003F4BDF">
            <w:pPr>
              <w:keepNext/>
              <w:keepLines/>
              <w:spacing w:before="266" w:after="266"/>
            </w:pPr>
            <w:r>
              <w:rPr>
                <w:rFonts w:ascii="Arial Unicode MS" w:eastAsia="Arial Unicode MS" w:hAnsi="Arial Unicode MS" w:cs="Arial Unicode MS"/>
                <w:color w:val="000000"/>
                <w:sz w:val="20"/>
              </w:rPr>
              <w:t>In advanced economies, marketing costs about 50 cents of every consumer dollar. For some goods and services, the percentage is much higher.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6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affects almost every aspect of our daily lives.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offers few exciting or rewarding career opportunities.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limits our choices of goods and services every day.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an organization on being the first to market a new product.</w:t>
                  </w:r>
                </w:p>
              </w:tc>
            </w:tr>
          </w:tbl>
          <w:p w:rsidR="003F4BDF" w:rsidRDefault="003F4BDF">
            <w:pPr>
              <w:keepNext/>
              <w:keepLines/>
              <w:spacing w:before="266" w:after="266"/>
            </w:pPr>
            <w:r>
              <w:rPr>
                <w:rFonts w:ascii="Arial Unicode MS" w:eastAsia="Arial Unicode MS" w:hAnsi="Arial Unicode MS" w:cs="Arial Unicode MS"/>
                <w:color w:val="000000"/>
                <w:sz w:val="20"/>
              </w:rPr>
              <w:t>Marketing affects almost every aspect of your daily life.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NOT a reason for you to study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almost every aspect of daily life.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will be important to your job.</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2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involves actually making the goods that people need.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innovation and consumers' standard of living.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plays a big part in economic growth and development.</w:t>
                  </w:r>
                </w:p>
              </w:tc>
            </w:tr>
          </w:tbl>
          <w:p w:rsidR="003F4BDF" w:rsidRDefault="003F4BDF">
            <w:pPr>
              <w:keepNext/>
              <w:keepLines/>
              <w:spacing w:before="266" w:after="266"/>
            </w:pPr>
            <w:r>
              <w:rPr>
                <w:rFonts w:ascii="Arial Unicode MS" w:eastAsia="Arial Unicode MS" w:hAnsi="Arial Unicode MS" w:cs="Arial Unicode MS"/>
                <w:color w:val="000000"/>
                <w:sz w:val="20"/>
              </w:rPr>
              <w:t>Marketing affects almost every aspect of daily life, is important to your job, affects innovation and consumers' standard of living and also plays a big part in economic growth and development. Production involves actually making the goods that people need.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encourages research and ______________, the development and spread of new ideas,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analysis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assessment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evaluation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introspection</w:t>
                  </w:r>
                </w:p>
              </w:tc>
            </w:tr>
          </w:tbl>
          <w:p w:rsidR="003F4BDF" w:rsidRDefault="003F4BDF">
            <w:pPr>
              <w:keepNext/>
              <w:keepLines/>
              <w:spacing w:before="266" w:after="266"/>
            </w:pPr>
            <w:r>
              <w:rPr>
                <w:rFonts w:ascii="Arial Unicode MS" w:eastAsia="Arial Unicode MS" w:hAnsi="Arial Unicode MS" w:cs="Arial Unicode MS"/>
                <w:color w:val="000000"/>
                <w:sz w:val="20"/>
              </w:rPr>
              <w:t>Marketing encourages research and innovation, the development and spread of new ideas, goods and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development and spread of new ideas, goods, and services for the marketplace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before="266" w:after="266"/>
            </w:pPr>
            <w:r>
              <w:rPr>
                <w:rFonts w:ascii="Arial Unicode MS" w:eastAsia="Arial Unicode MS" w:hAnsi="Arial Unicode MS" w:cs="Arial Unicode MS"/>
                <w:color w:val="000000"/>
                <w:sz w:val="20"/>
              </w:rPr>
              <w:t>The development and spread of new ideas, goods, and services for the marketplace is called innovation.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is Important to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can be viewed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0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set of activities performed by individual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relevant to for-profit organizations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just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beginning with the production process.</w:t>
                  </w:r>
                </w:p>
              </w:tc>
            </w:tr>
          </w:tbl>
          <w:p w:rsidR="003F4BDF" w:rsidRDefault="003F4BDF">
            <w:pPr>
              <w:keepNext/>
              <w:keepLines/>
              <w:spacing w:before="266" w:after="266"/>
            </w:pPr>
            <w:r>
              <w:rPr>
                <w:rFonts w:ascii="Arial Unicode MS" w:eastAsia="Arial Unicode MS" w:hAnsi="Arial Unicode MS" w:cs="Arial Unicode MS"/>
                <w:color w:val="000000"/>
                <w:sz w:val="20"/>
              </w:rPr>
              <w:t>Marketing is a set of activities done by an individual organization to satisfy its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examines all the following challenging scenarios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prefer to manufacture goods in large quantities, but consumers buy in small quantities.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require a wide assortment of food items, but individual producers can offer only a narrow assortment of food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set prices to cover costs and make a profit, but consumers choose goods based on their ability to pay.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Cedar Point Amusement Park would like to attract customers all year long, but its marketing strategy is currently limited to discount season pass offers during winter months while the park is closed.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tend to locate where it is economical to produce, but consumers are located in many scattered places.</w:t>
                  </w:r>
                </w:p>
              </w:tc>
            </w:tr>
          </w:tbl>
          <w:p w:rsidR="003F4BDF" w:rsidRDefault="003F4BDF">
            <w:pPr>
              <w:keepNext/>
              <w:keepLines/>
              <w:spacing w:before="266" w:after="266"/>
            </w:pPr>
            <w:r>
              <w:rPr>
                <w:rFonts w:ascii="Arial Unicode MS" w:eastAsia="Arial Unicode MS" w:hAnsi="Arial Unicode MS" w:cs="Arial Unicode MS"/>
                <w:color w:val="000000"/>
                <w:sz w:val="20"/>
              </w:rPr>
              <w:t>In contrast with marketing, macro-marketing examines how the whole marketing system works. It does not pertain to the individual marketing plans and challenges of individual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stresses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and selling are not really part of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nothing more than a set of business activities performed by individual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techniques have no application for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2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a social process and a set of activities performed by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good product usually sells itself.</w:t>
                  </w:r>
                </w:p>
              </w:tc>
            </w:tr>
          </w:tbl>
          <w:p w:rsidR="003F4BDF" w:rsidRDefault="003F4BDF">
            <w:pPr>
              <w:keepNext/>
              <w:keepLines/>
              <w:spacing w:before="266" w:after="266"/>
            </w:pPr>
            <w:r>
              <w:rPr>
                <w:rFonts w:ascii="Arial Unicode MS" w:eastAsia="Arial Unicode MS" w:hAnsi="Arial Unicode MS" w:cs="Arial Unicode MS"/>
                <w:color w:val="000000"/>
                <w:sz w:val="20"/>
              </w:rPr>
              <w:t>Marketing from a micro view is a set of activities performed by organizations and also from a macro view as a social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169.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Looking at marketing as a set of activities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for-profit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personalized marketing.</w:t>
                  </w:r>
                </w:p>
              </w:tc>
            </w:tr>
          </w:tbl>
          <w:p w:rsidR="003F4BDF" w:rsidRDefault="003F4BDF">
            <w:pPr>
              <w:keepNext/>
              <w:keepLines/>
              <w:spacing w:before="266" w:after="266"/>
            </w:pPr>
            <w:r>
              <w:rPr>
                <w:rFonts w:ascii="Arial Unicode MS" w:eastAsia="Arial Unicode MS" w:hAnsi="Arial Unicode MS" w:cs="Arial Unicode MS"/>
                <w:color w:val="000000"/>
                <w:sz w:val="20"/>
              </w:rPr>
              <w:t>Marketing from a micro view is a set of activities performed by organizations and also from a macro view as a social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Micro-marketing: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accomplish a company's objectives by anticipating customers' needs and trying to satisfy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begins with the production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involves persuading customers to buy your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 involving all producers, intermediaries,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make the whole economic system fair and effective.</w:t>
                  </w:r>
                </w:p>
              </w:tc>
            </w:tr>
          </w:tbl>
          <w:p w:rsidR="003F4BDF" w:rsidRDefault="003F4BDF">
            <w:pPr>
              <w:keepNext/>
              <w:keepLines/>
              <w:spacing w:before="266" w:after="266"/>
            </w:pPr>
            <w:r>
              <w:rPr>
                <w:rFonts w:ascii="Arial Unicode MS" w:eastAsia="Arial Unicode MS" w:hAnsi="Arial Unicode MS" w:cs="Arial Unicode MS"/>
                <w:color w:val="000000"/>
                <w:sz w:val="20"/>
              </w:rPr>
              <w:t>Micro-marketing is the performance of activities that seek to accomplish an organization's objectives by anticipating customer or client needs and directing a flow of need-satisfying goods and services from producer to customer or client.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Micro-marketing: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concerned with whether the whole economic system is fair and effective.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only to 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consists only of personal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anticipate and satisfy customer needs and accomplish an organization's objectives.</w:t>
                  </w:r>
                </w:p>
              </w:tc>
            </w:tr>
          </w:tbl>
          <w:p w:rsidR="003F4BDF" w:rsidRDefault="003F4BDF">
            <w:pPr>
              <w:keepNext/>
              <w:keepLines/>
              <w:spacing w:before="266" w:after="266"/>
            </w:pPr>
            <w:r>
              <w:rPr>
                <w:rFonts w:ascii="Arial Unicode MS" w:eastAsia="Arial Unicode MS" w:hAnsi="Arial Unicode MS" w:cs="Arial Unicode MS"/>
                <w:color w:val="000000"/>
                <w:sz w:val="20"/>
              </w:rPr>
              <w:t>Micro-marketing is the performance of activities that seek to accomplish an organization's objectives by anticipating customer or client needs and directing a flow of need-satisfying goods and services from producer to customer or client.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_______ is defined as the performance of activities that seek to accomplish an organization's objectives by anticipating customer needs and directing a flow of need-satisfying goods and services from producer to customer.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(from a micro view)</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promotion</w:t>
                  </w:r>
                </w:p>
              </w:tc>
            </w:tr>
          </w:tbl>
          <w:p w:rsidR="003F4BDF" w:rsidRDefault="003F4BDF">
            <w:pPr>
              <w:keepNext/>
              <w:keepLines/>
              <w:spacing w:before="266" w:after="266"/>
            </w:pPr>
            <w:r>
              <w:rPr>
                <w:rFonts w:ascii="Arial Unicode MS" w:eastAsia="Arial Unicode MS" w:hAnsi="Arial Unicode MS" w:cs="Arial Unicode MS"/>
                <w:color w:val="000000"/>
                <w:sz w:val="20"/>
              </w:rPr>
              <w:t>Micro-marketing is the performance of activities that seek to accomplish an organization's objectives by anticipating customer or client needs and directing a flow of need-satisfying goods and services from producer to customer or client.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From a micro view,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6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large corporations but not to a new venture started by one person.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an important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how the whole marketing system works.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5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set of activities performed by an individual organization to satisfy its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9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directs an economy's flow of goods and services from producers to consumers.</w:t>
                  </w:r>
                </w:p>
              </w:tc>
            </w:tr>
          </w:tbl>
          <w:p w:rsidR="003F4BDF" w:rsidRDefault="003F4BDF">
            <w:pPr>
              <w:keepNext/>
              <w:keepLines/>
              <w:spacing w:before="266" w:after="266"/>
            </w:pPr>
            <w:r>
              <w:rPr>
                <w:rFonts w:ascii="Arial Unicode MS" w:eastAsia="Arial Unicode MS" w:hAnsi="Arial Unicode MS" w:cs="Arial Unicode MS"/>
                <w:color w:val="000000"/>
                <w:sz w:val="20"/>
              </w:rPr>
              <w:t>Marketing from a micro view is a set of activities performed by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best describes the modern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job of marketing is to get rid of whatever the company is producing.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should take over production, accounting, and financial services within a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0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concerned with generating a single exchange between a firm and a customer.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begins with anticipating potential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not marketing, should determine what goods and services are to be developed.</w:t>
                  </w:r>
                </w:p>
              </w:tc>
            </w:tr>
          </w:tbl>
          <w:p w:rsidR="003F4BDF" w:rsidRDefault="003F4BDF">
            <w:pPr>
              <w:keepNext/>
              <w:keepLines/>
              <w:spacing w:before="266" w:after="266"/>
            </w:pPr>
            <w:r>
              <w:rPr>
                <w:rFonts w:ascii="Arial Unicode MS" w:eastAsia="Arial Unicode MS" w:hAnsi="Arial Unicode MS" w:cs="Arial Unicode MS"/>
                <w:color w:val="000000"/>
                <w:sz w:val="20"/>
              </w:rPr>
              <w:t>Marketing should begin with potential customer needs and not with the production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best describes the modern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only necessary for profit-oriented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consists mainly of advertising and personal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2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anticipates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begins as soon as products are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6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Firms that don't rely on e-commerce should put more emphasis on marketing.</w:t>
                  </w:r>
                </w:p>
              </w:tc>
            </w:tr>
          </w:tbl>
          <w:p w:rsidR="003F4BDF" w:rsidRDefault="003F4BDF">
            <w:pPr>
              <w:keepNext/>
              <w:keepLines/>
              <w:spacing w:before="266" w:after="266"/>
            </w:pPr>
            <w:r>
              <w:rPr>
                <w:rFonts w:ascii="Arial Unicode MS" w:eastAsia="Arial Unicode MS" w:hAnsi="Arial Unicode MS" w:cs="Arial Unicode MS"/>
                <w:color w:val="000000"/>
                <w:sz w:val="20"/>
              </w:rPr>
              <w:t>Marketing should begin with potential customer needs and not with the production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From a micro view, which of the following is the best example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North Korea unveils a new five-year production plan.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China and the U.S. agree on a new trade agreement.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0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American Red Cross seeks more blood donors.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Internet makes it possible for firms to reach customers in other countries.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good example.</w:t>
                  </w:r>
                </w:p>
              </w:tc>
            </w:tr>
          </w:tbl>
          <w:p w:rsidR="003F4BDF" w:rsidRDefault="003F4BDF">
            <w:pPr>
              <w:keepNext/>
              <w:keepLines/>
              <w:spacing w:before="266" w:after="266"/>
            </w:pPr>
            <w:r>
              <w:rPr>
                <w:rFonts w:ascii="Arial Unicode MS" w:eastAsia="Arial Unicode MS" w:hAnsi="Arial Unicode MS" w:cs="Arial Unicode MS"/>
                <w:color w:val="000000"/>
                <w:sz w:val="20"/>
              </w:rPr>
              <w:t>Marketing from a micro view is a set of activities performed by organizations. The American Red Cross is an organization which performs activities such as seeking more blood donors. The other alternatives above deal with macro-marketing issues.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by a U.S. president best reflects a MICRO view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0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tax cut will give consumers more spending money."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"With interest rates low, many young people can now afford to buy a new home."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United States we have a better choice of products than in any other country."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"My administration will spend 75 percent more on purchases related to domestic security during the next year."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0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"Tourism firms should advertise more to attract more international visitors."</w:t>
                  </w:r>
                </w:p>
              </w:tc>
            </w:tr>
          </w:tbl>
          <w:p w:rsidR="003F4BDF" w:rsidRDefault="003F4BDF">
            <w:pPr>
              <w:keepNext/>
              <w:keepLines/>
              <w:spacing w:before="266" w:after="266"/>
            </w:pPr>
            <w:r>
              <w:rPr>
                <w:rFonts w:ascii="Arial Unicode MS" w:eastAsia="Arial Unicode MS" w:hAnsi="Arial Unicode MS" w:cs="Arial Unicode MS"/>
                <w:color w:val="000000"/>
                <w:sz w:val="20"/>
              </w:rPr>
              <w:t>Marketing from a micro view is a set of activities performed by organizations. The other alternatives above deal with macro-marketing issues.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2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both profit and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9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says that marketing should take over all production, accounting, and financial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should begin as soon as goods are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does away with the need for advertising.</w:t>
                  </w:r>
                </w:p>
              </w:tc>
            </w:tr>
          </w:tbl>
          <w:p w:rsidR="003F4BDF" w:rsidRDefault="003F4BDF">
            <w:pPr>
              <w:keepNext/>
              <w:keepLines/>
              <w:spacing w:before="266" w:after="266"/>
            </w:pPr>
            <w:r>
              <w:rPr>
                <w:rFonts w:ascii="Arial Unicode MS" w:eastAsia="Arial Unicode MS" w:hAnsi="Arial Unicode MS" w:cs="Arial Unicode MS"/>
                <w:color w:val="000000"/>
                <w:sz w:val="20"/>
              </w:rPr>
              <w:t>Marketing applies to both profit and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179.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mass selling over personal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allows production, rather than marketing, to determine what products to make.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2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both profit and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concentrates on production, rather than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true statement about marketing.</w:t>
                  </w:r>
                </w:p>
              </w:tc>
            </w:tr>
          </w:tbl>
          <w:p w:rsidR="003F4BDF" w:rsidRDefault="003F4BDF">
            <w:pPr>
              <w:keepNext/>
              <w:keepLines/>
              <w:spacing w:before="266" w:after="266"/>
            </w:pPr>
            <w:r>
              <w:rPr>
                <w:rFonts w:ascii="Arial Unicode MS" w:eastAsia="Arial Unicode MS" w:hAnsi="Arial Unicode MS" w:cs="Arial Unicode MS"/>
                <w:color w:val="000000"/>
                <w:sz w:val="20"/>
              </w:rPr>
              <w:t>Marketing applies to both profit and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2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to both profit and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another name for selling and 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should pick up where the production process ends.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should expect that the production department will determine what goods and services are to be developed.</w:t>
                  </w:r>
                </w:p>
              </w:tc>
            </w:tr>
          </w:tbl>
          <w:p w:rsidR="003F4BDF" w:rsidRDefault="003F4BDF">
            <w:pPr>
              <w:keepNext/>
              <w:keepLines/>
              <w:spacing w:before="266" w:after="266"/>
            </w:pPr>
            <w:r>
              <w:rPr>
                <w:rFonts w:ascii="Arial Unicode MS" w:eastAsia="Arial Unicode MS" w:hAnsi="Arial Unicode MS" w:cs="Arial Unicode MS"/>
                <w:color w:val="000000"/>
                <w:sz w:val="20"/>
              </w:rPr>
              <w:t>Marketing applies to both profit and nonprofit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organizations would be least likely to need marketing skills?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accountant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electronics retailer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toy manufacturer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financial advisor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9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would be likely to need marketing skills.</w:t>
                  </w:r>
                </w:p>
              </w:tc>
            </w:tr>
          </w:tbl>
          <w:p w:rsidR="003F4BDF" w:rsidRDefault="003F4BDF">
            <w:pPr>
              <w:keepNext/>
              <w:keepLines/>
              <w:spacing w:before="266" w:after="266"/>
            </w:pPr>
            <w:r>
              <w:rPr>
                <w:rFonts w:ascii="Arial Unicode MS" w:eastAsia="Arial Unicode MS" w:hAnsi="Arial Unicode MS" w:cs="Arial Unicode MS"/>
                <w:color w:val="000000"/>
                <w:sz w:val="20"/>
              </w:rPr>
              <w:t>The aim of marketing is to identify customers' needs and provide need-satisfying products, whether the product is a physical good, a service, or even an idea.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aim of marketing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help create a pure subsistence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eliminate the need for exchanges.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persuade customers to buy the firm's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identify customers' needs and meet those needs so well that the product almost "sells itself."</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facilitate a single transaction.</w:t>
                  </w:r>
                </w:p>
              </w:tc>
            </w:tr>
          </w:tbl>
          <w:p w:rsidR="003F4BDF" w:rsidRDefault="003F4BDF">
            <w:pPr>
              <w:keepNext/>
              <w:keepLines/>
              <w:spacing w:before="266" w:after="266"/>
            </w:pPr>
            <w:r>
              <w:rPr>
                <w:rFonts w:ascii="Arial Unicode MS" w:eastAsia="Arial Unicode MS" w:hAnsi="Arial Unicode MS" w:cs="Arial Unicode MS"/>
                <w:color w:val="000000"/>
                <w:sz w:val="20"/>
              </w:rPr>
              <w:t>The aim of marketing is to identify customers' needs and meet those needs so well that the product almost "sells itself."</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Effective marketing should begin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8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effort to persuade unwilling customers to buy the firm's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potential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decision about what the firm can produce efficiently.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8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evaluation of the effect of the firm's decisions on the MACRO-marketing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manager making important production, accounting, and financial decisions for the firm.</w:t>
                  </w:r>
                </w:p>
              </w:tc>
            </w:tr>
          </w:tbl>
          <w:p w:rsidR="003F4BDF" w:rsidRDefault="003F4BDF">
            <w:pPr>
              <w:keepNext/>
              <w:keepLines/>
              <w:spacing w:before="266" w:after="266"/>
            </w:pPr>
            <w:r>
              <w:rPr>
                <w:rFonts w:ascii="Arial Unicode MS" w:eastAsia="Arial Unicode MS" w:hAnsi="Arial Unicode MS" w:cs="Arial Unicode MS"/>
                <w:color w:val="000000"/>
                <w:sz w:val="20"/>
              </w:rPr>
              <w:t>Marketing should begin with potential customer needs and not with the production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 with the production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make decisions about product design and packaging, prices or fees.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8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need to coordinate with production, accounting, and financial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7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 input, but let production determine what goods and services are to be developed.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 on getting customers to make a final purchase.</w:t>
                  </w:r>
                </w:p>
              </w:tc>
            </w:tr>
          </w:tbl>
          <w:p w:rsidR="003F4BDF" w:rsidRDefault="003F4BDF">
            <w:pPr>
              <w:keepNext/>
              <w:keepLines/>
              <w:spacing w:before="266" w:after="266"/>
            </w:pPr>
            <w:r>
              <w:rPr>
                <w:rFonts w:ascii="Arial Unicode MS" w:eastAsia="Arial Unicode MS" w:hAnsi="Arial Unicode MS" w:cs="Arial Unicode MS"/>
                <w:color w:val="000000"/>
                <w:sz w:val="20"/>
              </w:rPr>
              <w:t>Marketing should determine what goods and services are to be developed including decisions about product design and packaging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prices or fees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credit and collection policies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transporting and storing policies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advertising and sales policies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after the sale, installation, customer service, warranty, and perhaps even disposal and recycling policies.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All of the following should be determined by the marketing department of a firm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storing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actually making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designing the packaging for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setting the price of the product.</w:t>
                  </w:r>
                </w:p>
              </w:tc>
            </w:tr>
          </w:tbl>
          <w:p w:rsidR="003F4BDF" w:rsidRDefault="003F4BDF">
            <w:pPr>
              <w:keepNext/>
              <w:keepLines/>
              <w:spacing w:before="266" w:after="266"/>
            </w:pPr>
            <w:r>
              <w:rPr>
                <w:rFonts w:ascii="Arial Unicode MS" w:eastAsia="Arial Unicode MS" w:hAnsi="Arial Unicode MS" w:cs="Arial Unicode MS"/>
                <w:color w:val="000000"/>
                <w:sz w:val="20"/>
              </w:rPr>
              <w:t>Marketing should determine storing, advertising, designing the packaging, setting the price of the product, etc. Actually making goods or performing services is called production.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Know what marketing is and why you should learn about it.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Marketing-What's it All About?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could NOT take place without: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 or more parties who are willing to exchange something for something else.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high standard of living.</w:t>
                  </w:r>
                </w:p>
              </w:tc>
            </w:tr>
          </w:tbl>
          <w:p w:rsidR="003F4BDF" w:rsidRDefault="003F4BDF">
            <w:pPr>
              <w:keepNext/>
              <w:keepLines/>
              <w:spacing w:before="266" w:after="266"/>
            </w:pPr>
            <w:r>
              <w:rPr>
                <w:rFonts w:ascii="Arial Unicode MS" w:eastAsia="Arial Unicode MS" w:hAnsi="Arial Unicode MS" w:cs="Arial Unicode MS"/>
                <w:color w:val="000000"/>
                <w:sz w:val="20"/>
              </w:rPr>
              <w:t>Marketing doesn't occur unless two or more parties are willing to exchange something for something else.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will not happen unless: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e-commerce is flourishing.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 are present to simplify exchange.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 are present to facilitate exchange.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7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 or more parties each have something they want to exchange for something else.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economy is market-directed rather than command.</w:t>
                  </w:r>
                </w:p>
              </w:tc>
            </w:tr>
          </w:tbl>
          <w:p w:rsidR="003F4BDF" w:rsidRDefault="003F4BDF">
            <w:pPr>
              <w:keepNext/>
              <w:keepLines/>
              <w:spacing w:before="266" w:after="266"/>
            </w:pPr>
            <w:r>
              <w:rPr>
                <w:rFonts w:ascii="Arial Unicode MS" w:eastAsia="Arial Unicode MS" w:hAnsi="Arial Unicode MS" w:cs="Arial Unicode MS"/>
                <w:color w:val="000000"/>
                <w:sz w:val="20"/>
              </w:rPr>
              <w:t>Marketing doesn't occur unless two or more parties are willing to exchange something for something else.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must occur for marketing to happen?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3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 or more parties exchange something of value for something else of value.</w:t>
                  </w:r>
                </w:p>
              </w:tc>
            </w:tr>
          </w:tbl>
          <w:p w:rsidR="003F4BDF" w:rsidRDefault="003F4BDF">
            <w:pPr>
              <w:keepNext/>
              <w:keepLines/>
              <w:spacing w:before="266" w:after="266"/>
            </w:pPr>
            <w:r>
              <w:rPr>
                <w:rFonts w:ascii="Arial Unicode MS" w:eastAsia="Arial Unicode MS" w:hAnsi="Arial Unicode MS" w:cs="Arial Unicode MS"/>
                <w:color w:val="000000"/>
                <w:sz w:val="20"/>
              </w:rPr>
              <w:t>Marketing doesn't occur unless two or more parties are willing to exchange something for something else.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189.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is NOT needed in a ______________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pure subsistence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market-directed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correct.</w:t>
                  </w:r>
                </w:p>
              </w:tc>
            </w:tr>
          </w:tbl>
          <w:p w:rsidR="003F4BDF" w:rsidRDefault="003F4BDF">
            <w:pPr>
              <w:keepNext/>
              <w:keepLines/>
              <w:spacing w:before="266" w:after="266"/>
            </w:pPr>
            <w:r>
              <w:rPr>
                <w:rFonts w:ascii="Arial Unicode MS" w:eastAsia="Arial Unicode MS" w:hAnsi="Arial Unicode MS" w:cs="Arial Unicode MS"/>
                <w:color w:val="000000"/>
                <w:sz w:val="20"/>
              </w:rPr>
              <w:t>In a pure subsistence economy, when each family unit produces everything it consumes, there is no need to exchange goods and services and no marketing is involved.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pure subsistence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6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each family unit is self-sufficient.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exchanges are very important.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standard of living must be relatively high.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a great need for intermediaries.</w:t>
                  </w:r>
                </w:p>
              </w:tc>
            </w:tr>
          </w:tbl>
          <w:p w:rsidR="003F4BDF" w:rsidRDefault="003F4BDF">
            <w:pPr>
              <w:keepNext/>
              <w:keepLines/>
              <w:spacing w:before="266" w:after="266"/>
            </w:pPr>
            <w:r>
              <w:rPr>
                <w:rFonts w:ascii="Arial Unicode MS" w:eastAsia="Arial Unicode MS" w:hAnsi="Arial Unicode MS" w:cs="Arial Unicode MS"/>
                <w:color w:val="000000"/>
                <w:sz w:val="20"/>
              </w:rPr>
              <w:t>In a pure subsistence economy, when each family unit produces everything it consumes, there is no need to exchange goods and services and no marketing is involved.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If the family units on a South Pacific-island nation made all the products they consume, it would be a good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0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pure subsistence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micro-marketing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correct answer.</w:t>
                  </w:r>
                </w:p>
              </w:tc>
            </w:tr>
          </w:tbl>
          <w:p w:rsidR="003F4BDF" w:rsidRDefault="003F4BDF">
            <w:pPr>
              <w:keepNext/>
              <w:keepLines/>
              <w:spacing w:before="266" w:after="266"/>
            </w:pPr>
            <w:r>
              <w:rPr>
                <w:rFonts w:ascii="Arial Unicode MS" w:eastAsia="Arial Unicode MS" w:hAnsi="Arial Unicode MS" w:cs="Arial Unicode MS"/>
                <w:color w:val="000000"/>
                <w:sz w:val="20"/>
              </w:rPr>
              <w:t>In a pure subsistence economy, when each family unit produces everything it consumes, there is no need to exchange goods and services and no marketing is involved.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2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is most important in a pure subsistence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1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should provide direction for production, accounting, and financial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builds long-lasting relationships that benefit the selling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doesn't occur unless two or more parties are willing to exchange something for something else.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anticipates customer needs.</w:t>
                  </w:r>
                </w:p>
              </w:tc>
            </w:tr>
          </w:tbl>
          <w:p w:rsidR="003F4BDF" w:rsidRDefault="003F4BDF">
            <w:pPr>
              <w:keepNext/>
              <w:keepLines/>
              <w:spacing w:before="266" w:after="266"/>
            </w:pPr>
            <w:r>
              <w:rPr>
                <w:rFonts w:ascii="Arial Unicode MS" w:eastAsia="Arial Unicode MS" w:hAnsi="Arial Unicode MS" w:cs="Arial Unicode MS"/>
                <w:color w:val="000000"/>
                <w:sz w:val="20"/>
              </w:rPr>
              <w:t>In a pure subsistence economy, when each family unit produces everything it consumes, there is no need to exchange goods and services and no marketing is involved.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the products you buy.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applies to nonprofit organizations too.</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affects the advertising you see and hear.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offers many good job opportunities.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can help with individual transactions but not in building relationships with customers.</w:t>
                  </w:r>
                </w:p>
              </w:tc>
            </w:tr>
          </w:tbl>
          <w:p w:rsidR="003F4BDF" w:rsidRDefault="003F4BDF">
            <w:pPr>
              <w:keepNext/>
              <w:keepLines/>
              <w:spacing w:before="266" w:after="266"/>
            </w:pPr>
            <w:r>
              <w:rPr>
                <w:rFonts w:ascii="Arial Unicode MS" w:eastAsia="Arial Unicode MS" w:hAnsi="Arial Unicode MS" w:cs="Arial Unicode MS"/>
                <w:color w:val="000000"/>
                <w:sz w:val="20"/>
              </w:rPr>
              <w:t>A marketing exchange is often part of an ongoing relationship, not just a single transaction.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Should We Define 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Viewing marketing as a social process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by nonprofit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correct.</w:t>
                  </w:r>
                </w:p>
              </w:tc>
            </w:tr>
          </w:tbl>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Looking at marketing as a social process focuses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5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for-profit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personalized marketing.</w:t>
                  </w:r>
                </w:p>
              </w:tc>
            </w:tr>
          </w:tbl>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Societies need a macro-marketing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help match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create a gap between producers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accomplish an organization's objectives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identify 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reduce the need for intermediaries.</w:t>
                  </w:r>
                </w:p>
              </w:tc>
            </w:tr>
          </w:tbl>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8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how the whole marketing system works.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Considers how marketing affects society, but not how society affects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Matches homogeneous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mainly concerned with the activities of individual organizations.</w:t>
                  </w:r>
                </w:p>
              </w:tc>
            </w:tr>
          </w:tbl>
          <w:p w:rsidR="003F4BDF" w:rsidRDefault="003F4BDF">
            <w:pPr>
              <w:keepNext/>
              <w:keepLines/>
              <w:spacing w:before="266" w:after="266"/>
            </w:pPr>
            <w:r>
              <w:rPr>
                <w:rFonts w:ascii="Arial Unicode MS" w:eastAsia="Arial Unicode MS" w:hAnsi="Arial Unicode MS" w:cs="Arial Unicode MS"/>
                <w:color w:val="000000"/>
                <w:sz w:val="20"/>
              </w:rPr>
              <w:t>The emphasis with macro-marketing is not on the activities of individual organizations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instead, the emphasis is on how the whole marketing system works.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produce discrepancies of quantity and 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on the activities of individual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0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effectively match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set of activities performed by individual firms.</w:t>
                  </w:r>
                </w:p>
              </w:tc>
            </w:tr>
          </w:tbl>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199.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concerned with the activities performed by individual business organizations.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match heterogeneous supply capabilities with heterogeneous demands for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concerned with how effectively and fairly an individual business organization performs.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assumes that the effectiveness and fairness of all macro-marketing systems must be evaluated in terms of the same social objectives.</w:t>
                  </w:r>
                </w:p>
              </w:tc>
            </w:tr>
          </w:tbl>
          <w:p w:rsidR="003F4BDF" w:rsidRDefault="003F4BDF">
            <w:pPr>
              <w:keepNext/>
              <w:keepLines/>
              <w:spacing w:before="266" w:after="266"/>
            </w:pPr>
            <w:r>
              <w:rPr>
                <w:rFonts w:ascii="Arial Unicode MS" w:eastAsia="Arial Unicode MS" w:hAnsi="Arial Unicode MS" w:cs="Arial Unicode MS"/>
                <w:color w:val="000000"/>
                <w:sz w:val="20"/>
              </w:rPr>
              <w:t>The role of a macro-marketing system is to effectively match the heterogeneous supply and demand and at the same time accomplish society's objectives.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concerns the activities of individual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what people have in mind when they talk about marketing in everyday use.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helps consumers that need a narrow assortment of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applies only to nonprofit organizations.</w:t>
                  </w:r>
                </w:p>
              </w:tc>
            </w:tr>
          </w:tbl>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_________ directs an economy's flow of goods and services from producers to consumers in a way that effectively matches supply and demand and accomplishes the society's objectives.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transporting function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2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building a long-term relationship that benefits both the firm and the customer.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considers the marketing activities of corporations rather than individuals.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emphasizes how the whole marketing system works.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systems are only relevant to advanced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addresses discrepancies that emerge from homogeneous consumer demand.</w:t>
                  </w:r>
                </w:p>
              </w:tc>
            </w:tr>
          </w:tbl>
          <w:p w:rsidR="003F4BDF" w:rsidRDefault="003F4BDF">
            <w:pPr>
              <w:keepNext/>
              <w:keepLines/>
              <w:spacing w:before="266" w:after="266"/>
            </w:pPr>
            <w:r>
              <w:rPr>
                <w:rFonts w:ascii="Arial Unicode MS" w:eastAsia="Arial Unicode MS" w:hAnsi="Arial Unicode MS" w:cs="Arial Unicode MS"/>
                <w:color w:val="000000"/>
                <w:sz w:val="20"/>
              </w:rPr>
              <w:t>The emphasis with macro-marketing is not on the activities of individual organizations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instead, the emphasis is on how the whole marketing system works.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3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encourage "discrepancies of quantity" and "discrepancies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disrupt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foster the many separations between producers and consumers.</w:t>
                  </w:r>
                </w:p>
              </w:tc>
            </w:tr>
          </w:tbl>
          <w:p w:rsidR="003F4BDF" w:rsidRDefault="003F4BDF">
            <w:pPr>
              <w:keepNext/>
              <w:keepLines/>
              <w:spacing w:before="266" w:after="266"/>
            </w:pPr>
            <w:r>
              <w:rPr>
                <w:rFonts w:ascii="Arial Unicode MS" w:eastAsia="Arial Unicode MS" w:hAnsi="Arial Unicode MS" w:cs="Arial Unicode MS"/>
                <w:color w:val="000000"/>
                <w:sz w:val="20"/>
              </w:rPr>
              <w:t>Macro-marketing is a social process that directs an economy's flow of goods and services from producers to consumers in a way that effectively matches supply and demand and accomplishes the objectives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following headlines are from Business Week magazine. Which article is most likely to be reporting on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"Two-Person Engineering Firm Offers Unique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"Russia Increases Output of Consumer Goods."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"Pepsi Sells in Japan."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"Bank of America Offers New Internet Banking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"Donations to Tsunami Victims Fund Increase after TV Broadcast."</w:t>
                  </w:r>
                </w:p>
              </w:tc>
            </w:tr>
          </w:tbl>
          <w:p w:rsidR="003F4BDF" w:rsidRDefault="003F4BDF">
            <w:pPr>
              <w:keepNext/>
              <w:keepLines/>
              <w:spacing w:before="266" w:after="266"/>
            </w:pPr>
            <w:r>
              <w:rPr>
                <w:rFonts w:ascii="Arial Unicode MS" w:eastAsia="Arial Unicode MS" w:hAnsi="Arial Unicode MS" w:cs="Arial Unicode MS"/>
                <w:color w:val="000000"/>
                <w:sz w:val="20"/>
              </w:rPr>
              <w:t>The role of a macro-marketing system is to effectively match the heterogeneous supply and demand and at the same time accomplish society's objectives. The other alternatives above deal with individual firms.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following headlines are for articles from the WALL STREET JOURNAL. Which article is most likely to be reporting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7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"Mercedes Goes after Luxury Sport Utility Buyers."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2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"Adidas Jumps as Footwear Competition Heats Up."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1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"Drugstore Chain Aims at Seniors."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1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"Hardee's Fried Chicken Takes on KFC."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2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"DVD Popularity Leads to More DVD Retailers."</w:t>
                  </w:r>
                </w:p>
              </w:tc>
            </w:tr>
          </w:tbl>
          <w:p w:rsidR="003F4BDF" w:rsidRDefault="003F4BDF">
            <w:pPr>
              <w:keepNext/>
              <w:keepLines/>
              <w:spacing w:before="266" w:after="266"/>
            </w:pPr>
            <w:r>
              <w:rPr>
                <w:rFonts w:ascii="Arial Unicode MS" w:eastAsia="Arial Unicode MS" w:hAnsi="Arial Unicode MS" w:cs="Arial Unicode MS"/>
                <w:color w:val="000000"/>
                <w:sz w:val="20"/>
              </w:rPr>
              <w:t>The role of a macro-marketing system is to effectively match the heterogeneous supply and demand and at the same time accomplish society's objectives. The other alternatives above deal with individual firms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Of the following headlines from the WALL STREET JOURNAL, which is most likely to be about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9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"Tupperware Has a New Strategy."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2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"Thailand Has Unusually Large Number of Wholesalers."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7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"Military Supplier Shifts to Selling Gas Masks to Private Citizens."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"Coke Plans Beverage Line to Compete with Lipton's."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"Dow Chemical Adds Shipping Safeguards."</w:t>
                  </w:r>
                </w:p>
              </w:tc>
            </w:tr>
          </w:tbl>
          <w:p w:rsidR="003F4BDF" w:rsidRDefault="003F4BDF">
            <w:pPr>
              <w:keepNext/>
              <w:keepLines/>
              <w:spacing w:before="266" w:after="266"/>
            </w:pPr>
            <w:r>
              <w:rPr>
                <w:rFonts w:ascii="Arial Unicode MS" w:eastAsia="Arial Unicode MS" w:hAnsi="Arial Unicode MS" w:cs="Arial Unicode MS"/>
                <w:color w:val="000000"/>
                <w:sz w:val="20"/>
              </w:rPr>
              <w:t>The role of a macro-marketing system is to effectively match the heterogeneous supply and demand and at the same time accomplish society's objectives. The other alternatives above deal with individual firms.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Of the following headlines from a business magazine, which is most likely to be about a macro-marketing topic?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0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"Chinese Women Demand More Luxury Goods."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2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"Girl Scouts Organize Nationwide Cookie Sale."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"L'eggs Sells Direct in Brazil and Argentina."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6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"Frito-Lay Offers New Low-Fat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"Coke Losing Beverage Sales in India to local brands."</w:t>
                  </w:r>
                </w:p>
              </w:tc>
            </w:tr>
          </w:tbl>
          <w:p w:rsidR="003F4BDF" w:rsidRDefault="003F4BDF">
            <w:pPr>
              <w:keepNext/>
              <w:keepLines/>
              <w:spacing w:before="266" w:after="266"/>
            </w:pPr>
            <w:r>
              <w:rPr>
                <w:rFonts w:ascii="Arial Unicode MS" w:eastAsia="Arial Unicode MS" w:hAnsi="Arial Unicode MS" w:cs="Arial Unicode MS"/>
                <w:color w:val="000000"/>
                <w:sz w:val="20"/>
              </w:rPr>
              <w:t>The role of a macro-marketing system is to effectively match the heterogeneous supply and demand and at the same time accomplish society's objectives. The other alternatives above deal with individual firms.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advanced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1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both supply and demand tend to be homogeneous.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8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and consumers are often separated in several ways.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firms specialize in producing and selling small amounts of a huge assortment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 is aided by discrepancies of quantity and assortment.</w:t>
                  </w:r>
                </w:p>
              </w:tc>
            </w:tr>
          </w:tbl>
          <w:p w:rsidR="003F4BDF" w:rsidRDefault="003F4BDF">
            <w:pPr>
              <w:keepNext/>
              <w:keepLines/>
              <w:spacing w:before="266" w:after="266"/>
            </w:pPr>
            <w:r>
              <w:rPr>
                <w:rFonts w:ascii="Arial Unicode MS" w:eastAsia="Arial Unicode MS" w:hAnsi="Arial Unicode MS" w:cs="Arial Unicode MS"/>
                <w:color w:val="000000"/>
                <w:sz w:val="20"/>
              </w:rPr>
              <w:t>Effective marketing in an advanced economy is difficult because producers and consumers are often separated in several ways.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209.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advanced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mass production with its economies of scale makes the cost of each product higher.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 is simplified by discrepancies of quantity and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little need for marketing specialists.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both supply and demand tend to be homogeneous in nature.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1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and consumers experience a separation of values.</w:t>
                  </w:r>
                </w:p>
              </w:tc>
            </w:tr>
          </w:tbl>
          <w:p w:rsidR="003F4BDF" w:rsidRDefault="003F4BDF">
            <w:pPr>
              <w:keepNext/>
              <w:keepLines/>
              <w:spacing w:before="266" w:after="266"/>
            </w:pPr>
            <w:r>
              <w:rPr>
                <w:rFonts w:ascii="Arial Unicode MS" w:eastAsia="Arial Unicode MS" w:hAnsi="Arial Unicode MS" w:cs="Arial Unicode MS"/>
                <w:color w:val="000000"/>
                <w:sz w:val="20"/>
              </w:rPr>
              <w:t>Effective marketing in an advanced economy is difficult because producers and consumers are often separated in several ways.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Exchanges between producers and consumers are more difficult in an advanced economy because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pPr>
              <w:keepNext/>
              <w:keepLines/>
              <w:spacing w:before="266" w:after="266"/>
            </w:pPr>
            <w:r>
              <w:rPr>
                <w:rFonts w:ascii="Arial Unicode MS" w:eastAsia="Arial Unicode MS" w:hAnsi="Arial Unicode MS" w:cs="Arial Unicode MS"/>
                <w:color w:val="000000"/>
                <w:sz w:val="20"/>
              </w:rPr>
              <w:t>Exchange between producers and consumers is hampered by spatial separation, separation in time, separation of information and values, and separation of ownership.</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primary purpose of the transporting and storing functions of marketing is to overcome: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need for marketing specialists.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values.</w:t>
                  </w:r>
                </w:p>
              </w:tc>
            </w:tr>
          </w:tbl>
          <w:p w:rsidR="003F4BDF" w:rsidRDefault="003F4BDF">
            <w:pPr>
              <w:keepNext/>
              <w:keepLines/>
              <w:spacing w:before="266" w:after="266"/>
            </w:pPr>
            <w:r>
              <w:rPr>
                <w:rFonts w:ascii="Arial Unicode MS" w:eastAsia="Arial Unicode MS" w:hAnsi="Arial Unicode MS" w:cs="Arial Unicode MS"/>
                <w:color w:val="000000"/>
                <w:sz w:val="20"/>
              </w:rPr>
              <w:t>The transporting function means the movement of goods from one place to another and the storing function involves holding goods until customers need them. These functions help to overcome spatial separation.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American supermarket chain, FoodMart, purchases cheese from five different manufacturers from around the world to assure its customers can choose among different types of cheeses at different prices. FoodMart facilitates the macro-marketing system by helping to address: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pPr>
              <w:keepNext/>
              <w:keepLines/>
              <w:spacing w:before="266" w:after="266"/>
            </w:pPr>
            <w:r>
              <w:rPr>
                <w:rFonts w:ascii="Arial Unicode MS" w:eastAsia="Arial Unicode MS" w:hAnsi="Arial Unicode MS" w:cs="Arial Unicode MS"/>
                <w:color w:val="000000"/>
                <w:sz w:val="20"/>
              </w:rPr>
              <w:t>Purchasing cheese from five different manufacturers overcomes discrepancies of assortment, purchasing from around the world overcomes spatial separation, and customers being able to satisfy their needs at different prices overcome separation of values.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fact that US car companies are located in the upper Midwest while their customers are located throughout the U.S.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pPr>
              <w:keepNext/>
              <w:keepLines/>
              <w:spacing w:before="266" w:after="266"/>
            </w:pPr>
            <w:r>
              <w:rPr>
                <w:rFonts w:ascii="Arial Unicode MS" w:eastAsia="Arial Unicode MS" w:hAnsi="Arial Unicode MS" w:cs="Arial Unicode MS"/>
                <w:color w:val="000000"/>
                <w:sz w:val="20"/>
              </w:rPr>
              <w:t>In spatial separation, producers tend to locate where it is economical to produce, while consumers are located in many scattered places.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consumers do not know where to buy a product or what it costs and the product's producer does not know where its target market is located,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ownership.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pPr>
              <w:keepNext/>
              <w:keepLines/>
              <w:spacing w:before="266" w:after="266"/>
            </w:pPr>
            <w:r>
              <w:rPr>
                <w:rFonts w:ascii="Arial Unicode MS" w:eastAsia="Arial Unicode MS" w:hAnsi="Arial Unicode MS" w:cs="Arial Unicode MS"/>
                <w:color w:val="000000"/>
                <w:sz w:val="20"/>
              </w:rPr>
              <w:t>In separation of information, producers do not know who needs what, where, when, and at what price. Also consumers do not know what is available from whom, where, when, and at what price.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an individual producer sets a price for its product to earn a certain profit while consumers search for the product at the lowest price available from any producer,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discrepancy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before="266" w:after="266"/>
            </w:pPr>
            <w:r>
              <w:rPr>
                <w:rFonts w:ascii="Arial Unicode MS" w:eastAsia="Arial Unicode MS" w:hAnsi="Arial Unicode MS" w:cs="Arial Unicode MS"/>
                <w:color w:val="000000"/>
                <w:sz w:val="20"/>
              </w:rPr>
              <w:t>In separation in values, producers value goods and services in terms of costs and competitive prices while consumers value them in terms of satisfying needs and their ability to pay.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fact that producers usually prefer to produce products in large quantities, while most consumers prefer to buy in small quantities, results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ownership.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temporal separation.</w:t>
                  </w:r>
                </w:p>
              </w:tc>
            </w:tr>
          </w:tbl>
          <w:p w:rsidR="003F4BDF" w:rsidRDefault="003F4BDF">
            <w:pPr>
              <w:keepNext/>
              <w:keepLines/>
              <w:spacing w:before="266" w:after="266"/>
            </w:pPr>
            <w:r>
              <w:rPr>
                <w:rFonts w:ascii="Arial Unicode MS" w:eastAsia="Arial Unicode MS" w:hAnsi="Arial Unicode MS" w:cs="Arial Unicode MS"/>
                <w:color w:val="000000"/>
                <w:sz w:val="20"/>
              </w:rPr>
              <w:t>Discrepancies of quantity occurs when producers prefer to produce and sell in large quantities and consumers prefer to buy and consume in small quantities.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simple economy, one family may produce only cooking pots, but many of them. Others may specialize in farming, making clothing, and building shelters. This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6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shows why "discrepancies of assortment" occur.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6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so simple that the universal functions of marketing don't have to be done.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cannot work without an intermediary.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an example of "separation in values" since the different families choose to produce different things.</w:t>
                  </w:r>
                </w:p>
              </w:tc>
            </w:tr>
          </w:tbl>
          <w:p w:rsidR="003F4BDF" w:rsidRDefault="003F4BDF">
            <w:pPr>
              <w:keepNext/>
              <w:keepLines/>
              <w:spacing w:before="266" w:after="266"/>
            </w:pPr>
            <w:r>
              <w:rPr>
                <w:rFonts w:ascii="Arial Unicode MS" w:eastAsia="Arial Unicode MS" w:hAnsi="Arial Unicode MS" w:cs="Arial Unicode MS"/>
                <w:color w:val="000000"/>
                <w:sz w:val="20"/>
              </w:rPr>
              <w:t>Discrepancies of assortment occurs when producers specialize in producing a narrow assortment of goods and services, but consumers need a broad assortment.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Discrepancies of assortment happen when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prefer to produce and sell in large numbers, but consumers prefer to buy and consume in smaller numbers.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may not want to consume goods and services at the time producers would prefer to produce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value goods and services in terms of costs and competitive prices whereas producers value them in terms of satisfying needs and ability to pay.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specialize in producing a narrow range of goods and services but consumers need a wide variety.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1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hold title to goods and services that they themselves do not want to consume.</w:t>
                  </w:r>
                </w:p>
              </w:tc>
            </w:tr>
          </w:tbl>
          <w:p w:rsidR="003F4BDF" w:rsidRDefault="003F4BDF">
            <w:pPr>
              <w:keepNext/>
              <w:keepLines/>
              <w:spacing w:before="266" w:after="266"/>
            </w:pPr>
            <w:r>
              <w:rPr>
                <w:rFonts w:ascii="Arial Unicode MS" w:eastAsia="Arial Unicode MS" w:hAnsi="Arial Unicode MS" w:cs="Arial Unicode MS"/>
                <w:color w:val="000000"/>
                <w:sz w:val="20"/>
              </w:rPr>
              <w:t>Discrepancies of assortment occurs when producers specialize in producing a narrow assortment of goods and services, but consumers need a broad assortment.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219.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_______ refers to producers holding title to goods and services that they themselves do not want to consume and consumers wanting goods and services that they do not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ownership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Spatial separation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in time</w:t>
                  </w:r>
                </w:p>
              </w:tc>
            </w:tr>
          </w:tbl>
          <w:p w:rsidR="003F4BDF" w:rsidRDefault="003F4BDF">
            <w:pPr>
              <w:keepNext/>
              <w:keepLines/>
              <w:spacing w:before="266" w:after="266"/>
            </w:pPr>
            <w:r>
              <w:rPr>
                <w:rFonts w:ascii="Arial Unicode MS" w:eastAsia="Arial Unicode MS" w:hAnsi="Arial Unicode MS" w:cs="Arial Unicode MS"/>
                <w:color w:val="000000"/>
                <w:sz w:val="20"/>
              </w:rPr>
              <w:t>Separation of ownership occurs when producers hold title to goods and services that they themselves do not want to consume while consumers want goods and services that they do not own.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"Economies of scale"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 a company produces larger numbers of a particular product, the cost of each unit of the product goes down.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6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producers there are in an economy the greater the need for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larger countries enjoy more economic growth than smaller countries.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as a company produces larger numbers of a particular product, the total cost of producing these products goes down.</w:t>
                  </w:r>
                </w:p>
              </w:tc>
            </w:tr>
          </w:tbl>
          <w:p w:rsidR="003F4BDF" w:rsidRDefault="003F4BDF">
            <w:pPr>
              <w:keepNext/>
              <w:keepLines/>
              <w:spacing w:before="266" w:after="266"/>
            </w:pPr>
            <w:r>
              <w:rPr>
                <w:rFonts w:ascii="Arial Unicode MS" w:eastAsia="Arial Unicode MS" w:hAnsi="Arial Unicode MS" w:cs="Arial Unicode MS"/>
                <w:color w:val="000000"/>
                <w:sz w:val="20"/>
              </w:rPr>
              <w:t>Economies of scale means that as a company produces larger numbers of a particular product, the cost of each unit of the product goes down.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a firm produces a large quantity of a product, the cost of producing each individual unit usually goes down. This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exchange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assortment.</w:t>
                  </w:r>
                </w:p>
              </w:tc>
            </w:tr>
          </w:tbl>
          <w:p w:rsidR="003F4BDF" w:rsidRDefault="003F4BDF">
            <w:pPr>
              <w:keepNext/>
              <w:keepLines/>
              <w:spacing w:before="266" w:after="266"/>
            </w:pPr>
            <w:r>
              <w:rPr>
                <w:rFonts w:ascii="Arial Unicode MS" w:eastAsia="Arial Unicode MS" w:hAnsi="Arial Unicode MS" w:cs="Arial Unicode MS"/>
                <w:color w:val="000000"/>
                <w:sz w:val="20"/>
              </w:rPr>
              <w:t>Economies of scale means that as a company produces larger numbers of a particular product, the cost of each unit of the product goes down.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term "economies of scale"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largest producers are always the most efficient.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1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cost of a product goes down as a company produces larger numbers of 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one produces, the greater the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more efficient for an economy to have a large number of transactions.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correct.</w:t>
                  </w:r>
                </w:p>
              </w:tc>
            </w:tr>
          </w:tbl>
          <w:p w:rsidR="003F4BDF" w:rsidRDefault="003F4BDF">
            <w:pPr>
              <w:keepNext/>
              <w:keepLines/>
              <w:spacing w:before="266" w:after="266"/>
            </w:pPr>
            <w:r>
              <w:rPr>
                <w:rFonts w:ascii="Arial Unicode MS" w:eastAsia="Arial Unicode MS" w:hAnsi="Arial Unicode MS" w:cs="Arial Unicode MS"/>
                <w:color w:val="000000"/>
                <w:sz w:val="20"/>
              </w:rPr>
              <w:t>Economies of scale means that as a company produces larger numbers of a particular product, the cost of each unit of the product goes down.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Understand the difference between marketing and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include buying, selling, transporting, storing, _________________________________________.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weighing, financing, risk taking, and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 facilitating, risk taking, and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 financing, risk taking, and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 financing, risk taking, and merchandising information</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are buying, selling, transporting, storing, standardization and grading, financing, risk taking, and market information.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From the macro-marketing perspective, the spatial separation that exists between military equipment manufacturers and the people who use the equipment overseas is directly addressed through this marketing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storing</w:t>
                  </w:r>
                </w:p>
              </w:tc>
            </w:tr>
          </w:tbl>
          <w:p w:rsidR="003F4BDF" w:rsidRDefault="003F4BDF">
            <w:pPr>
              <w:keepNext/>
              <w:keepLines/>
              <w:spacing w:before="266" w:after="266"/>
            </w:pPr>
            <w:r>
              <w:rPr>
                <w:rFonts w:ascii="Arial Unicode MS" w:eastAsia="Arial Unicode MS" w:hAnsi="Arial Unicode MS" w:cs="Arial Unicode MS"/>
                <w:color w:val="000000"/>
                <w:sz w:val="20"/>
              </w:rPr>
              <w:t>From the macro-marketing perspective, the marketing function that overcomes the spatial separation between a manufacturer and overseas consumers is transporting. Macro-marketing is a social process that directs an economy's flow of goods and services from producers to consumers in a way that effectively matches supply and demand.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Since individual firms cannot perform all marketing functions, _____ often play a role in the exchange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regulators</w:t>
                  </w:r>
                </w:p>
              </w:tc>
            </w:tr>
          </w:tbl>
          <w:p w:rsidR="003F4BDF" w:rsidRDefault="003F4BDF">
            <w:pPr>
              <w:keepNext/>
              <w:keepLines/>
              <w:spacing w:before="266" w:after="266"/>
            </w:pPr>
            <w:r>
              <w:rPr>
                <w:rFonts w:ascii="Arial Unicode MS" w:eastAsia="Arial Unicode MS" w:hAnsi="Arial Unicode MS" w:cs="Arial Unicode MS"/>
                <w:color w:val="000000"/>
                <w:sz w:val="20"/>
              </w:rPr>
              <w:t>While producers handle some of the marketing functions themselves, exchanges are often easier or less expensive when a marketing specialist, or intermediary, performs some of the marketing functions.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From the perspective of macro-marketing, e-commerce specialists CarFax (which provides vehicle history reports) and Cars.com (a website offering auto comparison shopping) have emerged within the auto industry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auto manufacturers need to sell direct to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 needs competitive rivals to auto dealerships.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information they provide makes the exchange process between producers and consumers more efficient and effective.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the automotive sales person is becoming obsolete.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live far distances from most automotive plants</w:t>
                  </w:r>
                </w:p>
              </w:tc>
            </w:tr>
          </w:tbl>
          <w:p w:rsidR="003F4BDF" w:rsidRDefault="003F4BDF">
            <w:pPr>
              <w:keepNext/>
              <w:keepLines/>
              <w:spacing w:before="266" w:after="266"/>
            </w:pPr>
            <w:r>
              <w:rPr>
                <w:rFonts w:ascii="Arial Unicode MS" w:eastAsia="Arial Unicode MS" w:hAnsi="Arial Unicode MS" w:cs="Arial Unicode MS"/>
                <w:color w:val="000000"/>
                <w:sz w:val="20"/>
              </w:rPr>
              <w:t>From the perspective of macro-marketing, specialists such as e-commerce businesses develop when there are opportunities to make exchanges between producers and consumers more efficient or effective.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do NOT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 and 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 and storing.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 and selling.</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are buying, selling, transporting, storing, standardization and grading, financing, risk taking, and market information.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the "universal functions of marketing"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4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do not have to be performed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How the functions are performed may differ among nations and economic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Who performs the functions may differ among nations and economic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4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help to overcome discrepancies of quantity and assortment.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False.</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must be performed in all macro-marketing systems. How these functions are performed and by whom may differ among nations and economic systems.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229.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be performed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the same way in all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by the same parties in all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needed to help foster various separations and discrepancies.</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must be performed in all macro-marketing systems. How these functions are performed and by whom may differ among nations and economic systems.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NOT one of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are buying, selling, transporting, storing, standardization and grading, financing, risk taking, and market information.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 eliminated in advanced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differently and by different parties in different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never performed by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4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create various separations and discrepancies between producers and consumers.</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must be performed in all macro-marketing systems. How these functions are performed and by whom may differ among nations and economic systems.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After seeing a "sale" ad in a local newspaper, Ben Griffith went to a local pet supply store and bought a year's supply of high protein dog food. Which marketing functions—if any—did he perform?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 and 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 and storing.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9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Ben performed all of these marketing functions.</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are buying, selling, transporting, storing, standardization and grading, financing, risk taking, and market information. And most of these functions were performed by Ben.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large advertising agency is planning a national promotion to introduce a new type of MP3 player. Which of the universal functions of marketing is it performing?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8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performing none of the universal functions of marketing listed here.</w:t>
                  </w:r>
                </w:p>
              </w:tc>
            </w:tr>
          </w:tbl>
          <w:p w:rsidR="003F4BDF" w:rsidRDefault="003F4BDF">
            <w:pPr>
              <w:keepNext/>
              <w:keepLines/>
              <w:spacing w:before="266" w:after="266"/>
            </w:pPr>
            <w:r>
              <w:rPr>
                <w:rFonts w:ascii="Arial Unicode MS" w:eastAsia="Arial Unicode MS" w:hAnsi="Arial Unicode MS" w:cs="Arial Unicode MS"/>
                <w:color w:val="000000"/>
                <w:sz w:val="20"/>
              </w:rPr>
              <w:t>The selling function involves promoting the product, use of personal selling, advertising, customer service, and other direct and mass selling methods.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universal functions of marketing deals most directly with advertising a product in magazines?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pPr>
              <w:keepNext/>
              <w:keepLines/>
              <w:spacing w:before="266" w:after="266"/>
            </w:pPr>
            <w:r>
              <w:rPr>
                <w:rFonts w:ascii="Arial Unicode MS" w:eastAsia="Arial Unicode MS" w:hAnsi="Arial Unicode MS" w:cs="Arial Unicode MS"/>
                <w:color w:val="000000"/>
                <w:sz w:val="20"/>
              </w:rPr>
              <w:t>The selling function involves promoting the product, use of personal selling, advertising, customer service, and other direct and mass selling methods.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 research firm BestOne sells reports about competitors, products, and other areas to various clients in the software industry. BestOne performs which universal marketing function: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 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before="266" w:after="266"/>
            </w:pPr>
            <w:r>
              <w:rPr>
                <w:rFonts w:ascii="Arial Unicode MS" w:eastAsia="Arial Unicode MS" w:hAnsi="Arial Unicode MS" w:cs="Arial Unicode MS"/>
                <w:color w:val="000000"/>
                <w:sz w:val="20"/>
              </w:rPr>
              <w:t>Market information function involves the collection, analysis, and distribution of all the information needed to plan, carry out, and control marketing activities, whether in the firm's own neighborhood or in a market overseas.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standardization and grading function of marketing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Looking for and evaluating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Providing necessary cash and credit.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9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Sorting products according to size and quality.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answers is correct.</w:t>
                  </w:r>
                </w:p>
              </w:tc>
            </w:tr>
          </w:tbl>
          <w:p w:rsidR="003F4BDF" w:rsidRDefault="003F4BDF">
            <w:pPr>
              <w:keepNext/>
              <w:keepLines/>
              <w:spacing w:before="266" w:after="266"/>
            </w:pPr>
            <w:r>
              <w:rPr>
                <w:rFonts w:ascii="Arial Unicode MS" w:eastAsia="Arial Unicode MS" w:hAnsi="Arial Unicode MS" w:cs="Arial Unicode MS"/>
                <w:color w:val="000000"/>
                <w:sz w:val="20"/>
              </w:rPr>
              <w:t>Standardization and grading involve sorting products according to size and quality.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______________ involve(s) sorting products according to size and quality.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Transporting and storing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Standardization and grading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w:t>
                  </w:r>
                </w:p>
              </w:tc>
            </w:tr>
          </w:tbl>
          <w:p w:rsidR="003F4BDF" w:rsidRDefault="003F4BDF">
            <w:pPr>
              <w:keepNext/>
              <w:keepLines/>
              <w:spacing w:before="266" w:after="266"/>
            </w:pPr>
            <w:r>
              <w:rPr>
                <w:rFonts w:ascii="Arial Unicode MS" w:eastAsia="Arial Unicode MS" w:hAnsi="Arial Unicode MS" w:cs="Arial Unicode MS"/>
                <w:color w:val="000000"/>
                <w:sz w:val="20"/>
              </w:rPr>
              <w:t>Standardization and grading involve sorting products according to size and quality.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standardization and grading function of marketing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collection, analysis, and distribution of marketing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sorting products according to size and quality.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looking for and evaluating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movement of goods from one place to another.</w:t>
                  </w:r>
                </w:p>
              </w:tc>
            </w:tr>
          </w:tbl>
          <w:p w:rsidR="003F4BDF" w:rsidRDefault="003F4BDF">
            <w:pPr>
              <w:keepNext/>
              <w:keepLines/>
              <w:spacing w:before="266" w:after="266"/>
            </w:pPr>
            <w:r>
              <w:rPr>
                <w:rFonts w:ascii="Arial Unicode MS" w:eastAsia="Arial Unicode MS" w:hAnsi="Arial Unicode MS" w:cs="Arial Unicode MS"/>
                <w:color w:val="000000"/>
                <w:sz w:val="20"/>
              </w:rPr>
              <w:t>Standardization and grading involve sorting products according to size and quality.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239.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buying function of marketing involves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risk-taking.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promoting the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1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looking for and evaluating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use of personal selling.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sorting products according to size and quality.</w:t>
                  </w:r>
                </w:p>
              </w:tc>
            </w:tr>
          </w:tbl>
          <w:p w:rsidR="003F4BDF" w:rsidRDefault="003F4BDF">
            <w:pPr>
              <w:keepNext/>
              <w:keepLines/>
              <w:spacing w:before="266" w:after="266"/>
            </w:pPr>
            <w:r>
              <w:rPr>
                <w:rFonts w:ascii="Arial Unicode MS" w:eastAsia="Arial Unicode MS" w:hAnsi="Arial Unicode MS" w:cs="Arial Unicode MS"/>
                <w:color w:val="000000"/>
                <w:sz w:val="20"/>
              </w:rPr>
              <w:t>The buying function means looking for and evaluating goods and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not all needed in market-directed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not all needed in 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1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 performed by producers, consumers, and a variety of marketing specialists.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performed in the same way in all economic systems.</w:t>
                  </w:r>
                </w:p>
              </w:tc>
            </w:tr>
          </w:tbl>
          <w:p w:rsidR="003F4BDF" w:rsidRDefault="003F4BDF">
            <w:pPr>
              <w:keepNext/>
              <w:keepLines/>
              <w:spacing w:before="266" w:after="266"/>
            </w:pPr>
            <w:r>
              <w:rPr>
                <w:rFonts w:ascii="Arial Unicode MS" w:eastAsia="Arial Unicode MS" w:hAnsi="Arial Unicode MS" w:cs="Arial Unicode MS"/>
                <w:color w:val="000000"/>
                <w:sz w:val="20"/>
              </w:rPr>
              <w:t>Producers, consumers, and marketing specialists perform the universal functions of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can be performed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w:t>
                  </w:r>
                </w:p>
              </w:tc>
            </w:tr>
          </w:tbl>
          <w:p w:rsidR="003F4BDF" w:rsidRDefault="003F4BDF">
            <w:pPr>
              <w:keepNext/>
              <w:keepLines/>
              <w:spacing w:before="266" w:after="266"/>
            </w:pPr>
            <w:r>
              <w:rPr>
                <w:rFonts w:ascii="Arial Unicode MS" w:eastAsia="Arial Unicode MS" w:hAnsi="Arial Unicode MS" w:cs="Arial Unicode MS"/>
                <w:color w:val="000000"/>
                <w:sz w:val="20"/>
              </w:rPr>
              <w:t>Producers, consumers, and marketing specialists perform the universal functions of marketing. Intermediaries and collaborators are marketing specialists.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usually performed in the same way and by the same types of institutions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sometimes be eliminated—in very efficient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8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be performed in both market-directed and 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all be performed by every firm from a MICRO view.</w:t>
                  </w:r>
                </w:p>
              </w:tc>
            </w:tr>
          </w:tbl>
          <w:p w:rsidR="003F4BDF" w:rsidRDefault="003F4BDF">
            <w:pPr>
              <w:keepNext/>
              <w:keepLines/>
              <w:spacing w:before="266" w:after="266"/>
            </w:pPr>
            <w:r>
              <w:rPr>
                <w:rFonts w:ascii="Arial Unicode MS" w:eastAsia="Arial Unicode MS" w:hAnsi="Arial Unicode MS" w:cs="Arial Unicode MS"/>
                <w:color w:val="000000"/>
                <w:sz w:val="20"/>
              </w:rPr>
              <w:t>The universal functions of marketing must be performed in all macro-marketing systems and may differ among nations and economic systems. The two kinds of economic systems are command economies and market-directed economies.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a wholesaler—not a retailer.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usually increases the number of transactions required.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tends to make the exchange process more difficult and costly.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7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someone who specializes in trade rather than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answers is correct.</w:t>
                  </w:r>
                </w:p>
              </w:tc>
            </w:tr>
          </w:tbl>
          <w:p w:rsidR="003F4BDF" w:rsidRDefault="003F4BDF">
            <w:pPr>
              <w:keepNext/>
              <w:keepLines/>
              <w:spacing w:before="266" w:after="266"/>
            </w:pPr>
            <w:r>
              <w:rPr>
                <w:rFonts w:ascii="Arial Unicode MS" w:eastAsia="Arial Unicode MS" w:hAnsi="Arial Unicode MS" w:cs="Arial Unicode MS"/>
                <w:color w:val="000000"/>
                <w:sz w:val="20"/>
              </w:rPr>
              <w:t>An intermediary is someone who specializes in trade rather than production and plays an important role in the exchange process.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NOT true about intermediaries?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save time for other participants in a transaction.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always increase total expenses for a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play an important role in the exchange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specialize in trade rather than production.</w:t>
                  </w:r>
                </w:p>
              </w:tc>
            </w:tr>
          </w:tbl>
          <w:p w:rsidR="003F4BDF" w:rsidRDefault="003F4BDF">
            <w:pPr>
              <w:keepNext/>
              <w:keepLines/>
              <w:spacing w:before="266" w:after="266"/>
            </w:pPr>
            <w:r>
              <w:rPr>
                <w:rFonts w:ascii="Arial Unicode MS" w:eastAsia="Arial Unicode MS" w:hAnsi="Arial Unicode MS" w:cs="Arial Unicode MS"/>
                <w:color w:val="000000"/>
                <w:sz w:val="20"/>
              </w:rPr>
              <w:t>An intermediary is someone who specializes in trade rather than production and plays an important role in the exchange process by saving of time, effort, and expense that would be involved without them.</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advantages of working with an intermediary usually increase when there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excellent communication with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greater number of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little distance between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smaller number of competing products.</w:t>
                  </w:r>
                </w:p>
              </w:tc>
            </w:tr>
          </w:tbl>
          <w:p w:rsidR="003F4BDF" w:rsidRDefault="003F4BDF">
            <w:pPr>
              <w:keepNext/>
              <w:keepLines/>
              <w:spacing w:before="266" w:after="266"/>
            </w:pPr>
            <w:r>
              <w:rPr>
                <w:rFonts w:ascii="Arial Unicode MS" w:eastAsia="Arial Unicode MS" w:hAnsi="Arial Unicode MS" w:cs="Arial Unicode MS"/>
                <w:color w:val="000000"/>
                <w:sz w:val="20"/>
              </w:rPr>
              <w:t>An intermediary is someone who specializes in trade rather than production and plays an important role in the exchange process for a large number of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MOST likely to be classified as a marketing intermediary?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Apex Manufacturing, Inc.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Lillian's Mini-Market.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McGraw Hill/Irwin.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Kellogg.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Golden Arbor Farms.</w:t>
                  </w:r>
                </w:p>
              </w:tc>
            </w:tr>
          </w:tbl>
          <w:p w:rsidR="003F4BDF" w:rsidRDefault="003F4BDF">
            <w:pPr>
              <w:keepNext/>
              <w:keepLines/>
              <w:spacing w:before="266" w:after="266"/>
            </w:pPr>
            <w:r>
              <w:rPr>
                <w:rFonts w:ascii="Arial Unicode MS" w:eastAsia="Arial Unicode MS" w:hAnsi="Arial Unicode MS" w:cs="Arial Unicode MS"/>
                <w:color w:val="000000"/>
                <w:sz w:val="20"/>
              </w:rPr>
              <w:t>An intermediary is someone who specializes in trade rather than production and plays an important role in the exchange process. So is the case of Lillian's Mini-Market.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Firms that specialize in providing marketing functions other than buying or selling are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suppliers.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consultants.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agents.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collaborators.</w:t>
                  </w:r>
                </w:p>
              </w:tc>
            </w:tr>
          </w:tbl>
          <w:p w:rsidR="003F4BDF" w:rsidRDefault="003F4BDF">
            <w:pPr>
              <w:keepNext/>
              <w:keepLines/>
              <w:spacing w:before="266" w:after="266"/>
            </w:pPr>
            <w:r>
              <w:rPr>
                <w:rFonts w:ascii="Arial Unicode MS" w:eastAsia="Arial Unicode MS" w:hAnsi="Arial Unicode MS" w:cs="Arial Unicode MS"/>
                <w:color w:val="000000"/>
                <w:sz w:val="20"/>
              </w:rPr>
              <w:t>Collaborators are firms that facilitate or provide one or more of the marketing functions other than buying or selling.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Collaborators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specialize in trade rather than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usually have a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emerged in the 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only used in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facilitate or provide one or more of the marketing functions other than buying or selling.</w:t>
                  </w:r>
                </w:p>
              </w:tc>
            </w:tr>
          </w:tbl>
          <w:p w:rsidR="003F4BDF" w:rsidRDefault="003F4BDF">
            <w:pPr>
              <w:keepNext/>
              <w:keepLines/>
              <w:spacing w:before="266" w:after="266"/>
            </w:pPr>
            <w:r>
              <w:rPr>
                <w:rFonts w:ascii="Arial Unicode MS" w:eastAsia="Arial Unicode MS" w:hAnsi="Arial Unicode MS" w:cs="Arial Unicode MS"/>
                <w:color w:val="000000"/>
                <w:sz w:val="20"/>
              </w:rPr>
              <w:t>Collaborators are firms that facilitate or provide one or more of the marketing functions other than buying or selling.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249.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types of firms are collaborators?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research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Overnight delivery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agencies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Product-testing labs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9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collaborators.</w:t>
                  </w:r>
                </w:p>
              </w:tc>
            </w:tr>
          </w:tbl>
          <w:p w:rsidR="003F4BDF" w:rsidRDefault="003F4BDF">
            <w:pPr>
              <w:keepNext/>
              <w:keepLines/>
              <w:spacing w:before="266" w:after="266"/>
            </w:pPr>
            <w:r>
              <w:rPr>
                <w:rFonts w:ascii="Arial Unicode MS" w:eastAsia="Arial Unicode MS" w:hAnsi="Arial Unicode MS" w:cs="Arial Unicode MS"/>
                <w:color w:val="000000"/>
                <w:sz w:val="20"/>
              </w:rPr>
              <w:t>Collaborators include advertising agencies, marketing research firms, independent product-testing laboratories, Internet service providers, public warehouses, transporting firms, communications companies, and financial institutions.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classified as a marketing collaborator?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Mayflower Transport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 Advertising, Inc.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Wachovia Bank.</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Survey Research, Inc.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Quality Coatings and Paint Company.</w:t>
                  </w:r>
                </w:p>
              </w:tc>
            </w:tr>
          </w:tbl>
          <w:p w:rsidR="003F4BDF" w:rsidRDefault="003F4BDF">
            <w:pPr>
              <w:keepNext/>
              <w:keepLines/>
              <w:spacing w:before="266" w:after="266"/>
            </w:pPr>
            <w:r>
              <w:rPr>
                <w:rFonts w:ascii="Arial Unicode MS" w:eastAsia="Arial Unicode MS" w:hAnsi="Arial Unicode MS" w:cs="Arial Unicode MS"/>
                <w:color w:val="000000"/>
                <w:sz w:val="20"/>
              </w:rPr>
              <w:t>Collaborators include advertising agencies, marketing research firms, independent product-testing laboratories, Internet service providers, public warehouses, transporting firms, communications companies, and financial institutions.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classified as a marketing collaborator?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United Parcel Service (UPS).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Public Warehouse Corporation.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Broadband Communications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MeadowView Aluminum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Safety Testing Laboratories, Inc.</w:t>
                  </w:r>
                </w:p>
              </w:tc>
            </w:tr>
          </w:tbl>
          <w:p w:rsidR="003F4BDF" w:rsidRDefault="003F4BDF">
            <w:pPr>
              <w:keepNext/>
              <w:keepLines/>
              <w:spacing w:before="266" w:after="266"/>
            </w:pPr>
            <w:r>
              <w:rPr>
                <w:rFonts w:ascii="Arial Unicode MS" w:eastAsia="Arial Unicode MS" w:hAnsi="Arial Unicode MS" w:cs="Arial Unicode MS"/>
                <w:color w:val="000000"/>
                <w:sz w:val="20"/>
              </w:rPr>
              <w:t>Collaborators include advertising agencies, marketing research firms, independent product-testing laboratories, Internet service providers, public warehouses, transporting firms, communications companies, and financial institutions.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Marketing intermediaries and collaborators can often perform marketing functions: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worse than producers or consumers can perform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8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which leaves producers with more time for 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which leaves consumers with less time for consumption.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at a high cost—because of specialization, economies of scale, or e-commerce.</w:t>
                  </w:r>
                </w:p>
              </w:tc>
            </w:tr>
          </w:tbl>
          <w:p w:rsidR="003F4BDF" w:rsidRDefault="003F4BDF">
            <w:pPr>
              <w:keepNext/>
              <w:keepLines/>
              <w:spacing w:before="266" w:after="266"/>
            </w:pPr>
            <w:r>
              <w:rPr>
                <w:rFonts w:ascii="Arial Unicode MS" w:eastAsia="Arial Unicode MS" w:hAnsi="Arial Unicode MS" w:cs="Arial Unicode MS"/>
                <w:color w:val="000000"/>
                <w:sz w:val="20"/>
              </w:rPr>
              <w:t>Marketing intermediaries and collaborators are often able to perform the marketing functions better and at a lower cost than producers or consumers can which allows producers and consumers to spend more time on production, consumption, or other activities including leisure.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Amazon.com and eBay.com are both considered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collaborators.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service providers.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Internet-based manufacturers.</w:t>
                  </w:r>
                </w:p>
              </w:tc>
            </w:tr>
          </w:tbl>
          <w:p w:rsidR="003F4BDF" w:rsidRDefault="003F4BDF">
            <w:pPr>
              <w:keepNext/>
              <w:keepLines/>
              <w:spacing w:before="266" w:after="266"/>
            </w:pPr>
            <w:r>
              <w:rPr>
                <w:rFonts w:ascii="Arial Unicode MS" w:eastAsia="Arial Unicode MS" w:hAnsi="Arial Unicode MS" w:cs="Arial Unicode MS"/>
                <w:color w:val="000000"/>
                <w:sz w:val="20"/>
              </w:rPr>
              <w:t>Internet-based intermediaries like Amazon.com and eBay.com help cut the costs of many marketing functions.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Concerning the "universal functions of marketing," which of the following statements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can be performed by producers, intermediaries, collaborators, or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 for performing these functions can be shared and shifted.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From a micro viewpoint, not every company must perform every function.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From a macro viewpoint, all these functions must be performed by someone.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false.</w:t>
                  </w:r>
                </w:p>
              </w:tc>
            </w:tr>
          </w:tbl>
          <w:p w:rsidR="003F4BDF" w:rsidRDefault="003F4BDF">
            <w:pPr>
              <w:keepNext/>
              <w:keepLines/>
              <w:spacing w:before="266" w:after="266"/>
            </w:pPr>
            <w:r>
              <w:rPr>
                <w:rFonts w:ascii="Arial Unicode MS" w:eastAsia="Arial Unicode MS" w:hAnsi="Arial Unicode MS" w:cs="Arial Unicode MS"/>
                <w:color w:val="000000"/>
                <w:sz w:val="20"/>
              </w:rPr>
              <w:t>All of the above mentioned statements are true regarding the universal functions of marketing.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Considering the universal functions of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they may not be required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0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every firm must perform all of the marketing functions.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 for performing them cannot be shifted or shared.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4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goods and services require all the functions at every level of their production.</w:t>
                  </w:r>
                </w:p>
              </w:tc>
            </w:tr>
          </w:tbl>
          <w:p w:rsidR="003F4BDF" w:rsidRDefault="003F4BDF">
            <w:pPr>
              <w:keepNext/>
              <w:keepLines/>
              <w:spacing w:before="266" w:after="266"/>
            </w:pPr>
            <w:r>
              <w:rPr>
                <w:rFonts w:ascii="Arial Unicode MS" w:eastAsia="Arial Unicode MS" w:hAnsi="Arial Unicode MS" w:cs="Arial Unicode MS"/>
                <w:color w:val="000000"/>
                <w:sz w:val="20"/>
              </w:rPr>
              <w:t>From a micro viewpoint, not every firm must perform all of the functions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however, responsibility for performing the marketing functions can be shifted and shared in a variety of ways.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macro-marketing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 universal marketing function can be completely eliminated.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objectives of the individual firm, rather than society, are most important.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functions should not be shifted or shared.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 are unnecessary.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emphasis is on the activities of individual organizations.</w:t>
                  </w:r>
                </w:p>
              </w:tc>
            </w:tr>
          </w:tbl>
          <w:p w:rsidR="003F4BDF" w:rsidRDefault="003F4BDF">
            <w:pPr>
              <w:keepNext/>
              <w:keepLines/>
              <w:spacing w:before="266" w:after="266"/>
            </w:pPr>
            <w:r>
              <w:rPr>
                <w:rFonts w:ascii="Arial Unicode MS" w:eastAsia="Arial Unicode MS" w:hAnsi="Arial Unicode MS" w:cs="Arial Unicode MS"/>
                <w:color w:val="000000"/>
                <w:sz w:val="20"/>
              </w:rPr>
              <w:t>From a macro-marketing viewpoint, all of the marketing functions must be performed by someone, thus no function can be completely eliminated.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Concerning the "universal functions of marketing," it is true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4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must be performed in all macro-marketing systems.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these functions can be performed by producers or intermediaries—but not by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from a micro viewpoint, every firm must perform all of the functions.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 for performing these functions can be shifted and shared—and some functions can be completely eliminated to reduce costs.</w:t>
                  </w:r>
                </w:p>
              </w:tc>
            </w:tr>
          </w:tbl>
          <w:p w:rsidR="003F4BDF" w:rsidRDefault="003F4BDF">
            <w:pPr>
              <w:keepNext/>
              <w:keepLines/>
              <w:spacing w:before="266" w:after="266"/>
            </w:pPr>
            <w:r>
              <w:rPr>
                <w:rFonts w:ascii="Arial Unicode MS" w:eastAsia="Arial Unicode MS" w:hAnsi="Arial Unicode MS" w:cs="Arial Unicode MS"/>
                <w:color w:val="000000"/>
                <w:sz w:val="20"/>
              </w:rPr>
              <w:t>From a macro-marketing viewpoint, all of the marketing functions must be performed by someone—an individual producer or consumer, an intermediary, a marketing collaborator, or, even a nation's government. No function can be completely eliminated.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Know the marketing functions and why marketing specialists-including intermediaries and collaborators-develop to perform them.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 refers to the way an economy organizes to use scarce resources to produce goods and services and distribute them for consumption by various people and groups in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utilization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Socio-economic policy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way a firm measures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system</w:t>
                  </w:r>
                </w:p>
              </w:tc>
            </w:tr>
          </w:tbl>
          <w:p w:rsidR="003F4BDF" w:rsidRDefault="003F4BDF">
            <w:pPr>
              <w:keepNext/>
              <w:keepLines/>
              <w:spacing w:before="266" w:after="266"/>
            </w:pPr>
            <w:r>
              <w:rPr>
                <w:rFonts w:ascii="Arial Unicode MS" w:eastAsia="Arial Unicode MS" w:hAnsi="Arial Unicode MS" w:cs="Arial Unicode MS"/>
                <w:color w:val="000000"/>
                <w:sz w:val="20"/>
              </w:rPr>
              <w:t>Economic system is the way an economy organizes to use scarce resources to produce goods and services and distribute them for consumption by various people and groups in the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259.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macro-marketing system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 everyone with the same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 part of a market-directed economy, not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accomplish a particular society's objectives, whatever they are.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7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depend solely on a society's political institutions.</w:t>
                  </w:r>
                </w:p>
              </w:tc>
            </w:tr>
          </w:tbl>
          <w:p w:rsidR="003F4BDF" w:rsidRDefault="003F4BDF">
            <w:pPr>
              <w:keepNext/>
              <w:keepLines/>
              <w:spacing w:before="266" w:after="266"/>
            </w:pPr>
            <w:r>
              <w:rPr>
                <w:rFonts w:ascii="Arial Unicode MS" w:eastAsia="Arial Unicode MS" w:hAnsi="Arial Unicode MS" w:cs="Arial Unicode MS"/>
                <w:color w:val="000000"/>
                <w:sz w:val="20"/>
              </w:rPr>
              <w:t>The role of a macro-marketing system is to effectively match supply and demand and at the same time accomplish society's objectives.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Macro-Marketing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economic system in which government planners determine production levels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micro-marketing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macro-marketing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economic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pure subsistence economic system.</w:t>
                  </w:r>
                </w:p>
              </w:tc>
            </w:tr>
          </w:tbl>
          <w:p w:rsidR="003F4BDF" w:rsidRDefault="003F4BDF">
            <w:pPr>
              <w:keepNext/>
              <w:keepLines/>
              <w:spacing w:before="266" w:after="266"/>
            </w:pPr>
            <w:r>
              <w:rPr>
                <w:rFonts w:ascii="Arial Unicode MS" w:eastAsia="Arial Unicode MS" w:hAnsi="Arial Unicode MS" w:cs="Arial Unicode MS"/>
                <w:color w:val="000000"/>
                <w:sz w:val="20"/>
              </w:rPr>
              <w:t>In a command economy, government officials decide what and how much is to be produced and distributed by whom, when, to whom, and why.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economic system in which government officials determine production levels is known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pure subsistence.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market-directed.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w:t>
                  </w:r>
                </w:p>
              </w:tc>
            </w:tr>
          </w:tbl>
          <w:p w:rsidR="003F4BDF" w:rsidRDefault="003F4BDF">
            <w:pPr>
              <w:keepNext/>
              <w:keepLines/>
              <w:spacing w:before="266" w:after="266"/>
            </w:pPr>
            <w:r>
              <w:rPr>
                <w:rFonts w:ascii="Arial Unicode MS" w:eastAsia="Arial Unicode MS" w:hAnsi="Arial Unicode MS" w:cs="Arial Unicode MS"/>
                <w:color w:val="000000"/>
                <w:sz w:val="20"/>
              </w:rPr>
              <w:t>In a command economy, government officials decide what and how much is to be produced and distributed by whom, when, to whom, and why.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8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generally have a lot of choice about what and how much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usually fluctuate according to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1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activities such as advertising, branding, and market research are encouraged.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usually have some freedom of choice—but it is quite limited.</w:t>
                  </w:r>
                </w:p>
              </w:tc>
            </w:tr>
          </w:tbl>
          <w:p w:rsidR="003F4BDF" w:rsidRDefault="003F4BDF">
            <w:pPr>
              <w:keepNext/>
              <w:keepLines/>
              <w:spacing w:before="266" w:after="266"/>
            </w:pPr>
            <w:r>
              <w:rPr>
                <w:rFonts w:ascii="Arial Unicode MS" w:eastAsia="Arial Unicode MS" w:hAnsi="Arial Unicode MS" w:cs="Arial Unicode MS"/>
                <w:color w:val="000000"/>
                <w:sz w:val="20"/>
              </w:rPr>
              <w:t>Consumers usually have some freedom of choice, but the assortment of goods and services may be quite limited.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command economy, government officials decide: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who is to produce and distribute what to whom.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how much is to be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how much is to be distributed to whom.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what is to be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8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officials decide on all of these.</w:t>
                  </w:r>
                </w:p>
              </w:tc>
            </w:tr>
          </w:tbl>
          <w:p w:rsidR="003F4BDF" w:rsidRDefault="003F4BDF">
            <w:pPr>
              <w:keepNext/>
              <w:keepLines/>
              <w:spacing w:before="266" w:after="266"/>
            </w:pPr>
            <w:r>
              <w:rPr>
                <w:rFonts w:ascii="Arial Unicode MS" w:eastAsia="Arial Unicode MS" w:hAnsi="Arial Unicode MS" w:cs="Arial Unicode MS"/>
                <w:color w:val="000000"/>
                <w:sz w:val="20"/>
              </w:rPr>
              <w:t>In a command economy, government officials decide what and how much is to be produced and distributed by whom, when, to whom, and why.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6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generally have little choice about what goods and services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individual decisions of the many producers and consumers come together to make the macro-level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4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make a society's production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decide what is to be produced and by whom through their dollar "votes."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 adjusts itself.</w:t>
                  </w:r>
                </w:p>
              </w:tc>
            </w:tr>
          </w:tbl>
          <w:p w:rsidR="003F4BDF" w:rsidRDefault="003F4BDF">
            <w:pPr>
              <w:keepNext/>
              <w:keepLines/>
              <w:spacing w:before="266" w:after="266"/>
            </w:pPr>
            <w:r>
              <w:rPr>
                <w:rFonts w:ascii="Arial Unicode MS" w:eastAsia="Arial Unicode MS" w:hAnsi="Arial Unicode MS" w:cs="Arial Unicode MS"/>
                <w:color w:val="000000"/>
                <w:sz w:val="20"/>
              </w:rPr>
              <w:t>Producers in a command economy generally have little choice about what goods and services to produce. Their main task is to meet the production quotas assigned in the plan.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managers make all the important economic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planners make all the important economic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the important economic decisions are made by voters in political elections.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make all the important economic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individual decisions of the many producers and consumers make the macro-level decisions for the whole economy.</w:t>
                  </w:r>
                </w:p>
              </w:tc>
            </w:tr>
          </w:tbl>
          <w:p w:rsidR="003F4BDF" w:rsidRDefault="003F4BDF">
            <w:pPr>
              <w:keepNext/>
              <w:keepLines/>
              <w:spacing w:before="266" w:after="266"/>
            </w:pPr>
            <w:r>
              <w:rPr>
                <w:rFonts w:ascii="Arial Unicode MS" w:eastAsia="Arial Unicode MS" w:hAnsi="Arial Unicode MS" w:cs="Arial Unicode MS"/>
                <w:color w:val="000000"/>
                <w:sz w:val="20"/>
              </w:rPr>
              <w:t>In a market-directed economy, the individual decisions of the many producers and consumers make the macro-level decisions for the whole economy.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____ the individual decisions of the many producers and consumers make the macro-level decisions for the whole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mixed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production-oriented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controlled economy</w:t>
                  </w:r>
                </w:p>
              </w:tc>
            </w:tr>
          </w:tbl>
          <w:p w:rsidR="003F4BDF" w:rsidRDefault="003F4BDF">
            <w:pPr>
              <w:keepNext/>
              <w:keepLines/>
              <w:spacing w:before="266" w:after="266"/>
            </w:pPr>
            <w:r>
              <w:rPr>
                <w:rFonts w:ascii="Arial Unicode MS" w:eastAsia="Arial Unicode MS" w:hAnsi="Arial Unicode MS" w:cs="Arial Unicode MS"/>
                <w:color w:val="000000"/>
                <w:sz w:val="20"/>
              </w:rPr>
              <w:t>In a market-directed economy, the individual decisions of the many producers and consumers make the macro-level decisions for the whole economy.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survival, and growth are all guaranteed for 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have little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4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decide what is to be produced and by whom through their dollar votes.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usually do not change according to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only the needs of the majority are served.</w:t>
                  </w:r>
                </w:p>
              </w:tc>
            </w:tr>
          </w:tbl>
          <w:p w:rsidR="003F4BDF" w:rsidRDefault="003F4BDF">
            <w:pPr>
              <w:keepNext/>
              <w:keepLines/>
              <w:spacing w:before="266" w:after="266"/>
            </w:pPr>
            <w:r>
              <w:rPr>
                <w:rFonts w:ascii="Arial Unicode MS" w:eastAsia="Arial Unicode MS" w:hAnsi="Arial Unicode MS" w:cs="Arial Unicode MS"/>
                <w:color w:val="000000"/>
                <w:sz w:val="20"/>
              </w:rPr>
              <w:t>In a market-directed economy, consumers decide what is to be produced and by whom—through their dollar "votes."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economic decision making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a market-directed economy, the micro-level decisions of individual producers and consumers determine the macro-level decisions.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planning usually works best when economies become more complex and the variety of goods and services produced is fairly large.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United States may be considered a pure 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economies usually rely on market forces to determine prices.</w:t>
                  </w:r>
                </w:p>
              </w:tc>
            </w:tr>
          </w:tbl>
          <w:p w:rsidR="003F4BDF" w:rsidRDefault="003F4BDF">
            <w:pPr>
              <w:keepNext/>
              <w:keepLines/>
              <w:spacing w:before="266" w:after="266"/>
            </w:pPr>
            <w:r>
              <w:rPr>
                <w:rFonts w:ascii="Arial Unicode MS" w:eastAsia="Arial Unicode MS" w:hAnsi="Arial Unicode MS" w:cs="Arial Unicode MS"/>
                <w:color w:val="000000"/>
                <w:sz w:val="20"/>
              </w:rPr>
              <w:t>In a market-directed economy, the individual decisions of the many producers and consumers make the macro-level decisions for the whole economy.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269.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 in the marketplace are a rough measure of how society values particular goods and services.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Inventories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Cost of labor and materials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number of producers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before="266" w:after="266"/>
            </w:pPr>
            <w:r>
              <w:rPr>
                <w:rFonts w:ascii="Arial Unicode MS" w:eastAsia="Arial Unicode MS" w:hAnsi="Arial Unicode MS" w:cs="Arial Unicode MS"/>
                <w:color w:val="000000"/>
                <w:sz w:val="20"/>
              </w:rPr>
              <w:t>Prices in the marketplace are a rough measure of how society values particular goods and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Price is a rough measure of ___________________.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company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 supply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company costs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inflation</w:t>
                  </w:r>
                </w:p>
              </w:tc>
            </w:tr>
          </w:tbl>
          <w:p w:rsidR="003F4BDF" w:rsidRDefault="003F4BDF">
            <w:pPr>
              <w:keepNext/>
              <w:keepLines/>
              <w:spacing w:before="266" w:after="266"/>
            </w:pPr>
            <w:r>
              <w:rPr>
                <w:rFonts w:ascii="Arial Unicode MS" w:eastAsia="Arial Unicode MS" w:hAnsi="Arial Unicode MS" w:cs="Arial Unicode MS"/>
                <w:color w:val="000000"/>
                <w:sz w:val="20"/>
              </w:rPr>
              <w:t>Prices in the marketplace are a rough measure of how society values particular goods and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role of price in a market-directed economy is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allocate resources and distribute income according to consumer preferences.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8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serve as a rough measure of the social importance of consumer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coordinate the economic activity of many people and institutions.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9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serve as a rough measure of the value of resources used to produce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true.</w:t>
                  </w:r>
                </w:p>
              </w:tc>
            </w:tr>
          </w:tbl>
          <w:p w:rsidR="003F4BDF" w:rsidRDefault="003F4BDF">
            <w:pPr>
              <w:keepNext/>
              <w:keepLines/>
              <w:spacing w:before="266" w:after="266"/>
            </w:pPr>
            <w:r>
              <w:rPr>
                <w:rFonts w:ascii="Arial Unicode MS" w:eastAsia="Arial Unicode MS" w:hAnsi="Arial Unicode MS" w:cs="Arial Unicode MS"/>
                <w:color w:val="000000"/>
                <w:sz w:val="20"/>
              </w:rPr>
              <w:t>All of the above mentioned statements are true regarding the role of price in a market-directed economy.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economic systems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9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usually have more freedom of choice in a market-directed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Command economies are most effective for countries with large and complicated varieties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Branding is less common in a market-directed economy than in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United States is a good example of a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pPr>
              <w:keepNext/>
              <w:keepLines/>
              <w:spacing w:before="266" w:after="266"/>
            </w:pPr>
            <w:r>
              <w:rPr>
                <w:rFonts w:ascii="Arial Unicode MS" w:eastAsia="Arial Unicode MS" w:hAnsi="Arial Unicode MS" w:cs="Arial Unicode MS"/>
                <w:color w:val="000000"/>
                <w:sz w:val="20"/>
              </w:rPr>
              <w:t>Consumers in a market-directed economy enjoy great freedom of choice.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NOT true about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enjoy maximum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enjoy maximum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interaction between consumers and producers is great.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5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is responsible for setting up all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price of a consumer product serves as a measure of its value.</w:t>
                  </w:r>
                </w:p>
              </w:tc>
            </w:tr>
          </w:tbl>
          <w:p w:rsidR="003F4BDF" w:rsidRDefault="003F4BDF">
            <w:pPr>
              <w:keepNext/>
              <w:keepLines/>
              <w:spacing w:before="266" w:after="266"/>
            </w:pPr>
            <w:r>
              <w:rPr>
                <w:rFonts w:ascii="Arial Unicode MS" w:eastAsia="Arial Unicode MS" w:hAnsi="Arial Unicode MS" w:cs="Arial Unicode MS"/>
                <w:color w:val="000000"/>
                <w:sz w:val="20"/>
              </w:rPr>
              <w:t>In a market-directed economy, the individual decisions of the many producers and consumers make the macro-level decisions for the whole economy. Government officials decide what and how much is to be produced and distributed in a command economy.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Consumers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enjoy limited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taxed to provide for goods and services that benefit society, such as public health, national defense, highways, police and fire protection.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decide what is to be produced and by whom.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have to buy what is being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have to buy any goods or services.</w:t>
                  </w:r>
                </w:p>
              </w:tc>
            </w:tr>
          </w:tbl>
          <w:p w:rsidR="003F4BDF" w:rsidRDefault="003F4BDF">
            <w:pPr>
              <w:keepNext/>
              <w:keepLines/>
              <w:spacing w:before="266" w:after="266"/>
            </w:pPr>
            <w:r>
              <w:rPr>
                <w:rFonts w:ascii="Arial Unicode MS" w:eastAsia="Arial Unicode MS" w:hAnsi="Arial Unicode MS" w:cs="Arial Unicode MS"/>
                <w:color w:val="000000"/>
                <w:sz w:val="20"/>
              </w:rPr>
              <w:t>The citizens in a market-directed economy are taxed for goods or services provided for the good of society such as national defense, schools, police and fire protection, highway systems, and public-health services.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a government role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set rules to protect individual rights and freedom.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supervise the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provide things such as mass transportation and highways, national defense, police and fire protection, and public health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control interest rates and the supply of money.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1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 determine prices—and thereby allocate resources and distribute income.</w:t>
                  </w:r>
                </w:p>
              </w:tc>
            </w:tr>
          </w:tbl>
          <w:p w:rsidR="003F4BDF" w:rsidRDefault="003F4BDF">
            <w:pPr>
              <w:keepNext/>
              <w:keepLines/>
              <w:spacing w:before="266" w:after="266"/>
            </w:pPr>
            <w:r>
              <w:rPr>
                <w:rFonts w:ascii="Arial Unicode MS" w:eastAsia="Arial Unicode MS" w:hAnsi="Arial Unicode MS" w:cs="Arial Unicode MS"/>
                <w:color w:val="000000"/>
                <w:sz w:val="20"/>
              </w:rPr>
              <w:t>In a market-directed economy, prices are determined in the marketplace and is not likely to be a role of government.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 NOT the government's job in a market-directed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Protecting property and enforcing contracts are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Regulating radio and television broadcasting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Setting import and export rules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0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Determining what and how much is to be produced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Controlling interest rates and the supply of money are</w:t>
                  </w:r>
                </w:p>
              </w:tc>
            </w:tr>
          </w:tbl>
          <w:p w:rsidR="003F4BDF" w:rsidRDefault="003F4BDF">
            <w:pPr>
              <w:keepNext/>
              <w:keepLines/>
              <w:spacing w:before="266" w:after="266"/>
            </w:pPr>
            <w:r>
              <w:rPr>
                <w:rFonts w:ascii="Arial Unicode MS" w:eastAsia="Arial Unicode MS" w:hAnsi="Arial Unicode MS" w:cs="Arial Unicode MS"/>
                <w:color w:val="000000"/>
                <w:sz w:val="20"/>
              </w:rPr>
              <w:t>In a market-directed economy, consumers decide what is to be produced and by whom—through their dollar "votes."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a market-directed economic system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6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enjoy substantial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growth and survival are guaranteed.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has no role.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very little interaction between producers and consumers.</w:t>
                  </w:r>
                </w:p>
              </w:tc>
            </w:tr>
          </w:tbl>
          <w:p w:rsidR="003F4BDF" w:rsidRDefault="003F4BDF">
            <w:pPr>
              <w:keepNext/>
              <w:keepLines/>
              <w:spacing w:before="266" w:after="266"/>
            </w:pPr>
            <w:r>
              <w:rPr>
                <w:rFonts w:ascii="Arial Unicode MS" w:eastAsia="Arial Unicode MS" w:hAnsi="Arial Unicode MS" w:cs="Arial Unicode MS"/>
                <w:color w:val="000000"/>
                <w:sz w:val="20"/>
              </w:rPr>
              <w:t>Consumers in a market-directed economy enjoy great freedom of choice.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Identify the incorrect statement about market-directed economies.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economy adjusts itself.</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2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American economy is completely market-directed.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in a market-directed economy decide what is to be produced and by whom—through their dollar "votes."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Consumers in a market-directed economy enjoy great freedom of choice.</w:t>
                  </w:r>
                </w:p>
              </w:tc>
            </w:tr>
          </w:tbl>
          <w:p w:rsidR="003F4BDF" w:rsidRDefault="003F4BDF">
            <w:pPr>
              <w:keepNext/>
              <w:keepLines/>
              <w:spacing w:before="266" w:after="266"/>
            </w:pPr>
            <w:r>
              <w:rPr>
                <w:rFonts w:ascii="Arial Unicode MS" w:eastAsia="Arial Unicode MS" w:hAnsi="Arial Unicode MS" w:cs="Arial Unicode MS"/>
                <w:color w:val="000000"/>
                <w:sz w:val="20"/>
              </w:rPr>
              <w:t>The American economy and most other Western economies are mainly market-directed but not completely.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279.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economic systems is NOT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has less of a role in market-directed economies than in command economies.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market-directed economy self-adjusts through producer and consumer choices.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always make a profit in a market-directed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 is more likely to work if the variety of goods and services is small.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Both market-directed and command economies need a macro-marketing system.</w:t>
                  </w:r>
                </w:p>
              </w:tc>
            </w:tr>
          </w:tbl>
          <w:p w:rsidR="003F4BDF" w:rsidRDefault="003F4BDF">
            <w:pPr>
              <w:keepNext/>
              <w:keepLines/>
              <w:spacing w:before="266" w:after="266"/>
            </w:pPr>
            <w:r>
              <w:rPr>
                <w:rFonts w:ascii="Arial Unicode MS" w:eastAsia="Arial Unicode MS" w:hAnsi="Arial Unicode MS" w:cs="Arial Unicode MS"/>
                <w:color w:val="000000"/>
                <w:sz w:val="20"/>
              </w:rPr>
              <w:t>Producers are free to do whatever they wish, provided that they stay within the rules set by government and receive enough dollar "votes" from consumers. But profit, survival, and growth are not guaranteed.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Whether a macro-marketing system is fair or effective depends 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goods and services being evenly distributed across the population.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of quantity.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emphasis given to military spending.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orientation of individual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1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objectives of the society.</w:t>
                  </w:r>
                </w:p>
              </w:tc>
            </w:tr>
          </w:tbl>
          <w:p w:rsidR="003F4BDF" w:rsidRDefault="003F4BDF">
            <w:pPr>
              <w:keepNext/>
              <w:keepLines/>
              <w:spacing w:before="266" w:after="266"/>
            </w:pPr>
            <w:r>
              <w:rPr>
                <w:rFonts w:ascii="Arial Unicode MS" w:eastAsia="Arial Unicode MS" w:hAnsi="Arial Unicode MS" w:cs="Arial Unicode MS"/>
                <w:color w:val="000000"/>
                <w:sz w:val="20"/>
              </w:rPr>
              <w:t>The effectiveness and fairness of a particular macro-marketing system must be evaluated in terms of that society's objectives.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BEST describes what is necessary for a country's MACRO-marketing system to be "fair and effective"?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 low quality or dangerous products are sold.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shortages never exist.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a big choice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consumers get the same opportunity to enjoy a high standard of living.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not enough information to select an answer.</w:t>
                  </w:r>
                </w:p>
              </w:tc>
            </w:tr>
          </w:tbl>
          <w:p w:rsidR="003F4BDF" w:rsidRDefault="003F4BDF">
            <w:pPr>
              <w:keepNext/>
              <w:keepLines/>
              <w:spacing w:before="266" w:after="266"/>
            </w:pPr>
            <w:r>
              <w:rPr>
                <w:rFonts w:ascii="Arial Unicode MS" w:eastAsia="Arial Unicode MS" w:hAnsi="Arial Unicode MS" w:cs="Arial Unicode MS"/>
                <w:color w:val="000000"/>
                <w:sz w:val="20"/>
              </w:rPr>
              <w:t>The effectiveness and fairness of a particular macro-marketing system must be evaluated in terms of that society's objectives.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various economic systems around the world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equally effective at providing for the needs of citizens.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always shaped by the free decisions of producers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known collectively as the "command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1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heavily influenced by a society's political institutions.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1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based on the ideal of a pure subsistence economy.</w:t>
                  </w:r>
                </w:p>
              </w:tc>
            </w:tr>
          </w:tbl>
          <w:p w:rsidR="003F4BDF" w:rsidRDefault="003F4BDF">
            <w:pPr>
              <w:keepNext/>
              <w:keepLines/>
              <w:spacing w:before="266" w:after="266"/>
            </w:pPr>
            <w:r>
              <w:rPr>
                <w:rFonts w:ascii="Arial Unicode MS" w:eastAsia="Arial Unicode MS" w:hAnsi="Arial Unicode MS" w:cs="Arial Unicode MS"/>
                <w:color w:val="000000"/>
                <w:sz w:val="20"/>
              </w:rPr>
              <w:t>While all societies have economic systems, how an economic system operates depends largely on the nature of the society's political institutions.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does not describe a command economy?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bureaucrats decide what and how much is to be produced.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command economy is sometimes called a "planned economy."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are set by the law of supply and 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Producers offer a highly limited assortment of goods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economy is found in countries like Iran and North Korea.</w:t>
                  </w:r>
                </w:p>
              </w:tc>
            </w:tr>
          </w:tbl>
          <w:p w:rsidR="003F4BDF" w:rsidRDefault="003F4BDF">
            <w:pPr>
              <w:keepNext/>
              <w:keepLines/>
              <w:spacing w:before="266" w:after="266"/>
            </w:pPr>
            <w:r>
              <w:rPr>
                <w:rFonts w:ascii="Arial Unicode MS" w:eastAsia="Arial Unicode MS" w:hAnsi="Arial Unicode MS" w:cs="Arial Unicode MS"/>
                <w:color w:val="000000"/>
                <w:sz w:val="20"/>
              </w:rPr>
              <w:t>In a command economy, prices are set by government planners, not supply and demand.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economic freedom provided within a market-directed economy produces the greatest number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planners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government regulations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entrepreneurs and innovators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military-oriented purchases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trade restrictions</w:t>
                  </w:r>
                </w:p>
              </w:tc>
            </w:tr>
          </w:tbl>
          <w:p w:rsidR="003F4BDF" w:rsidRDefault="003F4BDF">
            <w:pPr>
              <w:keepNext/>
              <w:keepLines/>
              <w:spacing w:before="266" w:after="266"/>
            </w:pPr>
            <w:r>
              <w:rPr>
                <w:rFonts w:ascii="Arial Unicode MS" w:eastAsia="Arial Unicode MS" w:hAnsi="Arial Unicode MS" w:cs="Arial Unicode MS"/>
                <w:color w:val="000000"/>
                <w:sz w:val="20"/>
              </w:rPr>
              <w:t>Market directed economies produce great numbers of entrepreneurs and innovators because individuals in such economies have the economic freedom to take risks and try out new ideas.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Role of Marketing in Economic Systems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era of marketing is characterized by families who sold their surpluses to local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company era</w:t>
                  </w:r>
                </w:p>
              </w:tc>
            </w:tr>
          </w:tbl>
          <w:p w:rsidR="003F4BDF" w:rsidRDefault="003F4BDF">
            <w:pPr>
              <w:keepNext/>
              <w:keepLines/>
              <w:spacing w:before="266" w:after="266"/>
            </w:pPr>
            <w:r>
              <w:rPr>
                <w:rFonts w:ascii="Arial Unicode MS" w:eastAsia="Arial Unicode MS" w:hAnsi="Arial Unicode MS" w:cs="Arial Unicode MS"/>
                <w:color w:val="000000"/>
                <w:sz w:val="20"/>
              </w:rPr>
              <w:t>As bartering became more difficult, societies moved into the simple trade era, a time when families traded or sold their surplus output to local distributors. These specialists resold the goods to other consumers or other distributors.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item famously originated in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Laptop computers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Home movie rentals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Chariots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Automobiles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Compact fluorescent light bulbs</w:t>
                  </w:r>
                </w:p>
              </w:tc>
            </w:tr>
          </w:tbl>
          <w:p w:rsidR="003F4BDF" w:rsidRDefault="003F4BDF">
            <w:pPr>
              <w:keepNext/>
              <w:keepLines/>
              <w:spacing w:before="266" w:after="266"/>
            </w:pPr>
            <w:r>
              <w:rPr>
                <w:rFonts w:ascii="Arial Unicode MS" w:eastAsia="Arial Unicode MS" w:hAnsi="Arial Unicode MS" w:cs="Arial Unicode MS"/>
                <w:color w:val="000000"/>
                <w:sz w:val="20"/>
              </w:rPr>
              <w:t>The mass production of the automobile is associated with the production era, the period from the Industrial Revolution until the 1920s.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Understand what a market-driven economy is and how it adjusts the macro-marketing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considers five "eras" of marketing evolution. These five eras in their logical order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company, 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Subsistence, production, sales, entrepreneurial, 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department, international trading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entrepreneurial, 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5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department, marketing company</w:t>
                  </w:r>
                </w:p>
              </w:tc>
            </w:tr>
          </w:tbl>
          <w:p w:rsidR="003F4BDF" w:rsidRDefault="003F4BDF">
            <w:pPr>
              <w:keepNext/>
              <w:keepLines/>
              <w:spacing w:before="266" w:after="266"/>
            </w:pPr>
            <w:r>
              <w:rPr>
                <w:rFonts w:ascii="Arial Unicode MS" w:eastAsia="Arial Unicode MS" w:hAnsi="Arial Unicode MS" w:cs="Arial Unicode MS"/>
                <w:color w:val="000000"/>
                <w:sz w:val="20"/>
              </w:rPr>
              <w:t>The five stages in marketing evolution are: (1) the simple trade era, (2) the production era, (3) the sales era, (4) the marketing department era, and (5) the marketing company era.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considers five "eras" of marketing evolution. Which of the following shows the logical order in which these eras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production, sales, simple trade, 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production, marketing department, marketing company, 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simple trade, marketing company, production, 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company, 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5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production, sales, marketing department, marketing company</w:t>
                  </w:r>
                </w:p>
              </w:tc>
            </w:tr>
          </w:tbl>
          <w:p w:rsidR="003F4BDF" w:rsidRDefault="003F4BDF">
            <w:pPr>
              <w:keepNext/>
              <w:keepLines/>
              <w:spacing w:before="266" w:after="266"/>
            </w:pPr>
            <w:r>
              <w:rPr>
                <w:rFonts w:ascii="Arial Unicode MS" w:eastAsia="Arial Unicode MS" w:hAnsi="Arial Unicode MS" w:cs="Arial Unicode MS"/>
                <w:color w:val="000000"/>
                <w:sz w:val="20"/>
              </w:rPr>
              <w:t>The five stages in marketing evolution are: (1) the simple trade era, (2) the production era, (3) the sales era, (4) the marketing department era, and (5) the marketing company era.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289.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discusses the evolution of business through five "eras." Which of the following is NOT one of these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Facilitator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before="266" w:after="266"/>
            </w:pPr>
            <w:r>
              <w:rPr>
                <w:rFonts w:ascii="Arial Unicode MS" w:eastAsia="Arial Unicode MS" w:hAnsi="Arial Unicode MS" w:cs="Arial Unicode MS"/>
                <w:color w:val="000000"/>
                <w:sz w:val="20"/>
              </w:rPr>
              <w:t>The five stages in marketing evolution are: (1) the simple trade era, (2) the production era, (3) the sales era, (4) the marketing department era, and (5) the marketing company era.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text discusses the evolution of business through five "eras." Which of the following is NOT one of these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9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Diversification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before="266" w:after="266"/>
            </w:pPr>
            <w:r>
              <w:rPr>
                <w:rFonts w:ascii="Arial Unicode MS" w:eastAsia="Arial Unicode MS" w:hAnsi="Arial Unicode MS" w:cs="Arial Unicode MS"/>
                <w:color w:val="000000"/>
                <w:sz w:val="20"/>
              </w:rPr>
              <w:t>The five stages in marketing evolution are: (1) the simple trade era, (2) the production era, (3) the sales era, (4) the marketing department era, and (5) the marketing company era.</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the ____ era, families traded or sold their "surplus" output to local distributors.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pure subsistence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before="266" w:after="266"/>
            </w:pPr>
            <w:r>
              <w:rPr>
                <w:rFonts w:ascii="Arial Unicode MS" w:eastAsia="Arial Unicode MS" w:hAnsi="Arial Unicode MS" w:cs="Arial Unicode MS"/>
                <w:color w:val="000000"/>
                <w:sz w:val="20"/>
              </w:rPr>
              <w:t>The simple trade era is a time when families traded or sold their "surplus" output to local distributors.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From the Industrial Revolution until the 1920s, most companies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before="266" w:after="266"/>
            </w:pPr>
            <w:r>
              <w:rPr>
                <w:rFonts w:ascii="Arial Unicode MS" w:eastAsia="Arial Unicode MS" w:hAnsi="Arial Unicode MS" w:cs="Arial Unicode MS"/>
                <w:color w:val="000000"/>
                <w:sz w:val="20"/>
              </w:rPr>
              <w:t>From the Industrial Revolution until the 1920s, most companies were in the production era since companies focused on production of a few specific products.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is MOST characteristic of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7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"If we sell harder, we will sell more."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cater to the diverse needs of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4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no limit on what we can sell if we produce efficiently."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1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options we offer consumers, the better."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3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is the key to our success."</w:t>
                  </w:r>
                </w:p>
              </w:tc>
            </w:tr>
          </w:tbl>
          <w:p w:rsidR="003F4BDF" w:rsidRDefault="003F4BDF">
            <w:pPr>
              <w:keepNext/>
              <w:keepLines/>
              <w:spacing w:before="266" w:after="266"/>
            </w:pPr>
            <w:r>
              <w:rPr>
                <w:rFonts w:ascii="Arial Unicode MS" w:eastAsia="Arial Unicode MS" w:hAnsi="Arial Unicode MS" w:cs="Arial Unicode MS"/>
                <w:color w:val="000000"/>
                <w:sz w:val="20"/>
              </w:rPr>
              <w:t>"If we can make it, it will sell" is management thinking characteristic of the production era due to shortage of products.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management thinking during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make whatever products are easy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0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find out what the customer wants."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salespeople we have, the more we can sell."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work hard to sell the product to our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2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"If we produce a good product, customers will find us and buy it."</w:t>
                  </w:r>
                </w:p>
              </w:tc>
            </w:tr>
          </w:tbl>
          <w:p w:rsidR="003F4BDF" w:rsidRDefault="003F4BDF">
            <w:pPr>
              <w:keepNext/>
              <w:keepLines/>
              <w:spacing w:before="266" w:after="266"/>
            </w:pPr>
            <w:r>
              <w:rPr>
                <w:rFonts w:ascii="Arial Unicode MS" w:eastAsia="Arial Unicode MS" w:hAnsi="Arial Unicode MS" w:cs="Arial Unicode MS"/>
                <w:color w:val="000000"/>
                <w:sz w:val="20"/>
              </w:rPr>
              <w:t>"If we can make it, it will sell" is management thinking characteristic of the production era due to shortage of products.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management thinking during the "production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more we advertise a product, the more we can sell."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increase our sales effort—to sell what we can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3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"If we can produce it, customers will buy 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"We need to be selective and produce what customers want."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lower we price a product, the more we can sell."</w:t>
                  </w:r>
                </w:p>
              </w:tc>
            </w:tr>
          </w:tbl>
          <w:p w:rsidR="003F4BDF" w:rsidRDefault="003F4BDF">
            <w:pPr>
              <w:keepNext/>
              <w:keepLines/>
              <w:spacing w:before="266" w:after="266"/>
            </w:pPr>
            <w:r>
              <w:rPr>
                <w:rFonts w:ascii="Arial Unicode MS" w:eastAsia="Arial Unicode MS" w:hAnsi="Arial Unicode MS" w:cs="Arial Unicode MS"/>
                <w:color w:val="000000"/>
                <w:sz w:val="20"/>
              </w:rPr>
              <w:t>"If we can make it, it will sell" is management thinking characteristic of the production era due to shortage of products.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Until recently, good PC software for producing digital videos was not available, but was much in demand by businesses. The first companies to produce a specific type of program had good sales even though they did little promotion and their programs were not "user-friendly." It seems that many of these "innovators" operated as if they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before="266" w:after="266"/>
            </w:pPr>
            <w:r>
              <w:rPr>
                <w:rFonts w:ascii="Arial Unicode MS" w:eastAsia="Arial Unicode MS" w:hAnsi="Arial Unicode MS" w:cs="Arial Unicode MS"/>
                <w:color w:val="000000"/>
                <w:sz w:val="20"/>
              </w:rPr>
              <w:t>"If we can make it, it will sell" is management thinking characteristic of the production era due to shortage of products.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Because of increased competition during the ___________ era, firms put new effort into winning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During the ______________ era, concern about increased competition lead firms to focus on selling to attract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299.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firm that focuses its attention primarily on "selling" its present products in order to meet or beat competition is operating in which of the following "management eras"?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era</w:t>
                  </w:r>
                </w:p>
              </w:tc>
            </w:tr>
          </w:tbl>
          <w:p w:rsidR="003F4BDF" w:rsidRDefault="003F4BDF">
            <w:pPr>
              <w:keepNext/>
              <w:keepLines/>
              <w:spacing w:before="266" w:after="266"/>
            </w:pPr>
            <w:r>
              <w:rPr>
                <w:rFonts w:ascii="Arial Unicode MS" w:eastAsia="Arial Unicode MS" w:hAnsi="Arial Unicode MS" w:cs="Arial Unicode MS"/>
                <w:color w:val="000000"/>
                <w:sz w:val="20"/>
              </w:rPr>
              <w:t>Advanced production capabilities led to sales era when a company emphasizes selling to win customers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_________________ era is a time when a company emphasizes selling because of the increased competition in the external environment.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supply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demand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president of a company that produces cardboard boxes is concerned about the large number of competitors with extra capacity. As he put it, "our best shot is in the hands of our sales manager—she makes all of our marketing decisions and is creative enough to figure out how to sell more boxes." It seems that this company is run as if it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owner of a company that produces electronic circuit boards sees many competitors with extra capacity and says, "the only hope is that our sales manager, who makes all of our marketing decisions, will find a way to sell more boards." It seems that this company is run as if it were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excess capacity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Administrators at a university noted that they were 200 students short of their enrollment projection as the start of the school year approached. The president of the university, fearing a revenue shortage, told the director of admissions, "You need to use whatever means necessary to get enough students to meet the projection before classes start. Run ads in the newspaper, call high school guidance counselors, recruit from our pool of rejected applicants—whatever it takes." The university president is operating as though he was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regarding the "sales era"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emphasis was on producing.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9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business problem was to decide where to put the company's effort.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production capability was available than ever before.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followed the marketing department era.</w:t>
                  </w:r>
                </w:p>
              </w:tc>
            </w:tr>
          </w:tbl>
          <w:p w:rsidR="003F4BDF" w:rsidRDefault="003F4BDF">
            <w:pPr>
              <w:keepNext/>
              <w:keepLines/>
              <w:spacing w:before="266" w:after="266"/>
            </w:pPr>
            <w:r>
              <w:rPr>
                <w:rFonts w:ascii="Arial Unicode MS" w:eastAsia="Arial Unicode MS" w:hAnsi="Arial Unicode MS" w:cs="Arial Unicode MS"/>
                <w:color w:val="000000"/>
                <w:sz w:val="20"/>
              </w:rPr>
              <w:t>By about 1930, in the sales era, most companies in the industrialized Western nations had more production capability than ever before.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During the sales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families traded or sold their surplus output to local distributors.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7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characteristic management thinking said, "If we can make it, it will sell."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marketing activities were brought under the control of one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increased competition made firms focus on winning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people did both short-run and long-run marketing planning.</w:t>
                  </w:r>
                </w:p>
              </w:tc>
            </w:tr>
          </w:tbl>
          <w:p w:rsidR="003F4BDF" w:rsidRDefault="003F4BDF">
            <w:pPr>
              <w:keepNext/>
              <w:keepLines/>
              <w:spacing w:before="266" w:after="266"/>
            </w:pPr>
            <w:r>
              <w:rPr>
                <w:rFonts w:ascii="Arial Unicode MS" w:eastAsia="Arial Unicode MS" w:hAnsi="Arial Unicode MS" w:cs="Arial Unicode MS"/>
                <w:color w:val="000000"/>
                <w:sz w:val="20"/>
              </w:rPr>
              <w:t>Advanced production capabilities led to sales era when a company emphasizes selling to win customers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Asa Meyer was just named FireFly Products sales manager, with responsibilities for all marketing planning. FireFly's president told him that his job is to "outsell the competition." Apparently, FireFly is operating in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before="266" w:after="266"/>
            </w:pPr>
            <w:r>
              <w:rPr>
                <w:rFonts w:ascii="Arial Unicode MS" w:eastAsia="Arial Unicode MS" w:hAnsi="Arial Unicode MS" w:cs="Arial Unicode MS"/>
                <w:color w:val="000000"/>
                <w:sz w:val="20"/>
              </w:rPr>
              <w:t>The sales era is a time when a company emphasizes selling because of increased competition.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As a firm moves from the sales era to the marketing department era it is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2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have marketing people who develop long range plans—sometimes 5 or more years ahead.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7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begin to integrate all the firm's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8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less emphasis on earning a profit and more emphasis on what customers will buy.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adopt a more narrow view of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 more concerned with its ability to produce enough to meet demand.</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department era is a time when all marketing activities are brought under the control of one department to improve short-run policy planning and to try to integrate the firm's activities.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Myra Martinez was just named Treasure Island, Inc.'s "marketing manager"—with responsibilities for short-run policy planning of the firm's advertising, sales, marketing research, purchasing, and distribution efforts. Apparently, Treasure Island is operating in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department era is a time when all marketing activities are brought under the control of one department to improve short-run policy planning and to try to integrate the firm's activities.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309.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main difference between the "marketing department era" and the "marketing company era"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emphasis on selling and advertising in the 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1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whether the president of the firm has a background in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more emphasis on short-run planning in the 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whether the whole company is customer-oriented.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no difference.</w:t>
                  </w:r>
                </w:p>
              </w:tc>
            </w:tr>
          </w:tbl>
          <w:p w:rsidR="003F4BDF" w:rsidRDefault="003F4BDF">
            <w:pPr>
              <w:keepNext/>
              <w:keepLines/>
              <w:spacing w:before="266" w:after="266"/>
            </w:pPr>
            <w:r>
              <w:rPr>
                <w:rFonts w:ascii="Arial Unicode MS" w:eastAsia="Arial Unicode MS" w:hAnsi="Arial Unicode MS" w:cs="Arial Unicode MS"/>
                <w:color w:val="000000"/>
                <w:sz w:val="20"/>
              </w:rPr>
              <w:t>In marketing company era, the whole company effort is guided by the marketing concept that aims all its efforts at satisfying its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marketing people do long-range planning and the whole company is guided by the "marketing concept," the company has entered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consumerism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company era is a time when, in addition to short-run marketing planning, marketing people develop long-range plans—sometimes five or more years ahead—and the whole company effort is guided by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company where the marketing people do both short-run and long-range planning is operating in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company era is a time when, in addition to short—run marketing planning, marketing people develop long-range plans-sometimes five or more years ahead—and the whole company effort is guided by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would be relevant in the marketing company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2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Bringing all marketing activities together under the control of one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9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Planning for five or more years ahead.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Reselling goods to consumers and 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Focusing on production.</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company era is a time when, in addition to short-run marketing planning, marketing people develop long-range plans—sometimes five or more years ahead.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president of a financial services company says that her new marketing manager has changed things a lot—making long-range plans about where the firm should focus its effort, and coordinating the decisions about what services to offer and how they should be promoted and priced. It seems that this company is just moving into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simple trade era.</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company era is a time when, in addition to short-run marketing planning, marketing people develop long-range plans and decide where to put the company's effort.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SouthFace Corporation just named Chloe Perry to a marketing management position. One of the reasons she accepted a position with this company was its reputation for market-oriented long-range planning. SouthFace Corp. is probably operating in the ______________ era.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planning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company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research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a correct answer.</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company era is a time when, in addition to short-run marketing planning, marketing people develop long-range plans—sometimes five or more years ahead.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Regarding the five stages in marketing evolution,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department era, firms do both short-run and long-run planning.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first era to evolve was the sales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company era, firms do short-run planning only.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firms operate in the production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8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responses is true.</w:t>
                  </w:r>
                </w:p>
              </w:tc>
            </w:tr>
          </w:tbl>
          <w:p w:rsidR="003F4BDF" w:rsidRDefault="003F4BDF">
            <w:pPr>
              <w:keepNext/>
              <w:keepLines/>
              <w:spacing w:before="266" w:after="266"/>
            </w:pPr>
            <w:r>
              <w:rPr>
                <w:rFonts w:ascii="Arial Unicode MS" w:eastAsia="Arial Unicode MS" w:hAnsi="Arial Unicode MS" w:cs="Arial Unicode MS"/>
                <w:color w:val="000000"/>
                <w:sz w:val="20"/>
              </w:rPr>
              <w:t>In the five stages in marketing evolution, the marketing department era makes short-run planning only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first era to evolve was the simple trade era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the marketing company era makes both short-run and long-run planning.</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Regarding the five stages in marketing evolution: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Few firms have graduated to the marketing company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3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For most firms, the sales era continued until at least 1950.</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6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department era, firms began to do long-run planning.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production era was the first era to evolve.</w:t>
                  </w:r>
                </w:p>
              </w:tc>
            </w:tr>
          </w:tbl>
          <w:p w:rsidR="003F4BDF" w:rsidRDefault="003F4BDF">
            <w:pPr>
              <w:keepNext/>
              <w:keepLines/>
              <w:spacing w:before="266" w:after="266"/>
            </w:pPr>
            <w:r>
              <w:rPr>
                <w:rFonts w:ascii="Arial Unicode MS" w:eastAsia="Arial Unicode MS" w:hAnsi="Arial Unicode MS" w:cs="Arial Unicode MS"/>
                <w:color w:val="000000"/>
                <w:sz w:val="20"/>
              </w:rPr>
              <w:t>For most firms in advanced economies, the sales era continued until at least 1950.</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Marketing's Role Has Changed a Lot over the Years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is a strategic way of approaching business that contrasts sharply with 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profit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triple bottom line</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based on their needs. This contrasts with the production orientation, in which managers make and sell whatever products are easy to produce.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Compared with other approaches to business, the marketing concept is distinct in that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on profits.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produces new products and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creates a broad assortment of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produces quality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on satisfying customers' needs.</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is distinct from other approaches to business in that it views organizations as existing to serve customers and the needs of society. Firms that apply the marketing concept direct all their efforts at satisfying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319.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triple bottom line is a measure of a firm's success based on multiple criteria commonly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price, and promotion.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planet, and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partnership, planning, and positioning.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segmentation, targeting, and positioning.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brands, buyers, and bucks.</w:t>
                  </w:r>
                </w:p>
              </w:tc>
            </w:tr>
          </w:tbl>
          <w:p w:rsidR="003F4BDF" w:rsidRDefault="003F4BDF">
            <w:pPr>
              <w:keepNext/>
              <w:keepLines/>
              <w:spacing w:before="266" w:after="266"/>
            </w:pPr>
            <w:r>
              <w:rPr>
                <w:rFonts w:ascii="Arial Unicode MS" w:eastAsia="Arial Unicode MS" w:hAnsi="Arial Unicode MS" w:cs="Arial Unicode MS"/>
                <w:color w:val="000000"/>
                <w:sz w:val="20"/>
              </w:rPr>
              <w:t>Some organizations explicitly consider a triple bottom line—which measures an organization's economic, social, and environmental outcomes—as a measure of long—term success. Together, these are sometimes referred to as measures of people, planet and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When a firm considers a triple bottom line as a measure of long-term success, this means that it measures outcomes in which of the following three different areas: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success, social impact, and political 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 profitability, customer satisfaction, and behavioral change.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economic success, social impact, and environmental impact.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company effort, customer satisfaction, and relative market share.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environmental impact, and production efficiency.</w:t>
                  </w:r>
                </w:p>
              </w:tc>
            </w:tr>
          </w:tbl>
          <w:p w:rsidR="003F4BDF" w:rsidRDefault="003F4BDF">
            <w:pPr>
              <w:keepNext/>
              <w:keepLines/>
              <w:spacing w:before="266" w:after="266"/>
            </w:pPr>
            <w:r>
              <w:rPr>
                <w:rFonts w:ascii="Arial Unicode MS" w:eastAsia="Arial Unicode MS" w:hAnsi="Arial Unicode MS" w:cs="Arial Unicode MS"/>
                <w:color w:val="000000"/>
                <w:sz w:val="20"/>
              </w:rPr>
              <w:t>Some organizations explicitly consider a triple bottom line—which measures an organization's economic, social, and environmental outcomes—as a measure of long</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term success. Together, these are sometimes referred to as measures of people, planet and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organization practicing ______ aims all its efforts at satisfying its customers—at a profit.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sales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the marketing department era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maximization economics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concept</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but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All of the following are the basic ideas included in the definition of the marketing concept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total company effort.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or another measure of long-term success, as an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whatever products are easy to produce and then trying to sell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giving customers what they need.</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but at a profit. Making whatever products which are easy to produce and then trying to sell them is product orientation.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"production-oriented" firm typically: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views customer credit as a customer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sets inventory requirements with customer needs in mind.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1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sell the products it can make easily.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advertising on need-satisfying product benefits.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operates as an integrated unit.</w:t>
                  </w:r>
                </w:p>
              </w:tc>
            </w:tr>
          </w:tbl>
          <w:p w:rsidR="003F4BDF" w:rsidRDefault="003F4BDF">
            <w:pPr>
              <w:keepNext/>
              <w:keepLines/>
              <w:spacing w:before="266" w:after="266"/>
            </w:pPr>
            <w:r>
              <w:rPr>
                <w:rFonts w:ascii="Arial Unicode MS" w:eastAsia="Arial Unicode MS" w:hAnsi="Arial Unicode MS" w:cs="Arial Unicode MS"/>
                <w:color w:val="000000"/>
                <w:sz w:val="20"/>
              </w:rPr>
              <w:t>Making whatever products which are easy to produce and then trying to sell them is product orientation.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Managers who think of customers existing to buy the firm's output rather than of firms existing to serve customers and—more broadly—the needs of society, have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8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dynamic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orientation.</w:t>
                  </w:r>
                </w:p>
              </w:tc>
            </w:tr>
          </w:tbl>
          <w:p w:rsidR="003F4BDF" w:rsidRDefault="003F4BDF">
            <w:pPr>
              <w:keepNext/>
              <w:keepLines/>
              <w:spacing w:before="266" w:after="266"/>
            </w:pPr>
            <w:r>
              <w:rPr>
                <w:rFonts w:ascii="Arial Unicode MS" w:eastAsia="Arial Unicode MS" w:hAnsi="Arial Unicode MS" w:cs="Arial Unicode MS"/>
                <w:color w:val="000000"/>
                <w:sz w:val="20"/>
              </w:rPr>
              <w:t>Production orientation occurs when managers think of customers existing to buy the firm's output rather than of firms existing to serve customers and—more broadly—the needs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manager with a "production orientation" is likely to think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1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customers exist to buy the firm's output.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3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customers' needs should guide decisions about what the firm produces.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should find out what product customers want to buy, and then produce that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managers should handle all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in the production department should work closely with people from all the firm's other departments.</w:t>
                  </w:r>
                </w:p>
              </w:tc>
            </w:tr>
          </w:tbl>
          <w:p w:rsidR="003F4BDF" w:rsidRDefault="003F4BDF">
            <w:pPr>
              <w:keepNext/>
              <w:keepLines/>
              <w:spacing w:before="266" w:after="266"/>
            </w:pPr>
            <w:r>
              <w:rPr>
                <w:rFonts w:ascii="Arial Unicode MS" w:eastAsia="Arial Unicode MS" w:hAnsi="Arial Unicode MS" w:cs="Arial Unicode MS"/>
                <w:color w:val="000000"/>
                <w:sz w:val="20"/>
              </w:rPr>
              <w:t>Production orientation occurs when manager think of customers existing to buy the firm's output rather than of firms existing to serve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MOST LIKELY to be found in a production-oriented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8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Agreements among departments about how to improve 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products that are easy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goods that exactly meet the customer's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focus on profit rather than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likely to be found in a production-oriented firm.</w:t>
                  </w:r>
                </w:p>
              </w:tc>
            </w:tr>
          </w:tbl>
          <w:p w:rsidR="003F4BDF" w:rsidRDefault="003F4BDF">
            <w:pPr>
              <w:keepNext/>
              <w:keepLines/>
              <w:spacing w:before="266" w:after="266"/>
            </w:pPr>
            <w:r>
              <w:rPr>
                <w:rFonts w:ascii="Arial Unicode MS" w:eastAsia="Arial Unicode MS" w:hAnsi="Arial Unicode MS" w:cs="Arial Unicode MS"/>
                <w:color w:val="000000"/>
                <w:sz w:val="20"/>
              </w:rPr>
              <w:t>Making whatever products are easy to produce and then trying to sell them is found in a production-oriented firm.</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LEAST LIKELY to be found in a production-oriented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6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Disagreements among departments about how to improve the company's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products that are easy to produce.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goods that exactly meet the customer's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mass marketing approach.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likely to be found in a production-oriented firm.</w:t>
                  </w:r>
                </w:p>
              </w:tc>
            </w:tr>
          </w:tbl>
          <w:p w:rsidR="003F4BDF" w:rsidRDefault="003F4BDF">
            <w:pPr>
              <w:keepNext/>
              <w:keepLines/>
              <w:spacing w:before="266" w:after="266"/>
            </w:pPr>
            <w:r>
              <w:rPr>
                <w:rFonts w:ascii="Arial Unicode MS" w:eastAsia="Arial Unicode MS" w:hAnsi="Arial Unicode MS" w:cs="Arial Unicode MS"/>
                <w:color w:val="000000"/>
                <w:sz w:val="20"/>
              </w:rPr>
              <w:t>Production orientation occurs when managers think of customers existing to buy the firm's output rather than of firms existing to serve customers and—more broadly—the needs of society.</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MetroTech Corporation has been experiencing declining profits. MetroTech's salespeople blame the production people for making inferior products, and the production people complain that the salesmen are just not getting enough orders. MetroTech seems to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implemented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customer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sales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pPr>
              <w:keepNext/>
              <w:keepLines/>
              <w:spacing w:before="266" w:after="266"/>
            </w:pPr>
            <w:r>
              <w:rPr>
                <w:rFonts w:ascii="Arial Unicode MS" w:eastAsia="Arial Unicode MS" w:hAnsi="Arial Unicode MS" w:cs="Arial Unicode MS"/>
                <w:color w:val="000000"/>
                <w:sz w:val="20"/>
              </w:rPr>
              <w:t>A production orientation means making whatever products which are easy to produce and then trying to sell them and think of customers existing to buy the firm's output rather than of firms existing to serve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329.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MetroTech Corporation has been experiencing declining profits. The accounting department blames the MetroTech marketing staff for "out of control" sales costs. The salespeople blame the warehouse for being slow to fill orders. And the warehouse manager says that the production department can't meet its schedule. MetroTech seems to have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implemented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customer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sales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pPr>
              <w:keepNext/>
              <w:keepLines/>
              <w:spacing w:before="266" w:after="266"/>
            </w:pPr>
            <w:r>
              <w:rPr>
                <w:rFonts w:ascii="Arial Unicode MS" w:eastAsia="Arial Unicode MS" w:hAnsi="Arial Unicode MS" w:cs="Arial Unicode MS"/>
                <w:color w:val="000000"/>
                <w:sz w:val="20"/>
              </w:rPr>
              <w:t>A production orientation means making whatever products which are easy to produce and then trying to sell them and think of customers existing to buy the firm's output rather than of firms existing to serve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Accepting the "marketing concept" means that a firm should have a ______________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7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research</w:t>
                  </w:r>
                </w:p>
              </w:tc>
            </w:tr>
          </w:tbl>
          <w:p w:rsidR="003F4BDF" w:rsidRDefault="003F4BDF">
            <w:pPr>
              <w:keepNext/>
              <w:keepLines/>
              <w:spacing w:before="266" w:after="266"/>
            </w:pPr>
            <w:r>
              <w:rPr>
                <w:rFonts w:ascii="Arial Unicode MS" w:eastAsia="Arial Unicode MS" w:hAnsi="Arial Unicode MS" w:cs="Arial Unicode MS"/>
                <w:color w:val="000000"/>
                <w:sz w:val="20"/>
              </w:rPr>
              <w:t>A marketing orientation means trying to carry out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firm with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little need for salespeople.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sells what it can make easily.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4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tries to determine customers' needs before developing its 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advertising on product features.</w:t>
                  </w:r>
                </w:p>
              </w:tc>
            </w:tr>
          </w:tbl>
          <w:p w:rsidR="003F4BDF" w:rsidRDefault="003F4BDF">
            <w:pPr>
              <w:keepNext/>
              <w:keepLines/>
              <w:spacing w:before="266" w:after="266"/>
            </w:pPr>
            <w:r>
              <w:rPr>
                <w:rFonts w:ascii="Arial Unicode MS" w:eastAsia="Arial Unicode MS" w:hAnsi="Arial Unicode MS" w:cs="Arial Unicode MS"/>
                <w:color w:val="000000"/>
                <w:sz w:val="20"/>
              </w:rPr>
              <w:t>A marketing-oriented firm tries to offer customers what they need instead of just trying to get customers to buy what the firm has produced.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three basic ideas in the "marketing concept"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resource efficiency, sales maximization.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total company effort, sales growth.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 sales growth, profit maximization.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marketing manager as chief executive,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 total company effort, profit.</w:t>
                  </w:r>
                </w:p>
              </w:tc>
            </w:tr>
          </w:tbl>
          <w:p w:rsidR="003F4BDF" w:rsidRDefault="003F4BDF">
            <w:pPr>
              <w:keepNext/>
              <w:keepLines/>
              <w:spacing w:before="266" w:after="266"/>
            </w:pPr>
            <w:r>
              <w:rPr>
                <w:rFonts w:ascii="Arial Unicode MS" w:eastAsia="Arial Unicode MS" w:hAnsi="Arial Unicode MS" w:cs="Arial Unicode MS"/>
                <w:color w:val="000000"/>
                <w:sz w:val="20"/>
              </w:rPr>
              <w:t>Three basic ideas of the marketing concept are: (1) customer satisfaction, (2) a total company effort, and (3) profit—not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7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Total company effort.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 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Maximize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president has a marketing background.</w:t>
                  </w:r>
                </w:p>
              </w:tc>
            </w:tr>
          </w:tbl>
          <w:p w:rsidR="003F4BDF" w:rsidRDefault="003F4BDF">
            <w:pPr>
              <w:keepNext/>
              <w:keepLines/>
              <w:spacing w:before="266" w:after="266"/>
            </w:pPr>
            <w:r>
              <w:rPr>
                <w:rFonts w:ascii="Arial Unicode MS" w:eastAsia="Arial Unicode MS" w:hAnsi="Arial Unicode MS" w:cs="Arial Unicode MS"/>
                <w:color w:val="000000"/>
                <w:sz w:val="20"/>
              </w:rPr>
              <w:t>Three basic ideas of the marketing concept are: (1) customer satisfaction, (2) a total company effort, and (3) profit—not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 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1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as an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Maximize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president has a marketing background.</w:t>
                  </w:r>
                </w:p>
              </w:tc>
            </w:tr>
          </w:tbl>
          <w:p w:rsidR="003F4BDF" w:rsidRDefault="003F4BDF">
            <w:pPr>
              <w:keepNext/>
              <w:keepLines/>
              <w:spacing w:before="266" w:after="266"/>
            </w:pPr>
            <w:r>
              <w:rPr>
                <w:rFonts w:ascii="Arial Unicode MS" w:eastAsia="Arial Unicode MS" w:hAnsi="Arial Unicode MS" w:cs="Arial Unicode MS"/>
                <w:color w:val="000000"/>
                <w:sz w:val="20"/>
              </w:rPr>
              <w:t>Three basic ideas of the marketing concept are: (1) customer satisfaction, (2) a total company effort, and (3) profit—not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one of the three basic ideas in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Resource efficiency.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Obtain 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Maximize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president has a marketing background.</w:t>
                  </w:r>
                </w:p>
              </w:tc>
            </w:tr>
          </w:tbl>
          <w:p w:rsidR="003F4BDF" w:rsidRDefault="003F4BDF">
            <w:pPr>
              <w:keepNext/>
              <w:keepLines/>
              <w:spacing w:before="266" w:after="266"/>
            </w:pPr>
            <w:r>
              <w:rPr>
                <w:rFonts w:ascii="Arial Unicode MS" w:eastAsia="Arial Unicode MS" w:hAnsi="Arial Unicode MS" w:cs="Arial Unicode MS"/>
                <w:color w:val="000000"/>
                <w:sz w:val="20"/>
              </w:rPr>
              <w:t>Three basic ideas of the marketing concept are: (1) customer satisfaction, (2) a total company effort, and (3) profit—not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An important step in applying the marketing concept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6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changing the firm's organizational structure.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changing the firm's management methods and procedures.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3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appointing someone with a marketing management background to be the firm's president.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hiring a marketing consultant.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7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committing to customer satisfaction.</w:t>
                  </w:r>
                </w:p>
              </w:tc>
            </w:tr>
          </w:tbl>
          <w:p w:rsidR="003F4BDF" w:rsidRDefault="003F4BDF">
            <w:pPr>
              <w:keepNext/>
              <w:keepLines/>
              <w:spacing w:before="266" w:after="266"/>
            </w:pPr>
            <w:r>
              <w:rPr>
                <w:rFonts w:ascii="Arial Unicode MS" w:eastAsia="Arial Unicode MS" w:hAnsi="Arial Unicode MS" w:cs="Arial Unicode MS"/>
                <w:color w:val="000000"/>
                <w:sz w:val="20"/>
              </w:rPr>
              <w:t>Three basic ideas of the marketing concept are: (1) customer satisfaction, (2) a total company effort, and (3) profit—not just sales—as an objective.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a business firm should aim all of its efforts 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doing more advertising and selling than competitors.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selling what the company produces.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satisfying customers—regardless of profitability.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satisfying its customers—at a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producing those products which it can make at lowest cost.</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says that a business firm should: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9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Aim all its efforts at meeting society's needs—regardless of profitability.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Aim all its efforts at satisfying its customers—at a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 those products which it can make at lowest cost.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heavy emphasis on developing new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Treat advertising and selling as its priority.</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339.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producer with a marketing orientation is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49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Distribute the product according to the needs customers have for product availability.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Distribute the product in as many retail outlets as possible.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Provide overnight express shipping.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e-commerce as a key element in distribution.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Distribute directly from the producer to the consumer.</w:t>
                  </w:r>
                </w:p>
              </w:tc>
            </w:tr>
          </w:tbl>
          <w:p w:rsidR="003F4BDF" w:rsidRDefault="003F4BDF">
            <w:pPr>
              <w:keepNext/>
              <w:keepLines/>
              <w:spacing w:before="266" w:after="266"/>
            </w:pPr>
            <w:r>
              <w:rPr>
                <w:rFonts w:ascii="Arial Unicode MS" w:eastAsia="Arial Unicode MS" w:hAnsi="Arial Unicode MS" w:cs="Arial Unicode MS"/>
                <w:color w:val="000000"/>
                <w:sz w:val="20"/>
              </w:rPr>
              <w:t>A marketing-oriented firm tries to offer customers what they need instead of just trying to get customers to buy what the firm has produced.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Complete acceptance of the "marketing concept" would require: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9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making sure that all departments focus their efforts on satisfying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having all production, finance, accounting, and personnel managers report directly to the marketing manager.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placing less emphasis on profit as the objective of the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trying to satisfy the needs of each and every customer.</w:t>
                  </w:r>
                </w:p>
              </w:tc>
            </w:tr>
          </w:tbl>
          <w:p w:rsidR="003F4BDF" w:rsidRDefault="003F4BDF">
            <w:pPr>
              <w:keepNext/>
              <w:keepLines/>
              <w:spacing w:before="266" w:after="266"/>
            </w:pPr>
            <w:r>
              <w:rPr>
                <w:rFonts w:ascii="Arial Unicode MS" w:eastAsia="Arial Unicode MS" w:hAnsi="Arial Unicode MS" w:cs="Arial Unicode MS"/>
                <w:color w:val="000000"/>
                <w:sz w:val="20"/>
              </w:rPr>
              <w:t>In a firm that follows marketing concept, every department may directly or indirectly impact customer satisfaction.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"Production orientation" refers to the attitudes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accountants.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financial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production managers.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0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anyone who doesn't practice the marketing concept.</w:t>
                  </w:r>
                </w:p>
              </w:tc>
            </w:tr>
          </w:tbl>
          <w:p w:rsidR="003F4BDF" w:rsidRDefault="003F4BDF">
            <w:pPr>
              <w:keepNext/>
              <w:keepLines/>
              <w:spacing w:before="266" w:after="266"/>
            </w:pPr>
            <w:r>
              <w:rPr>
                <w:rFonts w:ascii="Arial Unicode MS" w:eastAsia="Arial Unicode MS" w:hAnsi="Arial Unicode MS" w:cs="Arial Unicode MS"/>
                <w:color w:val="000000"/>
                <w:sz w:val="20"/>
              </w:rPr>
              <w:t>Making whatever products which are easy to produce and then trying to sell them is production orientation. Production orientation refers to anyone who doesn't acknowledge customer needs.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firm operating as a total "system" to implement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4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whole company is customer-oriented.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are no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3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 planning is under the control of the production or engineering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manager directs and controls all company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true.</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provides customer orientation as a guiding focus that all departments adopt and should be a philosophy of the whole organization, not just an idea that applies to the marketing department.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total system view of the marketing concept builds on the idea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6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sales should be the firm's high-level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company should not have specialized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each department in an organization should do what it does best.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7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departments—not just marketing—should be guided by customer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responses is correct.</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provides customer orientation as a guiding focus that all departments adopt and should be a philosophy of the whole organization, not just an idea that applies to the marketing department.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firm that has a total company effort in implementing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are "fences" around individual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all departments impact customer satisfaction.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firm lacks a central focus.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4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Departments—even very specialized ones—are guided by what customers want.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firm is more production-oriented than marketing-oriented.</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provides customer orientation as a guiding focus that all departments adopt and should be a philosophy of the whole organization, not just an idea that applies to the marketing department.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One basic idea of the marketing concept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 must guide the whole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organization should build "fences" around its own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4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survival and success require a profit.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8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 should "give customers what it produces best."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1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firm's obligation to have a positive effect on society.</w:t>
                  </w:r>
                </w:p>
              </w:tc>
            </w:tr>
          </w:tbl>
          <w:p w:rsidR="003F4BDF" w:rsidRDefault="003F4BDF">
            <w:pPr>
              <w:keepNext/>
              <w:keepLines/>
              <w:spacing w:before="266" w:after="266"/>
            </w:pPr>
            <w:r>
              <w:rPr>
                <w:rFonts w:ascii="Arial Unicode MS" w:eastAsia="Arial Unicode MS" w:hAnsi="Arial Unicode MS" w:cs="Arial Unicode MS"/>
                <w:color w:val="000000"/>
                <w:sz w:val="20"/>
              </w:rPr>
              <w:t>Profit is the difference between a firm's revenue and its total costs which acts as the balancing point that helps the firm determine what needs it will try to satisfy with its total effort.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Adoption of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easy for most firms.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occurred first in the service industry.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been universal.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2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been slow for producers of industrial commodities.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happened last among consumer product companies.</w:t>
                  </w:r>
                </w:p>
              </w:tc>
            </w:tr>
          </w:tbl>
          <w:p w:rsidR="003F4BDF" w:rsidRDefault="003F4BDF">
            <w:pPr>
              <w:keepNext/>
              <w:keepLines/>
              <w:spacing w:before="266" w:after="266"/>
            </w:pPr>
            <w:r>
              <w:rPr>
                <w:rFonts w:ascii="Arial Unicode MS" w:eastAsia="Arial Unicode MS" w:hAnsi="Arial Unicode MS" w:cs="Arial Unicode MS"/>
                <w:color w:val="000000"/>
                <w:sz w:val="20"/>
              </w:rPr>
              <w:t>Some industries with limited competition, including electric utilities, cable television providers, and industrial commodities producers, have also been slow to adopt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can be applied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nurses association.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cosmetic manufacturers.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hospitals.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national parks.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5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can apply the marketing concept.</w:t>
                  </w:r>
                </w:p>
              </w:tc>
            </w:tr>
          </w:tbl>
          <w:p w:rsidR="003F4BDF" w:rsidRDefault="003F4BDF">
            <w:pPr>
              <w:keepNext/>
              <w:keepLines/>
              <w:spacing w:before="266" w:after="266"/>
            </w:pPr>
            <w:r>
              <w:rPr>
                <w:rFonts w:ascii="Arial Unicode MS" w:eastAsia="Arial Unicode MS" w:hAnsi="Arial Unicode MS" w:cs="Arial Unicode MS"/>
                <w:color w:val="000000"/>
                <w:sz w:val="20"/>
              </w:rPr>
              <w:t>Any organization that follows the three basic ideas of marketing concept is said to have adopted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marketing concept can be applied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nonprofit hospitals.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symphony orchestras.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private universities.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manufacturers of consumer products.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0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can apply the marketing concept.</w:t>
                  </w:r>
                </w:p>
              </w:tc>
            </w:tr>
          </w:tbl>
          <w:p w:rsidR="003F4BDF" w:rsidRDefault="003F4BDF">
            <w:pPr>
              <w:keepNext/>
              <w:keepLines/>
              <w:spacing w:before="266" w:after="266"/>
            </w:pPr>
            <w:r>
              <w:rPr>
                <w:rFonts w:ascii="Arial Unicode MS" w:eastAsia="Arial Unicode MS" w:hAnsi="Arial Unicode MS" w:cs="Arial Unicode MS"/>
                <w:color w:val="000000"/>
                <w:sz w:val="20"/>
              </w:rPr>
              <w:t>Any organization that follows the three basic ideas of marketing concept is said to have adopted the marketing concept.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349.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 manager tells her sales force "the inventory in the warehouse must be sold if we are to make a profit, so redouble your sales efforts."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manufacturer of industrial chemicals adapts its formulas and goes after the big consumer cleaning market.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cleaning supplies firm learns that many consumers are having trouble hiring maids—so it develops a plan to offer customers complete house cleaning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 Internet retailer finds that shoppers are abandoning their shopping carts before checking out, so it promotes its $10 discount on each customer's first purchase.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student group wants to hold an awards banquet, so it buys Krispy Kreme donuts and sells them to friends who want to help the club achieve its objectives.</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public utility that has adopted the marketing concept would be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 up a special service to help consumers reduce expensive peak-hours energy consumption.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lower prices until almost all consumers felt that prices were fair.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advertise its "public service role" to improve its image with the public.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email to send customers a personal apology if a blackout were to occur.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answers is true.</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local symphony group that has adopted the marketing concept would be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lower ticket prices until all its concerts sell out.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8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advertise so consumers know about the quality of the musicians who play in its concerts.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find out what kind of music local residents want to hear.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only its best musicians to handle solo performances.</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illustrates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Three pediatricians set up a group practice—so that at least one is always available for emergencies.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Bank ATMs that dispense cash are placed in fast-food restaurants.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Nevada auto registration office mails license tags to people, to reduce inconvenient waiting in line.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veterinarian has office hours in the evening to see pets whose owners must work during the day.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illustrate the marketing concept in action.</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illustrates the marketing concept in action?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young lawyer gives free legal advice to poor people.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local police department organizes a "community crime watch" program in a neighborhood that has had many burglaries.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Several lawyers set up a group practice—so that the costs of the office and equipment can be shared.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illustrate the marketing concept in action.</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at a profit.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local theater group that has adopted the marketing concept would be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Promote the sale of subscriptions so that patrons can buy tickets at a reduced price for several plays at one time.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Use publicity to announce upcoming plays.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3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a survey to find out what new shows patrons would like to see.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 tickets via the Internet.</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means that an organization aims all its efforts at satisfying its customers, at a profit. Doing a survey is the best alternative because it tries to determine needs.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FlyFar Airlines uses marketing research to determine customer needs and assess how well the company meets them. This suggests that FlyFar managers exhibit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separation of information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innovation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production orientation</w:t>
                  </w:r>
                </w:p>
              </w:tc>
            </w:tr>
          </w:tbl>
          <w:p w:rsidR="003F4BDF" w:rsidRDefault="003F4BDF">
            <w:pPr>
              <w:keepNext/>
              <w:keepLines/>
              <w:spacing w:before="266" w:after="266"/>
            </w:pPr>
            <w:r>
              <w:rPr>
                <w:rFonts w:ascii="Arial Unicode MS" w:eastAsia="Arial Unicode MS" w:hAnsi="Arial Unicode MS" w:cs="Arial Unicode MS"/>
                <w:color w:val="000000"/>
                <w:sz w:val="20"/>
              </w:rPr>
              <w:t>Marketing-oriented firm tries to offer customers what they need instead of just trying to get customers to buy what the firm has produced.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practices would suggest that Acme Tools practices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8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sets inventory levels with customer requirements and costs in mind.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sells products that it can make easily for its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4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focuses its advertising efforts on product features and how products are made.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9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views customer service as an activity required to reduce consumer complaints.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ends its relationship with customers when a sale is made.</w:t>
                  </w:r>
                </w:p>
              </w:tc>
            </w:tr>
          </w:tbl>
          <w:p w:rsidR="003F4BDF" w:rsidRDefault="003F4BDF">
            <w:pPr>
              <w:keepNext/>
              <w:keepLines/>
              <w:spacing w:before="266" w:after="266"/>
            </w:pPr>
            <w:r>
              <w:rPr>
                <w:rFonts w:ascii="Arial Unicode MS" w:eastAsia="Arial Unicode MS" w:hAnsi="Arial Unicode MS" w:cs="Arial Unicode MS"/>
                <w:color w:val="000000"/>
                <w:sz w:val="20"/>
              </w:rPr>
              <w:t>Marketing-oriented firm tries to offer customers what they need instead of just trying to get customers to buy what the firm has produced.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firm with a marketing orientation is MOST likely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view advertising as an unnecessary expense.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recognize that effective advertising is the key to sales.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9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advertise how a product meets customers' needs.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focus advertising on product features.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not use any advertising.</w:t>
                  </w:r>
                </w:p>
              </w:tc>
            </w:tr>
          </w:tbl>
          <w:p w:rsidR="003F4BDF" w:rsidRDefault="003F4BDF">
            <w:pPr>
              <w:keepNext/>
              <w:keepLines/>
              <w:spacing w:before="266" w:after="266"/>
            </w:pPr>
            <w:r>
              <w:rPr>
                <w:rFonts w:ascii="Arial Unicode MS" w:eastAsia="Arial Unicode MS" w:hAnsi="Arial Unicode MS" w:cs="Arial Unicode MS"/>
                <w:color w:val="000000"/>
                <w:sz w:val="20"/>
              </w:rPr>
              <w:t>As stated in Exhibit 1-4, marketing-oriented firm tries to offer customers what they need instead of just trying to get customers to buy what the firm has produced.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NOT likely to be found in a company with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6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sells whatever it can make.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sees customer credit as a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designs its packaging as a selling tool.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7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uses marketing research to see if it is satisfying its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focuses on locating new opportunities.</w:t>
                  </w:r>
                </w:p>
              </w:tc>
            </w:tr>
          </w:tbl>
          <w:p w:rsidR="003F4BDF" w:rsidRDefault="003F4BDF">
            <w:pPr>
              <w:keepNext/>
              <w:keepLines/>
              <w:spacing w:before="266" w:after="266"/>
            </w:pPr>
            <w:r>
              <w:rPr>
                <w:rFonts w:ascii="Arial Unicode MS" w:eastAsia="Arial Unicode MS" w:hAnsi="Arial Unicode MS" w:cs="Arial Unicode MS"/>
                <w:color w:val="000000"/>
                <w:sz w:val="20"/>
              </w:rPr>
              <w:t>As stated in Exhibit 1-4, a company makes what it can sell in a marketing-oriented firm that tries to offer customers what they need instead of just trying to get customers to buy what the firm has produced.</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359.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All of the following are examples of a marketing orientation, as opposed to a production orientation,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marketing research is to determine customer needs and how well the company is satisfying them.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relationship with the customer is based on customer satisfaction before and after a sale leading to a profitable long-run relationship.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7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firm's focus is on reducing its costs.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customer service is to satisfy customers after the sale so they'll come back again.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costs that do not add value to customers should be eliminated.</w:t>
                  </w:r>
                </w:p>
              </w:tc>
            </w:tr>
          </w:tbl>
          <w:p w:rsidR="003F4BDF" w:rsidRDefault="003F4BDF">
            <w:pPr>
              <w:keepNext/>
              <w:keepLines/>
              <w:spacing w:before="266" w:after="266"/>
            </w:pPr>
            <w:r>
              <w:rPr>
                <w:rFonts w:ascii="Arial Unicode MS" w:eastAsia="Arial Unicode MS" w:hAnsi="Arial Unicode MS" w:cs="Arial Unicode MS"/>
                <w:color w:val="000000"/>
                <w:sz w:val="20"/>
              </w:rPr>
              <w:t>As stated in Exhibit 1-4, a firm's focus is on locating new opportunities and not on reducing its costs in marketing orientation.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All of the following are examples of a production orientation, as opposed to a marketing orientation,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company sells what it can make easily.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1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focuses on the benefits of the product to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0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relationship with the customer ends with the sale of the product to the customer.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purpose of customer service is to reduce customer complaints.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focuses on the features of the product.</w:t>
                  </w:r>
                </w:p>
              </w:tc>
            </w:tr>
          </w:tbl>
          <w:p w:rsidR="003F4BDF" w:rsidRDefault="003F4BDF">
            <w:pPr>
              <w:keepNext/>
              <w:keepLines/>
              <w:spacing w:before="266" w:after="266"/>
            </w:pPr>
            <w:r>
              <w:rPr>
                <w:rFonts w:ascii="Arial Unicode MS" w:eastAsia="Arial Unicode MS" w:hAnsi="Arial Unicode MS" w:cs="Arial Unicode MS"/>
                <w:color w:val="000000"/>
                <w:sz w:val="20"/>
              </w:rPr>
              <w:t>As stated in Exhibit 1-4, in a production orientation, advertising focuses on the features of the product and not on the benefits of the product to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a firm with a production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needs determine company plans.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relationship with customer extends beyond a single sale.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costs that do not give value to customers are eliminated.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research, if used at all, is for determining customer reaction.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6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advertising is focused at need-satisfying benefits of goods and services.</w:t>
                  </w:r>
                </w:p>
              </w:tc>
            </w:tr>
          </w:tbl>
          <w:p w:rsidR="003F4BDF" w:rsidRDefault="003F4BDF">
            <w:pPr>
              <w:keepNext/>
              <w:keepLines/>
              <w:spacing w:before="266" w:after="266"/>
            </w:pPr>
            <w:r>
              <w:rPr>
                <w:rFonts w:ascii="Arial Unicode MS" w:eastAsia="Arial Unicode MS" w:hAnsi="Arial Unicode MS" w:cs="Arial Unicode MS"/>
                <w:color w:val="000000"/>
                <w:sz w:val="20"/>
              </w:rPr>
              <w:t>As stated in Exhibit 1-4, marketing research determines customer reaction, if used at all in a production orientation.</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Know what the marketing concept is-and how it should guide a firm or nonprofit organization.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What Does the Marketing Concept Mean?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_____ refers to the difference between the benefits a customer sees from a market offering and the costs of obtaining those benefits.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Operating cost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Profit margin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Net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Satisfaction</w:t>
                  </w:r>
                </w:p>
              </w:tc>
            </w:tr>
          </w:tbl>
          <w:p w:rsidR="003F4BDF" w:rsidRDefault="003F4BDF">
            <w:pPr>
              <w:keepNext/>
              <w:keepLines/>
              <w:spacing w:before="266" w:after="266"/>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greater the competition, the less important customer value is.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3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sure way to achieve high customer value is to offer a lower 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the manager's view of customer value that matters, not the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pPr>
              <w:keepNext/>
              <w:keepLines/>
              <w:spacing w:before="266" w:after="266"/>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9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can't be applied in competitive situations.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considers price but not other elements of the marketing mix.</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applies to goods but not services.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Its emphasis on what the customer sees as the positive things about a marketing mix means that the negatives are likely to be ignored.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pPr>
              <w:keepNext/>
              <w:keepLines/>
              <w:spacing w:before="266" w:after="266"/>
            </w:pPr>
            <w:r>
              <w:rPr>
                <w:rFonts w:ascii="Arial Unicode MS" w:eastAsia="Arial Unicode MS" w:hAnsi="Arial Unicode MS" w:cs="Arial Unicode MS"/>
                <w:color w:val="000000"/>
                <w:sz w:val="20"/>
              </w:rPr>
              <w:t>Customer value reflects both benefits and costs (positives and negatives) and is applicable to both goods and services. It considers all elements of the marketing mix, not just price, and competition does matter.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Customer value typically would NOT be impacted by a marketing manager's decisions concerning: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promotion.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6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Any of these might impact customer value.</w:t>
                  </w:r>
                </w:p>
              </w:tc>
            </w:tr>
          </w:tbl>
          <w:p w:rsidR="003F4BDF" w:rsidRDefault="003F4BDF">
            <w:pPr>
              <w:keepNext/>
              <w:keepLines/>
              <w:spacing w:before="266" w:after="266"/>
            </w:pPr>
            <w:r>
              <w:rPr>
                <w:rFonts w:ascii="Arial Unicode MS" w:eastAsia="Arial Unicode MS" w:hAnsi="Arial Unicode MS" w:cs="Arial Unicode MS"/>
                <w:color w:val="000000"/>
                <w:sz w:val="20"/>
              </w:rPr>
              <w:t>Customer value considers all elements of the marketing mix.</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about customer value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Building relationships with customers means providing customer value before, but not after the purchase of a product or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Retaining current customers is usually less costly than taking customers away from a competitor.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firm's advertising department cannot be expected to develop ads to convince a customer to buy from the firm more than once.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People in the organization who are not in the sales or customer service areas should never be called upon to help resolve a customer's problem.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statements is True.</w:t>
                  </w:r>
                </w:p>
              </w:tc>
            </w:tr>
          </w:tbl>
          <w:p w:rsidR="003F4BDF" w:rsidRDefault="003F4BDF">
            <w:pPr>
              <w:keepNext/>
              <w:keepLines/>
              <w:spacing w:before="266" w:after="266"/>
            </w:pPr>
            <w:r>
              <w:rPr>
                <w:rFonts w:ascii="Arial Unicode MS" w:eastAsia="Arial Unicode MS" w:hAnsi="Arial Unicode MS" w:cs="Arial Unicode MS"/>
                <w:color w:val="000000"/>
                <w:sz w:val="20"/>
              </w:rPr>
              <w:t>Trying to get new customers by taking them away from a competitor is usually more costly than retaining current customers by really satisfying their needs.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order to build relationships with customer value, firms must do all of the following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ensure that everyone in a firm works together to provide customer value before and after each purchase.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9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brief their advertising people to develop ads that try to convince a customer to buy once.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6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attract customers in the first place—and keep them satisfied after they buy.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try to adopt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try to eliminate costs that do not give value to customers.</w:t>
                  </w:r>
                </w:p>
              </w:tc>
            </w:tr>
          </w:tbl>
          <w:p w:rsidR="003F4BDF" w:rsidRDefault="003F4BDF">
            <w:pPr>
              <w:keepNext/>
              <w:keepLines/>
              <w:spacing w:before="266" w:after="266"/>
            </w:pPr>
            <w:r>
              <w:rPr>
                <w:rFonts w:ascii="Arial Unicode MS" w:eastAsia="Arial Unicode MS" w:hAnsi="Arial Unicode MS" w:cs="Arial Unicode MS"/>
                <w:color w:val="000000"/>
                <w:sz w:val="20"/>
              </w:rPr>
              <w:t>The firm's advertising might encourage a customer to buy once, but if the firm doesn't deliver on the benefits promised in its ads, the customer is likely to go elsewhere the next time the need arises.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Customer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greater if costs exceed benefits.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becomes less important as competition increases.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the same thing as low 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3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affects a customer's relationship with a firm before and after a sale.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responses is correct.</w:t>
                  </w:r>
                </w:p>
              </w:tc>
            </w:tr>
          </w:tbl>
          <w:p w:rsidR="003F4BDF" w:rsidRDefault="003F4BDF">
            <w:pPr>
              <w:keepNext/>
              <w:keepLines/>
              <w:spacing w:before="266" w:after="266"/>
            </w:pPr>
            <w:r>
              <w:rPr>
                <w:rFonts w:ascii="Arial Unicode MS" w:eastAsia="Arial Unicode MS" w:hAnsi="Arial Unicode MS" w:cs="Arial Unicode MS"/>
                <w:color w:val="000000"/>
                <w:sz w:val="20"/>
              </w:rPr>
              <w:t>Building and maintaining relationships with customers require that everyone in a firm work together to provide customer value before and after each purchase.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369.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item would likely possess the highest customer value for a person who makes scrapbooks?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lowest price glue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highest price glue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glue that does the best job</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2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glue that does the best job at the most affordable price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glues have the same customer value</w:t>
                  </w:r>
                </w:p>
              </w:tc>
            </w:tr>
          </w:tbl>
          <w:p w:rsidR="003F4BDF" w:rsidRDefault="003F4BDF">
            <w:pPr>
              <w:keepNext/>
              <w:keepLines/>
              <w:spacing w:before="266" w:after="266"/>
            </w:pPr>
            <w:r>
              <w:rPr>
                <w:rFonts w:ascii="Arial Unicode MS" w:eastAsia="Arial Unicode MS" w:hAnsi="Arial Unicode MS" w:cs="Arial Unicode MS"/>
                <w:color w:val="000000"/>
                <w:sz w:val="20"/>
              </w:rPr>
              <w:t>Customer value is the difference between the benefits a customer sees from a market offering and the costs of obtaining those benefits. Any readily available glue that performs the job effectively at the least cost will have high customer value to a scrapbook hobbyist.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are NOT true about a firm practicing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Everyone in the organization focuses on satisfying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Offering superior customer value attracts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3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Satisfying customers leads to customers defecting to the competition.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Firms build profitable customer relationships.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true.</w:t>
                  </w:r>
                </w:p>
              </w:tc>
            </w:tr>
          </w:tbl>
          <w:p w:rsidR="003F4BDF" w:rsidRDefault="003F4BDF">
            <w:pPr>
              <w:keepNext/>
              <w:keepLines/>
              <w:spacing w:before="266" w:after="266"/>
            </w:pPr>
            <w:r>
              <w:rPr>
                <w:rFonts w:ascii="Arial Unicode MS" w:eastAsia="Arial Unicode MS" w:hAnsi="Arial Unicode MS" w:cs="Arial Unicode MS"/>
                <w:color w:val="000000"/>
                <w:sz w:val="20"/>
              </w:rPr>
              <w:t>Exhibit 1-6 summarizes these ideas. In a firm that has adopted the marketing concept, everyone focuses on customer satisfaction. They look for ways to offer superior customer value. That helps attract customers in the first place—and keeps them satisfied after they buy. So when they are ready to make repeat purchases, the firm is able to keep them as customers. Sales may increase further because satisfied customers are likely to buy other products offered by the firm. In this way, the firm builds profitable relationships with its customers.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and Customer Value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Nonprofit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1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have a profit objective, so the marketing concept does not apply.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benefit by adopting the marketing concept.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are fundamentally different than business firms—so they should embrace a production orientation rather than a marketing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 not need to be concerned with marketing activities.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none of these is true.</w:t>
                  </w:r>
                </w:p>
              </w:tc>
            </w:tr>
          </w:tbl>
          <w:p w:rsidR="003F4BDF" w:rsidRDefault="003F4BDF">
            <w:pPr>
              <w:keepNext/>
              <w:keepLines/>
              <w:spacing w:before="266" w:after="266"/>
            </w:pPr>
            <w:r>
              <w:rPr>
                <w:rFonts w:ascii="Arial Unicode MS" w:eastAsia="Arial Unicode MS" w:hAnsi="Arial Unicode MS" w:cs="Arial Unicode MS"/>
                <w:color w:val="000000"/>
                <w:sz w:val="20"/>
              </w:rPr>
              <w:t>The marketing concept is as important for nonprofit organizations as it is for business firms.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Unlike a business firm, a nonprofit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needs resources and support to survive and achieve its objectives.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must take in as much money as it spends or it won't survive.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00"/>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does not measure "profit" in the same way.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faces competition for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gets support directly from those who receive the benefits.</w:t>
                  </w:r>
                </w:p>
              </w:tc>
            </w:tr>
          </w:tbl>
          <w:p w:rsidR="003F4BDF" w:rsidRDefault="003F4BDF">
            <w:pPr>
              <w:keepNext/>
              <w:keepLines/>
              <w:spacing w:before="266" w:after="266"/>
            </w:pPr>
            <w:r>
              <w:rPr>
                <w:rFonts w:ascii="Arial Unicode MS" w:eastAsia="Arial Unicode MS" w:hAnsi="Arial Unicode MS" w:cs="Arial Unicode MS"/>
                <w:color w:val="000000"/>
                <w:sz w:val="20"/>
              </w:rPr>
              <w:t>A nonprofit organization does not measure "profit" in the same way as a firm.</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nonprofit organizations,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not relevant.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9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has different measures of success.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7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is usually easy to adopt because of how nonprofits organize for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can be implemented by ignoring customer needs.</w:t>
                  </w:r>
                </w:p>
              </w:tc>
            </w:tr>
          </w:tbl>
          <w:p w:rsidR="003F4BDF" w:rsidRDefault="003F4BDF">
            <w:pPr>
              <w:keepNext/>
              <w:keepLines/>
              <w:spacing w:before="266" w:after="266"/>
            </w:pPr>
            <w:r>
              <w:rPr>
                <w:rFonts w:ascii="Arial Unicode MS" w:eastAsia="Arial Unicode MS" w:hAnsi="Arial Unicode MS" w:cs="Arial Unicode MS"/>
                <w:color w:val="000000"/>
                <w:sz w:val="20"/>
              </w:rPr>
              <w:t>All nonprofit organizations seek to achieve different objectives and need different measures of success.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Given the nature of their work, which of the following should have a marketing orientation?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Girl Scouts of America.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Dallas-Fort Worth Symphony.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1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American Cancer Society.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University of Wisconsin.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1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should have a marketing orientation.</w:t>
                  </w:r>
                </w:p>
              </w:tc>
            </w:tr>
          </w:tbl>
          <w:p w:rsidR="003F4BDF" w:rsidRDefault="003F4BDF">
            <w:pPr>
              <w:keepNext/>
              <w:keepLines/>
              <w:spacing w:before="266" w:after="266"/>
            </w:pPr>
            <w:r>
              <w:rPr>
                <w:rFonts w:ascii="Arial Unicode MS" w:eastAsia="Arial Unicode MS" w:hAnsi="Arial Unicode MS" w:cs="Arial Unicode MS"/>
                <w:color w:val="000000"/>
                <w:sz w:val="20"/>
              </w:rPr>
              <w:t>Marketing applies to all sorts of public and private nonprofit organizations ranging from government agencies, health care organizations, educational institutions, and religious groups to charities, political parties, and fine arts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organizations should apply the marketing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National Park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National Federation of the Blind.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Christian Children's Fund.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United States Postal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9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organizations should apply the marketing concept.</w:t>
                  </w:r>
                </w:p>
              </w:tc>
            </w:tr>
          </w:tbl>
          <w:p w:rsidR="003F4BDF" w:rsidRDefault="003F4BDF">
            <w:pPr>
              <w:keepNext/>
              <w:keepLines/>
              <w:spacing w:before="266" w:after="266"/>
            </w:pPr>
            <w:r>
              <w:rPr>
                <w:rFonts w:ascii="Arial Unicode MS" w:eastAsia="Arial Unicode MS" w:hAnsi="Arial Unicode MS" w:cs="Arial Unicode MS"/>
                <w:color w:val="000000"/>
                <w:sz w:val="20"/>
              </w:rPr>
              <w:t>Marketing applies to all sorts of public and private nonprofit organizations ranging from government agencies, health care organizations, educational institutions, and religious groups to charities, political parties, and fine arts organizations.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Understand what customer value is and why it is important to customer satisfaction.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Applies in Nonprofit Organizations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TRUE about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4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What is good for some producers and consumers may not be good for society as a whole.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people cannot agree on whether marketing should be viewed as individual activities or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1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 a multiproduct company, one product should not be emphasized over another.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people don't want much freedom of choice.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 facilitate exchange but they add to the cost of goods.</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According to the concept of social responsibility, a firm has a duty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9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communicate regularly with the public.</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8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satisfy consumer needs at any cost.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profit above all other considerations.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8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place customer satisfaction above all other considerations.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96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conduct business in a way that is good for society as a whole, both now and for the future.</w:t>
                  </w:r>
                </w:p>
              </w:tc>
            </w:tr>
          </w:tbl>
          <w:p w:rsidR="003F4BDF" w:rsidRDefault="003F4BDF">
            <w:pPr>
              <w:keepNext/>
              <w:keepLines/>
              <w:spacing w:before="266" w:after="266"/>
            </w:pPr>
            <w:r>
              <w:rPr>
                <w:rFonts w:ascii="Arial Unicode MS" w:eastAsia="Arial Unicode MS" w:hAnsi="Arial Unicode MS" w:cs="Arial Unicode MS"/>
                <w:color w:val="000000"/>
                <w:sz w:val="20"/>
              </w:rPr>
              <w:t>Social responsibility is a firm's obligation to improve its positive effects on society and reduce its negative effects, both for present and future generations.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not a challenge related to social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There is little agreement on who gets to determine what is "good" for society.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Actions that may seem good for society may be costly to a firm.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Some consumers make purchases based on the perceived societal benefits of a product or service.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8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It is impossible to know what impact a firm's actions will have on future generations.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5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Acting to satisfy one group of stakeholders may anger another group of stakeholders.</w:t>
                  </w:r>
                </w:p>
              </w:tc>
            </w:tr>
          </w:tbl>
          <w:p w:rsidR="003F4BDF" w:rsidRDefault="003F4BDF">
            <w:pPr>
              <w:keepNext/>
              <w:keepLines/>
              <w:spacing w:before="266" w:after="266"/>
            </w:pPr>
            <w:r>
              <w:rPr>
                <w:rFonts w:ascii="Arial Unicode MS" w:eastAsia="Arial Unicode MS" w:hAnsi="Arial Unicode MS" w:cs="Arial Unicode MS"/>
                <w:color w:val="000000"/>
                <w:sz w:val="20"/>
              </w:rPr>
              <w:t>While making marketing decisions based on social responsibility can add costs to a firm, it can also increase profits. Some consumers purchase products based on the perceived benefits of those products to society and the natural environment.</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379.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Firms develop _____ to promote fair and honest dealings with all stakeholders inside and outside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plans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departments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codes of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intermediaries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marketing orientation</w:t>
                  </w:r>
                </w:p>
              </w:tc>
            </w:tr>
          </w:tbl>
          <w:p w:rsidR="003F4BDF" w:rsidRDefault="003F4BDF">
            <w:pPr>
              <w:keepNext/>
              <w:keepLines/>
              <w:spacing w:before="266" w:after="266"/>
            </w:pPr>
            <w:r>
              <w:rPr>
                <w:rFonts w:ascii="Arial Unicode MS" w:eastAsia="Arial Unicode MS" w:hAnsi="Arial Unicode MS" w:cs="Arial Unicode MS"/>
                <w:color w:val="000000"/>
                <w:sz w:val="20"/>
              </w:rPr>
              <w:t>To be certain that standards for marketing ethics are as clear as possible, many organizations develop their own written codes of ethics, which state the ethical standards that everyone in the firm should follow in dealing with customers and other people.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term "micro-macro dilemma"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0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most people are both producers and consumers.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people cannot agree on whether marketing should be viewed as activities or as a social process.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macro-marketing is just a small part of a larger micro-marketing system.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 view of marketing is concerned with the flow of goods and services from producers to consumers—while the macro view is not.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4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what is "good" for some producers and consumers may not be good for society as a whole.</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Trying to balance the interests of people who want to drink beer and the dangers of drunk driving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role of a central market.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subsistence marketing.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political action.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1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macro-micro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5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exchange process in marketing.</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fact that many Americans want the convenience of driving gas-guzzling trucks and sport utility vehicles—which also contribute disproportionately to pollution and global warming—is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1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discrepancies in 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responsibilities of the marketer.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marketing concept.</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 city of St. Louis is encouraging its residents to drink tap water instead of filling its landfills with plastic water bottles, even though some consumers prefer the convenience of plastic water bottles.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customer value.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economies of scale.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storing function.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innovation.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12"/>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6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Disposable packages are convenient, but contribute to environmental problems.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9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Children like to ride bicycles, but accidents are common.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Sulfites help to keep restaurant salads looking fresh, but some people have a dangerous allergic reaction to sulfites.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3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Jet skis can be fun but can also be dangerous to the driver and others.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36"/>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examples of the micro-macro dilemma.</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Many consumers buy imported cars, even though they say they like American cars better.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8"/>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High performance cars are fun to drive but may be dangerous to others.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Buying an imported car may cost buyers more to buy now but may have better resale value later.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fuel efficient car may cost more to buy but less to operate.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0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economy may be growing, but many people still are not able to buy a new car.</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the BEST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Pepsi Blue sales went up, but total sales of all soft drinks went down.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small group of loyal consumers really like RC Cola best, but most consumers don't like it at all.</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2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deposit on returnable soft drink bottles is about equal to the cost of the bottle.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Paper cups for soft-drinks are convenient, but they often end up as litter along the highway.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Snapple beverages are more popular in Texas than in the rest of the U.S.</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387.</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homeowner purchases a ladder but falls off it because he didn't set up the ladder according to the safety instructions posted on it.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person gets a speeding ticket because she was talking on her cell phone while driving and didn't notice a speed limit sign.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person drives without fastening his seat belt even though a warning light and chime remind him to "buckle up."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person is injured while using a power lawn mower because of a small stone that is hurled from the discharge chute.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restaurant owner uses plastic containers to keep "take-out" food warm for customers, but the containers cannot be reused or recycled.</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388.</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is NOT an example of the micro-macro dilemma?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9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Many people like beer and wine, but drunk driving is a big social problem.</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49"/>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Some people like to eat a lot, but later feel guilty about eating too much.</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"good" lawn mower can be produced cheaply, but its price must be higher if its design must be safe for "ignorant" users.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5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smoker may enjoy a cigar, but the smell can make other people sick.</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Downhill snow skiing is fun, but really quite dangerous.</w:t>
                  </w:r>
                </w:p>
              </w:tc>
            </w:tr>
          </w:tbl>
          <w:p w:rsidR="003F4BDF" w:rsidRDefault="003F4BDF">
            <w:pPr>
              <w:keepNext/>
              <w:keepLines/>
              <w:spacing w:before="266" w:after="266"/>
            </w:pPr>
            <w:r>
              <w:rPr>
                <w:rFonts w:ascii="Arial Unicode MS" w:eastAsia="Arial Unicode MS" w:hAnsi="Arial Unicode MS" w:cs="Arial Unicode MS"/>
                <w:color w:val="000000"/>
                <w:sz w:val="20"/>
              </w:rPr>
              <w:t>The micro-macro dilemma refers to what is "good" for some firms and consumers may not be good for society as a whole.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389.</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____ refers to a firm's obligation to improve its positive effects on society and reduce its negative effects.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6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nonprofit orientation</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3"/>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micro-macro dilemma</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Legal obligations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Social responsibility</w:t>
                  </w:r>
                </w:p>
              </w:tc>
            </w:tr>
          </w:tbl>
          <w:p w:rsidR="003F4BDF" w:rsidRDefault="003F4BDF">
            <w:pPr>
              <w:keepNext/>
              <w:keepLines/>
              <w:spacing w:before="266" w:after="266"/>
            </w:pPr>
            <w:r>
              <w:rPr>
                <w:rFonts w:ascii="Arial Unicode MS" w:eastAsia="Arial Unicode MS" w:hAnsi="Arial Unicode MS" w:cs="Arial Unicode MS"/>
                <w:color w:val="000000"/>
                <w:sz w:val="20"/>
              </w:rPr>
              <w:t>Social responsibility is a firm's obligation to improve its positive effects on society and reduce its negative effects.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390.</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statements is True regarding social responsibility in marketing?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8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Being socially responsible usually leads to a negative response from customers.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63"/>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Being socially responsible can conflict with a firm's profit objective.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Companies tend to avoid developing written codes of ethics because standards for professional behavior are ambiguous by nature.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48"/>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Firms tend to advance their own short-term interests at the expense of customers.</w:t>
                  </w:r>
                </w:p>
              </w:tc>
            </w:tr>
          </w:tbl>
          <w:p w:rsidR="003F4BDF" w:rsidRDefault="003F4BDF">
            <w:pPr>
              <w:keepNext/>
              <w:keepLines/>
              <w:spacing w:before="266" w:after="266"/>
            </w:pPr>
            <w:r>
              <w:rPr>
                <w:rFonts w:ascii="Arial Unicode MS" w:eastAsia="Arial Unicode MS" w:hAnsi="Arial Unicode MS" w:cs="Arial Unicode MS"/>
                <w:color w:val="000000"/>
                <w:sz w:val="20"/>
              </w:rPr>
              <w:t>Social responsibility is a firm's obligation to improve its positive effects on society and reduce its negative effects. There are times when being socially responsible can increase not only a firm's profits, but also its costs.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391.</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A marketing manager made a speech in which he described his organization as having "really embraced the marketing concept over ten years ago." A critic in the audience argued that the manager didn't understand the "socially conscious" view of the marketing concept. Given the critic's argument, the marketing manager may work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9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fruit processor.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public library.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firm that recycles aluminum cans.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soap producer.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 motorcycle producer.</w:t>
                  </w:r>
                </w:p>
              </w:tc>
            </w:tr>
          </w:tbl>
          <w:p w:rsidR="003F4BDF" w:rsidRDefault="003F4BDF">
            <w:pPr>
              <w:keepNext/>
              <w:keepLines/>
              <w:spacing w:before="266" w:after="266"/>
            </w:pPr>
            <w:r>
              <w:rPr>
                <w:rFonts w:ascii="Arial Unicode MS" w:eastAsia="Arial Unicode MS" w:hAnsi="Arial Unicode MS" w:cs="Arial Unicode MS"/>
                <w:color w:val="000000"/>
                <w:sz w:val="20"/>
              </w:rPr>
              <w:t>Some consumers want products that may not be safe or good for society in the long run. Companies that produce such products follow the marketing concept to satisfy customer needs but fail to be socially responsible. A good example is a motorcycle manufacturer.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392.</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These are the moral standards that guide marketing decisions and actions.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Civil laws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Macro dilemmas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Micro dilemmas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Laws</w:t>
                  </w:r>
                </w:p>
              </w:tc>
            </w:tr>
          </w:tbl>
          <w:p w:rsidR="003F4BDF" w:rsidRDefault="003F4BDF">
            <w:pPr>
              <w:keepNext/>
              <w:keepLines/>
              <w:spacing w:before="266" w:after="266"/>
            </w:pPr>
            <w:r>
              <w:rPr>
                <w:rFonts w:ascii="Arial Unicode MS" w:eastAsia="Arial Unicode MS" w:hAnsi="Arial Unicode MS" w:cs="Arial Unicode MS"/>
                <w:color w:val="000000"/>
                <w:sz w:val="20"/>
              </w:rPr>
              <w:t>Marketing ethics are the moral standards that guide marketing decisions and actions.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393.</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Concerning marketing ethics: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2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Individuals develop moral standards based on their own values.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70"/>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Opinions about what is right or wrong vary from one society to another.</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0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The prevailing practice of most businesspeople is to be fair and honest.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ethics has its critics.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All of these are correct.</w:t>
                  </w:r>
                </w:p>
              </w:tc>
            </w:tr>
          </w:tbl>
          <w:p w:rsidR="003F4BDF" w:rsidRDefault="003F4BDF">
            <w:pPr>
              <w:keepNext/>
              <w:keepLines/>
              <w:spacing w:before="266" w:after="266"/>
            </w:pPr>
            <w:r>
              <w:rPr>
                <w:rFonts w:ascii="Arial Unicode MS" w:eastAsia="Arial Unicode MS" w:hAnsi="Arial Unicode MS" w:cs="Arial Unicode MS"/>
                <w:color w:val="000000"/>
                <w:sz w:val="20"/>
              </w:rPr>
              <w:t>Marketing ethics are the moral standards that guide marketing decisions and actions. Each individual develops moral standards based on his or her own values, which explains why opinions about what is right or wrong often vary from one society to another. Marketing ethics also help most businesspeople practice fair and honest business.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394.</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the American Marketing Association's Statement of Ethics, which ethical value stresses a firm's attempts to balance the needs of its buyers with the interests of sellers?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Honesty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7"/>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Fairness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Citizenship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Openness</w:t>
                  </w:r>
                </w:p>
              </w:tc>
            </w:tr>
          </w:tbl>
          <w:p w:rsidR="003F4BDF" w:rsidRDefault="003F4BDF">
            <w:pPr>
              <w:keepNext/>
              <w:keepLines/>
              <w:spacing w:before="266" w:after="266"/>
            </w:pPr>
            <w:r>
              <w:rPr>
                <w:rFonts w:ascii="Arial Unicode MS" w:eastAsia="Arial Unicode MS" w:hAnsi="Arial Unicode MS" w:cs="Arial Unicode MS"/>
                <w:color w:val="000000"/>
                <w:sz w:val="20"/>
              </w:rPr>
              <w:t>As stated in Exhibit 1-7, fairness helps to balance justly the needs of the buyer with the interests of the seller.</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395.</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In the American Marketing Association's Statement of Ethics, which ethical value stresses a firm's attempts to recognize the basic human dignity of its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Citizenship</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Respect</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Honesty</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12"/>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Openness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3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Responsibility</w:t>
                  </w:r>
                </w:p>
              </w:tc>
            </w:tr>
          </w:tbl>
          <w:p w:rsidR="003F4BDF" w:rsidRDefault="003F4BDF">
            <w:pPr>
              <w:keepNext/>
              <w:keepLines/>
              <w:spacing w:before="266" w:after="266"/>
            </w:pPr>
            <w:r>
              <w:rPr>
                <w:rFonts w:ascii="Arial Unicode MS" w:eastAsia="Arial Unicode MS" w:hAnsi="Arial Unicode MS" w:cs="Arial Unicode MS"/>
                <w:color w:val="000000"/>
                <w:sz w:val="20"/>
              </w:rPr>
              <w:t>As stated in Exhibit 1-7, respect stresses to acknowledge the basic human dignity of all stakeholders.</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3F4BDF">
        <w:tc>
          <w:tcPr>
            <w:tcW w:w="350" w:type="pct"/>
          </w:tcPr>
          <w:p w:rsidR="003F4BDF" w:rsidRDefault="003F4BDF">
            <w:pPr>
              <w:keepNext/>
              <w:keepLines/>
              <w:spacing w:after="0"/>
            </w:pPr>
            <w:r>
              <w:rPr>
                <w:rFonts w:ascii="Arial Unicode MS" w:eastAsia="Arial Unicode MS" w:hAnsi="Arial Unicode MS" w:cs="Arial Unicode MS"/>
                <w:color w:val="000000"/>
                <w:sz w:val="20"/>
              </w:rPr>
              <w:t>396.</w:t>
            </w:r>
          </w:p>
        </w:tc>
        <w:tc>
          <w:tcPr>
            <w:tcW w:w="4650" w:type="pct"/>
          </w:tcPr>
          <w:p w:rsidR="003F4BDF" w:rsidRDefault="003F4BDF">
            <w:pPr>
              <w:keepNext/>
              <w:keepLines/>
              <w:spacing w:after="0"/>
            </w:pPr>
            <w:r>
              <w:rPr>
                <w:rFonts w:ascii="Arial Unicode MS" w:eastAsia="Arial Unicode MS" w:hAnsi="Arial Unicode MS" w:cs="Arial Unicode MS"/>
                <w:color w:val="000000"/>
                <w:sz w:val="20"/>
              </w:rPr>
              <w:t>Which of the following criticisms focuses most directly on a macro view of marketing, rather than a micro view?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3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Products often wear our right after the warranty expires.</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46"/>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Much TV advertising is annoying.</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1"/>
            </w:tblGrid>
            <w:tr w:rsidR="003F4BDF">
              <w:tc>
                <w:tcPr>
                  <w:tcW w:w="308" w:type="dxa"/>
                </w:tcPr>
                <w:p w:rsidR="003F4BDF" w:rsidRDefault="003F4BDF">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Marketing exploits the poor and the uneducated.</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35"/>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Prices for very similar products vary a lot from store to store.</w:t>
                  </w:r>
                </w:p>
              </w:tc>
            </w:tr>
          </w:tbl>
          <w:p w:rsidR="003F4BDF" w:rsidRDefault="003F4BDF">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14"/>
            </w:tblGrid>
            <w:tr w:rsidR="003F4BDF">
              <w:tc>
                <w:tcPr>
                  <w:tcW w:w="308" w:type="dxa"/>
                </w:tcPr>
                <w:p w:rsidR="003F4BDF" w:rsidRDefault="003F4BDF">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3F4BDF" w:rsidRDefault="003F4BDF">
                  <w:pPr>
                    <w:keepNext/>
                    <w:keepLines/>
                    <w:spacing w:after="0"/>
                  </w:pPr>
                  <w:r>
                    <w:rPr>
                      <w:rFonts w:ascii="Arial Unicode MS" w:eastAsia="Arial Unicode MS" w:hAnsi="Arial Unicode MS" w:cs="Arial Unicode MS"/>
                      <w:color w:val="000000"/>
                      <w:sz w:val="20"/>
                    </w:rPr>
                    <w:t>Door-to-door salespeople are trained to be pushy.</w:t>
                  </w:r>
                </w:p>
              </w:tc>
            </w:tr>
          </w:tbl>
          <w:p w:rsidR="003F4BDF" w:rsidRDefault="003F4BDF">
            <w:pPr>
              <w:keepNext/>
              <w:keepLines/>
              <w:spacing w:before="266" w:after="266"/>
            </w:pPr>
            <w:r>
              <w:rPr>
                <w:rFonts w:ascii="Arial Unicode MS" w:eastAsia="Arial Unicode MS" w:hAnsi="Arial Unicode MS" w:cs="Arial Unicode MS"/>
                <w:color w:val="000000"/>
                <w:sz w:val="20"/>
              </w:rPr>
              <w:t>The criticism that marketing exploits the poor and the uneducated is a macro-marketing issue, not a micro-marketing issue.</w:t>
            </w:r>
          </w:p>
        </w:tc>
      </w:tr>
    </w:tbl>
    <w:p w:rsidR="003F4BDF" w:rsidRDefault="003F4BDF">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3F4BDF">
        <w:tc>
          <w:tcPr>
            <w:tcW w:w="0" w:type="auto"/>
          </w:tcPr>
          <w:p w:rsidR="003F4BDF" w:rsidRDefault="003F4BDF">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Know how social responsibility and marketing ethics relate to the marketing concept.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Marketing Concept, Social Responsibility, and Marketing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F4BDF" w:rsidRDefault="003F4BDF">
      <w:pPr>
        <w:spacing w:before="239" w:after="239"/>
      </w:pPr>
      <w:r>
        <w:rPr>
          <w:rFonts w:ascii="Times,Times New Roman,Times-Rom" w:hAnsi="Times,Times New Roman,Times-Rom" w:cs="Times,Times New Roman,Times-Rom"/>
          <w:color w:val="000000"/>
          <w:sz w:val="18"/>
        </w:rPr>
        <w:br/>
      </w:r>
    </w:p>
    <w:sectPr w:rsidR="003F4BDF" w:rsidSect="00791CF5">
      <w:footerReference w:type="default" r:id="rId6"/>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DF" w:rsidRDefault="003F4BDF">
      <w:pPr>
        <w:spacing w:after="0" w:line="240" w:lineRule="auto"/>
      </w:pPr>
      <w:r>
        <w:separator/>
      </w:r>
    </w:p>
  </w:endnote>
  <w:endnote w:type="continuationSeparator" w:id="0">
    <w:p w:rsidR="003F4BDF" w:rsidRDefault="003F4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BDF" w:rsidRDefault="003F4BDF">
    <w:pPr>
      <w:pStyle w:val="Footer"/>
      <w:jc w:val="center"/>
      <w:rPr>
        <w:rFonts w:ascii="Times New Roman" w:hAnsi="Times New Roman" w:cs="Arial"/>
        <w:color w:val="000000"/>
        <w:sz w:val="16"/>
        <w:szCs w:val="20"/>
        <w:highlight w:val="white"/>
      </w:rPr>
    </w:pPr>
    <w:r>
      <w:rPr>
        <w:rFonts w:ascii="Times New Roman" w:hAnsi="Times New Roman" w:cs="Arial"/>
        <w:color w:val="000000"/>
        <w:sz w:val="16"/>
        <w:szCs w:val="20"/>
        <w:highlight w:val="white"/>
      </w:rPr>
      <w:t>1-</w:t>
    </w:r>
    <w:r>
      <w:rPr>
        <w:rFonts w:ascii="Times New Roman" w:hAnsi="Times New Roman" w:cs="Arial"/>
        <w:color w:val="000000"/>
        <w:sz w:val="16"/>
        <w:szCs w:val="20"/>
        <w:highlight w:val="white"/>
      </w:rPr>
      <w:fldChar w:fldCharType="begin"/>
    </w:r>
    <w:r>
      <w:rPr>
        <w:rFonts w:ascii="Times New Roman" w:hAnsi="Times New Roman" w:cs="Arial"/>
        <w:color w:val="000000"/>
        <w:sz w:val="16"/>
        <w:szCs w:val="20"/>
        <w:highlight w:val="white"/>
      </w:rPr>
      <w:instrText xml:space="preserve"> PAGE   \* MERGEFORMAT </w:instrText>
    </w:r>
    <w:r>
      <w:rPr>
        <w:rFonts w:ascii="Times New Roman" w:hAnsi="Times New Roman" w:cs="Arial"/>
        <w:color w:val="000000"/>
        <w:sz w:val="16"/>
        <w:szCs w:val="20"/>
        <w:highlight w:val="white"/>
      </w:rPr>
      <w:fldChar w:fldCharType="separate"/>
    </w:r>
    <w:r>
      <w:rPr>
        <w:rFonts w:ascii="Times New Roman" w:hAnsi="Times New Roman" w:cs="Arial"/>
        <w:noProof/>
        <w:color w:val="000000"/>
        <w:sz w:val="16"/>
        <w:szCs w:val="20"/>
        <w:highlight w:val="white"/>
      </w:rPr>
      <w:t>1</w:t>
    </w:r>
    <w:r>
      <w:rPr>
        <w:rFonts w:ascii="Times New Roman" w:hAnsi="Times New Roman" w:cs="Arial"/>
        <w:color w:val="000000"/>
        <w:sz w:val="16"/>
        <w:szCs w:val="20"/>
        <w:highlight w:val="white"/>
      </w:rPr>
      <w:fldChar w:fldCharType="end"/>
    </w:r>
  </w:p>
  <w:p w:rsidR="003F4BDF" w:rsidRDefault="003F4BDF">
    <w:pPr>
      <w:pStyle w:val="Footer"/>
      <w:jc w:val="center"/>
    </w:pPr>
    <w:r>
      <w:rPr>
        <w:rFonts w:ascii="Times New Roman" w:hAnsi="Times New Roman" w:cs="Arial"/>
        <w:color w:val="000000"/>
        <w:sz w:val="16"/>
        <w:szCs w:val="20"/>
        <w:highlight w:val="white"/>
      </w:rPr>
      <w:t>© 2014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DF" w:rsidRDefault="003F4BDF">
      <w:pPr>
        <w:spacing w:after="0" w:line="240" w:lineRule="auto"/>
      </w:pPr>
      <w:r>
        <w:separator/>
      </w:r>
    </w:p>
  </w:footnote>
  <w:footnote w:type="continuationSeparator" w:id="0">
    <w:p w:rsidR="003F4BDF" w:rsidRDefault="003F4B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BDF"/>
    <w:rsid w:val="003F4BDF"/>
    <w:rsid w:val="0079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locked/>
    <w:rPr>
      <w:rFonts w:cs="Times New Roman"/>
    </w:rPr>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356</Pages>
  <Words>-32766</Words>
  <Characters>-32766</Characters>
  <Application>Microsoft Office Word</Application>
  <DocSecurity>0</DocSecurity>
  <Lines>0</Lines>
  <Paragraphs>0</Paragraphs>
  <ScaleCrop>false</ScaleCrop>
  <Company>Hurix Systems Pvt Ltd</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pradeep.s</cp:lastModifiedBy>
  <cp:revision>4</cp:revision>
  <dcterms:created xsi:type="dcterms:W3CDTF">2013-03-22T09:23:00Z</dcterms:created>
  <dcterms:modified xsi:type="dcterms:W3CDTF">2013-05-31T06:53:00Z</dcterms:modified>
</cp:coreProperties>
</file>